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CCD" w:rsidRDefault="00704CCD">
      <w:r>
        <w:rPr>
          <w:noProof/>
          <w:lang w:eastAsia="hu-HU"/>
        </w:rPr>
      </w:r>
      <w:r w:rsidRPr="006036CE">
        <w:rPr>
          <w:color w:val="000000"/>
        </w:rPr>
        <w:pict>
          <v:group id="_x0000_s1026" editas="canvas" style="width:360.3pt;height:421.95pt;mso-position-horizontal-relative:char;mso-position-vertical-relative:line" coordorigin="-6" coordsize="7206,8439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-6;width:7206;height:8439" o:preferrelative="f">
              <v:fill o:detectmouseclick="t"/>
              <v:path o:extrusionok="t" o:connecttype="none"/>
              <o:lock v:ext="edit" text="t"/>
            </v:shape>
            <v:rect id="_x0000_s1028" style="position:absolute;left:3;top:23;width:7197;height:8416" fillcolor="black" stroked="f"/>
            <v:rect id="_x0000_s1029" style="position:absolute;left:-6;top:20;width:7197;height:8416" filled="f" strokecolor="#1f1a17" strokeweight="1e-4mm"/>
            <v:rect id="_x0000_s1030" style="position:absolute;left:796;top:706;width:5730;height:5734" fillcolor="black" stroked="f"/>
            <v:shape id="_x0000_s1031" style="position:absolute;left:776;top:686;width:5770;height:5774" coordsize="11542,11550" path="m41,11469r11460,l11501,11550r-11460,l41,11469xm11542,11509r,41l11501,11550r,-41l11542,11509xm11461,11509r,-11468l11542,41r,11468l11461,11509xm11501,r41,l11542,41r-41,l11501,xm11501,81l41,81,41,,11501,r,81xm,41l,,41,r,41l,41xm81,41r,11468l,11509,,41r81,xm41,11550r-41,l,11509r41,l41,11550xe" fillcolor="black" stroked="f">
              <v:path arrowok="t"/>
              <o:lock v:ext="edit" verticies="t"/>
            </v:shape>
            <v:shape id="_x0000_s1032" style="position:absolute;left:6107;top:865;width:231;height:288" coordsize="461,577" path="m461,577l461,,344,r,227l115,227,115,,,,,577r115,l115,325r229,l344,577r117,xe" stroked="f">
              <v:path arrowok="t"/>
            </v:shape>
            <v:shape id="_x0000_s1033" style="position:absolute;left:4923;top:865;width:259;height:288" coordsize="519,577" path="m519,577l519,,274,,232,,195,4,165,9r-25,6l130,19r-10,5l111,31r-8,6l95,44r-9,8l79,61,73,71,68,81,63,91r-5,12l54,113r-5,23l48,162r1,15l51,192r2,15l58,220r5,14l69,246r9,11l86,269r10,10l108,288r12,8l133,303r15,6l165,315r17,5l200,323r-18,10l165,345r-13,13l138,372r-13,15l110,407,91,434,71,464,,577r140,l224,452r22,-32l262,397r14,-19l286,367r8,-9l303,351r10,-5l321,343r10,-3l345,338r16,-2l380,336r23,l403,577r116,xm403,244r-85,l279,244r-30,-2l227,241r-15,-4l202,232r-8,-5l187,220r-7,-8l175,204r-5,-10l168,182r,-14l168,155r4,-12l177,131r7,-10l192,115r10,-7l214,103r13,-4l237,98r19,l281,98r32,l403,98r,146xe" stroked="f">
              <v:path arrowok="t"/>
              <o:lock v:ext="edit" verticies="t"/>
            </v:shape>
            <v:shape id="_x0000_s1034" style="position:absolute;left:4337;top:860;width:280;height:298" coordsize="560,597" path="m560,303r-1,-22l559,259r-4,-19l554,220r-4,-16l545,185r-5,-15l533,153,523,133,510,113,497,93,480,74,463,59,444,44,424,32,406,22,377,12,347,5,315,2,280,,250,,220,5r-27,5l166,20,141,30,117,44,97,61,77,79,58,99,43,123,30,146,18,173r-8,29l5,232,1,266,,299r1,34l5,365r5,30l18,424r12,27l43,476r15,22l75,518r20,18l117,553r24,13l164,578r27,9l218,592r30,5l278,597r32,l340,592r29,-5l394,578r25,-12l443,553r22,-15l483,519r19,-21l517,476r13,-25l540,425r9,-28l555,367r4,-31l560,303xm439,298r,23l436,345r-3,20l428,385r-5,17l414,419r-10,15l394,447r-12,12l371,469r-14,8l344,484r-15,7l312,494r-15,4l280,498r-17,l246,494r-15,-3l216,486r-13,-9l189,469,176,459,164,447,154,434r-8,-15l137,402r-5,-17l127,365r-3,-22l120,321r,-25l120,272r4,-21l127,229r4,-19l137,192r7,-15l154,162r10,-14l176,136r12,-10l201,118r13,-7l230,106r15,-3l261,101r19,-2l297,101r17,2l330,106r14,5l359,120r13,8l384,138r12,12l406,162r8,15l423,193r6,17l433,230r5,21l439,274r,24xe" stroked="f">
              <v:path arrowok="t"/>
              <o:lock v:ext="edit" verticies="t"/>
            </v:shape>
            <v:shape id="_x0000_s1035" style="position:absolute;left:3779;top:865;width:279;height:288" coordsize="557,577" path="m557,577l557,,383,,278,393,174,,,,,577r109,l109,123,223,577r112,l450,123r,454l557,577xe" stroked="f">
              <v:path arrowok="t"/>
            </v:shape>
            <v:rect id="_x0000_s1036" style="position:absolute;left:3317;top:1021;width:109;height:55" stroked="f"/>
            <v:shape id="_x0000_s1037" style="position:absolute;left:2633;top:865;width:290;height:288" coordsize="579,577" path="m,577r126,l176,446r232,l455,577r124,l354,,230,,,577xm213,348l294,135r77,213l213,348xe" stroked="f">
              <v:path arrowok="t"/>
              <o:lock v:ext="edit" verticies="t"/>
            </v:shape>
            <v:shape id="_x0000_s1038" style="position:absolute;left:2094;top:865;width:197;height:288" coordsize="395,577" path="m395,577l395,,,,,98r279,l279,234r-242,l37,331r242,l279,577r116,xe" stroked="f">
              <v:path arrowok="t"/>
            </v:shape>
            <v:shape id="_x0000_s1039" style="position:absolute;left:959;top:866;width:203;height:287" coordsize="407,573" path="m407,573l407,,289,r,477l,477r,96l407,573xe" stroked="f">
              <v:path arrowok="t"/>
            </v:shape>
            <v:shape id="_x0000_s1040" style="position:absolute;left:5463;top:789;width:290;height:364" coordsize="579,728" path="m,728r127,l178,597r230,l456,728r123,l354,151r-123,l,728xm215,499l295,286r78,213l215,499xm362,118l307,,183,,292,118r70,xe" stroked="f">
              <v:path arrowok="t"/>
              <o:lock v:ext="edit" verticies="t"/>
            </v:shape>
            <v:shape id="_x0000_s1041" style="position:absolute;left:1527;top:789;width:220;height:364" coordsize="440,728" path="m440,728r,-577l12,151r,98l322,249r,127l34,376r,98l322,474r,158l,632r,96l440,728xm292,118l237,,112,,222,118r70,xe" stroked="f">
              <v:path arrowok="t"/>
              <o:lock v:ext="edit" verticies="t"/>
            </v:shape>
            <v:shape id="_x0000_s1042" style="position:absolute;left:6117;top:1439;width:229;height:289" coordsize="458,578" path="m458,578l458,,344,,107,384,107,,,,,578r118,l349,200r,378l458,578xe" stroked="f">
              <v:path arrowok="t"/>
            </v:shape>
            <v:shape id="_x0000_s1043" style="position:absolute;left:5533;top:1439;width:219;height:289" coordsize="438,578" path="m438,578l438,,10,r,97l322,97r,128l32,225r,97l322,322r,158l,480r,98l438,578xe" stroked="f">
              <v:path arrowok="t"/>
            </v:shape>
            <v:shape id="_x0000_s1044" style="position:absolute;left:4941;top:1434;width:270;height:299" coordsize="539,598" path="m251,374r,-97l,277,,507r21,19l44,541r30,15l106,571r35,12l177,591r17,2l212,596r17,l247,598r22,-2l291,594r20,-3l331,588r20,-5l370,576r18,-8l405,559r17,-10l437,537r13,-11l464,514r12,-15l487,484r10,-17l506,450r8,-17l521,415r7,-19l531,376r5,-18l538,337r1,-20l539,297r,-24l538,253r-4,-22l531,211r-5,-20l519,173r-8,-19l502,136,492,119,481,102,469,89,455,74,442,62,425,48,408,38,392,28,377,21,361,16,346,11,330,6,311,3,293,1,274,,254,,227,,202,3,180,6r-22,5l138,18r-20,7l101,35,86,45,71,57,58,70,46,84,36,99r-9,15l19,132r-7,19l7,169r116,22l126,181r5,-10l135,163r6,-10l147,146r6,-9l162,131r8,-7l178,119r9,-5l197,109r10,-4l229,100r25,-1l272,100r17,2l306,105r15,7l336,119r14,8l363,136r12,11l385,161r10,13l402,191r6,17l413,226r4,21l419,268r1,24l419,317r-2,24l413,361r-5,20l402,400r-7,16l385,433r-10,14l363,458r-13,10l336,477r-15,8l306,490r-17,4l272,497r-18,l235,497r-18,-3l200,489r-18,-5l163,475r-16,-8l131,458,118,448r,-74l251,374xe" stroked="f">
              <v:path arrowok="t"/>
            </v:shape>
            <v:shape id="_x0000_s1045" style="position:absolute;left:4353;top:1439;width:270;height:289" coordsize="541,578" path="m330,578r,-244l541,,403,,267,228,135,,,,212,334r,244l330,578xe" stroked="f">
              <v:path arrowok="t"/>
            </v:shape>
            <v:shape id="_x0000_s1046" style="position:absolute;left:3810;top:1439;width:220;height:289" coordsize="440,578" path="m440,578l440,,12,r,97l323,97r,128l34,225r,97l323,322r,158l,480r,98l440,578xe" stroked="f">
              <v:path arrowok="t"/>
            </v:shape>
            <v:shape id="_x0000_s1047" style="position:absolute;left:3228;top:1439;width:242;height:289" coordsize="485,578" path="m485,l272,,238,,208,1,183,6r-22,4l149,15r-12,5l126,25r-12,7l104,38,94,47,84,55r-9,9l57,84,42,106,30,131,20,158r-9,28l5,220,1,255,,294r1,35l5,361r5,29l18,416r5,16l30,447r7,13l45,474r7,13l62,499r8,10l80,519r17,13l115,546r22,10l162,564r21,7l206,574r29,2l265,578r220,l485,xm367,97r,383l280,480r-22,l238,479r-15,-2l209,475r-13,-5l184,465r-11,-7l162,450r-8,-10l146,428r-7,-15l132,395r-5,-22l124,349r-2,-28l120,289r2,-32l124,230r3,-24l132,186r7,-17l147,154r9,-13l166,131r12,-10l189,112r15,-5l220,102r15,-2l256,99r27,-2l315,97r52,xe" stroked="f">
              <v:path arrowok="t"/>
              <o:lock v:ext="edit" verticies="t"/>
            </v:shape>
            <v:shape id="_x0000_s1048" style="position:absolute;left:2657;top:1439;width:269;height:289" coordsize="537,578" path="m537,578l341,275,519,,383,,267,185,153,,18,,198,280,,578r141,l269,378,398,578r139,xe" stroked="f">
              <v:path arrowok="t"/>
            </v:shape>
            <v:shape id="_x0000_s1049" style="position:absolute;left:2082;top:1439;width:231;height:289" coordsize="461,578" path="m461,578l461,,344,r,227l116,227,116,,,,,578r116,l116,324r228,l344,578r117,xe" stroked="f">
              <v:path arrowok="t"/>
            </v:shape>
            <v:shape id="_x0000_s1050" style="position:absolute;left:979;top:1439;width:230;height:289" coordsize="460,578" path="m288,578r,-481l460,97,460,,,,,97r171,l171,578r117,xe" stroked="f">
              <v:path arrowok="t"/>
            </v:shape>
            <v:shape id="_x0000_s1051" style="position:absolute;left:1540;top:1364;width:220;height:364" coordsize="440,730" path="m440,730r,-578l12,152r,97l322,249r,128l34,377r,97l322,474r,158l,632r,98l440,730xm292,118l237,,113,,222,118r70,xe" stroked="f">
              <v:path arrowok="t"/>
              <o:lock v:ext="edit" verticies="t"/>
            </v:shape>
            <v:shape id="_x0000_s1052" style="position:absolute;left:6111;top:1993;width:230;height:289" coordsize="458,578" path="m287,578r,-479l458,99,458,,,,,99r171,l171,578r116,xe" stroked="f">
              <v:path arrowok="t"/>
            </v:shape>
            <v:rect id="_x0000_s1053" style="position:absolute;left:5622;top:1993;width:58;height:289" stroked="f"/>
            <v:shape id="_x0000_s1054" style="position:absolute;left:4954;top:1993;width:234;height:289" coordsize="468,578" path="m468,578r,-104l164,99r270,l434,,11,r,91l327,481,,481r,97l468,578xe" stroked="f">
              <v:path arrowok="t"/>
            </v:shape>
            <v:shape id="_x0000_s1055" style="position:absolute;left:4402;top:1993;width:220;height:289" coordsize="439,578" path="m439,578l439,,11,r,99l324,99r,128l33,227r,97l324,324r,157l,481r,97l439,578xe" stroked="f">
              <v:path arrowok="t"/>
            </v:shape>
            <v:shape id="_x0000_s1056" style="position:absolute;left:3809;top:1993;width:229;height:289" coordsize="459,578" path="m459,578l459,,346,,110,387,110,,,,,578r118,l351,202r,376l459,578xe" stroked="f">
              <v:path arrowok="t"/>
            </v:shape>
            <v:rect id="_x0000_s1057" style="position:absolute;left:3318;top:2150;width:110;height:55" stroked="f"/>
            <v:shape id="_x0000_s1058" style="position:absolute;left:2661;top:1993;width:242;height:289" coordsize="484,578" path="m484,l254,,222,2r-29,l170,3,151,7r-16,3l119,15r-15,7l91,30,78,40,66,52,56,64,46,79,39,94r-5,17l30,128r-1,18l30,166r4,19l41,203r10,17l62,237r14,13l93,262r16,10l98,276r-14,5l74,286r-12,6l54,299r-10,7l36,314r-7,10l22,333r-5,10l12,353,7,365,4,375,2,387,,398r,14l2,430r3,20l10,469r9,18l29,506r12,15l54,534r15,14l86,558r18,7l125,571r21,4l166,576r31,l237,578r50,l484,578,484,xm368,98r,132l291,230r-30,l235,230r-16,-1l207,229r-15,-4l180,222r-12,-7l160,208r-9,-10l146,188r-3,-12l143,163r,-13l146,138r4,-10l156,119r9,-8l175,106r12,-5l200,99r14,-1l234,98r30,l301,98r67,xm368,326r,155l259,481r-29,l208,481r-16,-2l180,477r-14,-3l156,469r-10,-7l138,454r-8,-9l125,434r-4,-14l121,405r,-12l125,381r3,-10l133,361r7,-8l148,346r10,-7l170,334r15,-3l207,329r30,-1l274,326r94,xe" stroked="f">
              <v:path arrowok="t"/>
              <o:lock v:ext="edit" verticies="t"/>
            </v:shape>
            <v:shape id="_x0000_s1059" style="position:absolute;left:2109;top:1993;width:229;height:289" coordsize="459,578" path="m288,578r,-479l459,99,459,,,,,99r172,l172,578r116,xe" stroked="f">
              <v:path arrowok="t"/>
            </v:shape>
            <v:shape id="_x0000_s1060" style="position:absolute;left:959;top:1993;width:235;height:289" coordsize="470,578" path="m470,578r,-104l166,99r269,l435,,14,r,91l329,481,,481r,97l470,578xe" stroked="f">
              <v:path arrowok="t"/>
            </v:shape>
            <v:shape id="_x0000_s1061" style="position:absolute;left:1608;top:1917;width:89;height:365" coordsize="178,729" path="m165,729r,-578l47,151r,578l165,729xm178,119l123,,,,108,119r70,xe" stroked="f">
              <v:path arrowok="t"/>
              <o:lock v:ext="edit" verticies="t"/>
            </v:shape>
            <v:shape id="_x0000_s1062" style="position:absolute;left:6115;top:2576;width:231;height:289" coordsize="461,578" path="m461,578l461,,346,r,227l117,227,117,,,,,578r117,l117,325r229,l346,578r115,xe" stroked="f">
              <v:path arrowok="t"/>
            </v:shape>
            <v:shape id="_x0000_s1063" style="position:absolute;left:4927;top:2576;width:259;height:289" coordsize="519,578" path="m519,578l519,,274,,230,,195,4,163,9r-24,6l129,20r-10,5l111,30r-10,7l94,44r-8,8l79,61,72,71,65,81,60,91r-3,12l54,113r-5,23l47,162r,16l49,193r3,14l57,222r5,12l69,247r6,12l86,269r10,10l107,289r12,7l133,304r15,5l164,314r17,6l200,323r-19,12l164,346r-15,12l138,372r-14,15l107,409,91,434,70,466,,578r139,l223,452r22,-30l262,397r13,-19l285,367r9,-7l302,353r9,-7l321,343r10,-3l344,338r17,-2l379,336r24,l403,578r116,xm403,244r-87,l279,244r-31,-2l227,241r-16,-4l201,234r-8,-7l185,220r-5,-8l173,204r-4,-11l168,182r,-12l168,155r3,-12l176,131r7,-8l191,115r10,-7l213,103r14,-4l237,99r18,-1l280,98r32,l403,98r,146xe" stroked="f">
              <v:path arrowok="t"/>
              <o:lock v:ext="edit" verticies="t"/>
            </v:shape>
            <v:shape id="_x0000_s1064" style="position:absolute;left:4349;top:2571;width:280;height:299" coordsize="559,598" path="m559,303r,-22l557,261r-2,-21l552,222r-3,-19l544,187r-5,-17l532,155,522,133,510,113,495,93,478,74,461,59,443,44,425,32,404,24,376,14,346,5,314,2,280,,248,2,220,5r-29,7l164,20,141,30,117,46,95,61,75,79,57,99,42,123,28,148,18,173r-8,29l3,234,,266r,33l,335r3,31l10,397r8,27l28,450r14,26l57,498r18,21l95,538r21,15l139,566r25,12l189,587r29,6l247,597r31,1l310,597r29,-4l367,587r27,-9l418,566r23,-13l463,538r20,-19l500,499r17,-23l529,452r11,-27l549,398r5,-30l557,336r2,-33xm440,299r-2,24l436,345r-3,20l428,385r-7,18l413,419r-9,15l394,447r-11,12l369,469r-13,10l342,486r-15,5l312,494r-17,4l278,498r-16,l245,494r-15,-3l215,486r-14,-7l188,469,176,459,164,447,154,434,144,419r-7,-16l131,385r-5,-20l122,345r-1,-24l119,298r2,-26l122,251r4,-21l131,210r5,-18l144,177r9,-16l163,148r11,-10l186,128r14,-9l213,113r15,-7l245,103r17,-2l278,99r19,2l312,103r17,3l344,113r13,6l371,128r12,10l394,150r10,13l414,177r7,16l428,212r5,18l436,252r2,22l440,299xe" stroked="f">
              <v:path arrowok="t"/>
              <o:lock v:ext="edit" verticies="t"/>
            </v:shape>
            <v:shape id="_x0000_s1065" style="position:absolute;left:3775;top:2576;width:279;height:289" coordsize="558,578" path="m558,578l558,,383,,279,393,175,,,,,578r109,l109,123,224,578r112,l450,123r,455l558,578xe" stroked="f">
              <v:path arrowok="t"/>
            </v:shape>
            <v:shape id="_x0000_s1066" style="position:absolute;left:3227;top:2571;width:235;height:299" coordsize="470,598" path="m470,400l356,388r-2,14l351,415r-5,12l341,439r-5,10l329,457r-7,9l316,472r-9,7l299,484r-10,5l279,493r-12,3l255,498r-12,1l230,499r-13,l205,498r-12,-2l181,494r-10,-3l161,486r-8,-5l146,476r-7,-7l133,464r-5,-7l124,450r-3,-8l119,435r-2,-8l117,420r,-10l121,402r3,-9l129,385r7,-7l146,372r12,-7l171,360r14,-4l205,350r27,-7l265,335r22,-5l307,323r20,-7l344,309r15,-8l374,294r12,-8l396,277r12,-11l420,252r8,-13l436,225r5,-15l447,195r1,-17l450,161r-2,-21l443,118,435,98,425,79,418,69r-8,-8l403,52,393,46,374,32,353,20,327,12,300,5,270,2,238,,211,,188,4,164,7r-21,5l124,19r-18,8l89,37,75,47,62,61,50,74,40,88r-7,15l27,119r-5,19l18,156r-1,19l134,180r4,-20l146,141r3,-6l154,128r5,-7l166,116r7,-5l180,108r8,-4l196,101r21,-3l240,96r24,2l285,103r9,1l304,108r8,5l319,118r8,7l332,133r4,10l337,153r,10l334,173r-7,9l321,188r-7,5l305,198r-10,5l282,207r-30,10l213,227r-40,10l139,247r-28,10l87,269,69,281,50,294,37,309,23,328r-5,10l13,348r-3,10l7,370,2,393,,420r2,12l2,444r3,12l7,467r5,12l17,491r5,10l28,513r7,10l44,533r8,8l62,550r10,8l82,565r12,6l106,577r13,5l133,587r15,3l163,593r33,4l232,598r26,-1l284,595r23,-3l329,585r20,-7l368,570r16,-10l400,548r15,-13l426,519r10,-16l447,486r8,-20l462,445r5,-21l470,400xe" stroked="f">
              <v:path arrowok="t"/>
            </v:shape>
            <v:shape id="_x0000_s1067" style="position:absolute;left:2654;top:2576;width:230;height:289" coordsize="458,578" path="m458,578l458,,344,,107,385,107,,,,,578r116,l349,200r,378l458,578xe" stroked="f">
              <v:path arrowok="t"/>
            </v:shape>
            <v:shape id="_x0000_s1068" style="position:absolute;left:1523;top:2571;width:270;height:299" coordsize="540,598" path="m251,375r,-98l,277,,508r20,18l45,541r28,15l107,571r34,12l176,592r18,1l211,597r19,l246,598r24,-1l292,595r20,-3l332,588r18,-5l371,577r16,-9l406,560r15,-10l436,538r15,-12l465,513r11,-14l486,484r11,-17l507,450r8,-16l522,415r5,-18l532,377r3,-19l539,338r1,-20l540,298r,-24l539,254r-4,-22l530,212r-5,-20l518,173r-6,-18l502,136r-9,-17l481,103,470,89,456,74,441,62,426,49,409,39,391,29,377,22,362,17,345,12,329,7,312,4,293,2,273,,253,,228,,203,4,179,7r-22,5l137,17r-18,8l102,35,85,46,72,57,58,71,47,84,36,99,26,114r-6,19l13,151,8,170r116,22l127,182r4,-10l136,161r5,-8l147,145r7,-7l161,131r8,-6l178,119r10,-5l198,109r10,-3l230,101r23,-2l272,101r18,2l307,106r15,7l337,119r13,9l364,136r12,12l386,161r8,14l403,192r6,17l414,227r4,20l419,269r,24l419,318r-1,22l414,361r-5,21l403,400r-9,17l386,434r-12,13l362,459r-12,10l335,477r-13,9l307,491r-17,3l273,498r-18,l236,498r-18,-4l199,489r-18,-5l164,476r-17,-9l132,459,117,449r,-74l251,375xe" stroked="f">
              <v:path arrowok="t"/>
            </v:shape>
            <v:shape id="_x0000_s1069" style="position:absolute;left:947;top:2576;width:270;height:289" coordsize="540,578" path="m329,578r,-243l540,,403,,267,229,134,,,,211,335r,243l329,578xe" stroked="f">
              <v:path arrowok="t"/>
            </v:shape>
            <v:shape id="_x0000_s1070" style="position:absolute;left:5524;top:2501;width:290;height:364" coordsize="581,729" path="m,729r127,l178,598r231,l456,729r125,l356,151r-125,l,729xm215,501l295,286r77,215l215,501xm362,118l307,,183,,292,118r70,xe" stroked="f">
              <v:path arrowok="t"/>
              <o:lock v:ext="edit" verticies="t"/>
            </v:shape>
            <v:shape id="_x0000_s1071" style="position:absolute;left:2090;top:2501;width:220;height:364" coordsize="439,729" path="m439,729r,-578l11,151r,98l322,249r,127l33,376r,98l322,474r,158l,632r,97l439,729xm292,118l236,,112,,221,118r71,xe" stroked="f">
              <v:path arrowok="t"/>
              <o:lock v:ext="edit" verticies="t"/>
            </v:shape>
            <v:shape id="_x0000_s1072" style="position:absolute;left:6101;top:3144;width:268;height:289" coordsize="537,578" path="m331,578l537,,410,,265,429,123,,,,207,578r124,xe" stroked="f">
              <v:path arrowok="t"/>
            </v:shape>
            <v:shape id="_x0000_s1073" style="position:absolute;left:5548;top:3144;width:220;height:289" coordsize="440,578" path="m440,578l440,,12,r,99l323,99r,128l34,227r,97l323,324r,157l,481r,97l440,578xe" stroked="f">
              <v:path arrowok="t"/>
            </v:shape>
            <v:shape id="_x0000_s1074" style="position:absolute;left:4933;top:3139;width:269;height:299" coordsize="539,598" path="m250,377r,-98l,279,,509r20,17l43,543r29,15l105,571r36,12l176,592r17,3l211,597r17,1l246,598r22,l290,597r20,-4l330,588r21,-5l369,576r18,-6l404,560r15,-9l436,540r14,-12l463,514r12,-13l487,486r10,-17l505,452r8,-18l520,415r5,-18l530,378r4,-20l537,338r2,-20l539,298r,-22l537,254r-3,-20l530,212r-7,-19l518,173r-8,-18l502,138,492,119,480,104,468,89,455,76,440,62,424,51,408,39,391,30,376,24,361,17,346,12,329,8,310,5,292,3,272,2,251,,226,2,201,3,178,7r-22,5l136,19r-19,8l100,35,84,45,70,57,57,71,45,84,35,99,25,116r-7,17l11,151,6,171r116,21l126,182r3,-11l134,163r7,-8l146,146r6,-8l161,131r7,-7l178,119r8,-5l196,111r10,-5l228,103r23,-2l272,101r16,3l305,108r15,5l335,119r14,9l362,138r12,12l384,161r10,16l401,192r7,16l413,229r3,20l418,271r1,21l418,318r-2,23l413,363r-5,20l401,402r-8,17l384,434r-12,13l361,459r-12,12l335,479r-15,7l305,491r-17,5l272,497r-19,2l235,497r-19,-1l198,491r-19,-7l163,477r-17,-8l131,459,117,449r,-72l250,377xe" stroked="f">
              <v:path arrowok="t"/>
            </v:shape>
            <v:shape id="_x0000_s1075" style="position:absolute;left:4369;top:3144;width:269;height:289" coordsize="539,578" path="m328,578r,-243l539,,403,,267,229,135,,,,212,336r,242l328,578xe" stroked="f">
              <v:path arrowok="t"/>
            </v:shape>
            <v:shape id="_x0000_s1076" style="position:absolute;left:3815;top:3144;width:222;height:289" coordsize="443,578" path="m443,578l443,,255,,208,2,168,4,138,5r-21,5l106,14,94,17,82,24,72,30,62,37,52,46,42,56,33,66,27,77,20,89r-7,14l8,116,5,130,3,146,2,161,,178r2,26l5,227r7,22l20,267r10,19l42,301r13,13l69,324r15,11l99,341r15,7l129,353r24,3l181,358r32,2l250,360r76,l326,578r117,xm326,99r,163l262,262r-30,l205,261r-20,-4l171,254r-12,-5l149,242r-8,-8l134,225r-6,-10l124,204r-2,-12l121,180r1,-15l126,151r5,-11l139,128r10,-9l161,111r12,-5l186,103r14,-2l218,99r24,l270,99r56,xe" stroked="f">
              <v:path arrowok="t"/>
              <o:lock v:ext="edit" verticies="t"/>
            </v:shape>
            <v:shape id="_x0000_s1077" style="position:absolute;left:3188;top:3144;width:261;height:289" coordsize="520,578" path="m520,578l520,,404,r,257l168,,11,,228,225,,578r151,l309,308r95,95l404,578r116,xe" stroked="f">
              <v:path arrowok="t"/>
            </v:shape>
            <v:shape id="_x0000_s1078" style="position:absolute;left:2668;top:3144;width:220;height:289" coordsize="440,578" path="m440,578l440,,11,r,99l324,99r,128l33,227r,97l324,324r,157l,481r,97l440,578xe" stroked="f">
              <v:path arrowok="t"/>
            </v:shape>
            <v:shape id="_x0000_s1079" style="position:absolute;left:2120;top:3144;width:229;height:289" coordsize="459,578" path="m287,578r,-479l459,99,459,,,,,99r172,l172,578r115,xe" stroked="f">
              <v:path arrowok="t"/>
            </v:shape>
            <v:shape id="_x0000_s1080" style="position:absolute;left:1543;top:3144;width:229;height:289" coordsize="458,578" path="m287,578r,-479l458,99,458,,,,,99r169,l169,578r118,xe" stroked="f">
              <v:path arrowok="t"/>
            </v:shape>
            <v:shape id="_x0000_s1081" style="position:absolute;left:934;top:3069;width:281;height:369" coordsize="560,737" path="m560,442r-1,-21l559,400r-4,-21l554,361r-5,-19l545,326r-5,-17l533,294,522,272,510,252,495,233,480,215,461,198,445,184,424,173,404,163,377,153r-30,-7l315,141r-35,-2l250,141r-30,3l191,151r-25,8l141,171r-24,13l95,201,77,220,58,240,43,262,30,287,18,314r-8,28l5,373,1,405,,440r1,33l5,505r5,31l18,564r12,27l42,615r16,23l75,658r20,19l117,694r22,13l164,717r27,9l218,732r30,4l278,737r32,-1l340,732r27,-6l394,717r25,-10l443,694r20,-17l483,658r19,-20l517,616r13,-25l540,566r9,-29l555,507r4,-32l560,442xm439,438r,24l436,484r-3,21l428,524r-7,18l414,559r-10,15l394,588r-12,12l371,610r-14,8l342,625r-13,6l312,635r-15,1l278,638r-17,-2l246,635r-16,-4l216,625r-15,-7l189,610,176,600,164,588,154,574r-8,-15l137,542r-6,-18l127,505r-5,-21l120,462r,-25l120,413r2,-24l125,369r6,-18l137,332r7,-16l154,302r10,-13l174,277r14,-10l199,258r15,-6l230,247r15,-4l261,240r17,l297,240r17,3l329,247r15,5l359,258r13,9l384,277r12,12l406,302r8,15l423,334r5,17l433,371r3,20l439,415r,23xm406,117l350,,235,,337,117r69,xm258,117l203,,89,r97,117l258,117xe" stroked="f">
              <v:path arrowok="t"/>
              <o:lock v:ext="edit" verticies="t"/>
            </v:shape>
            <v:shape id="_x0000_s1082" style="position:absolute;left:6090;top:3675;width:281;height:358" coordsize="561,716" path="m561,420r,-22l559,378r-2,-20l554,340r-3,-19l546,304r-5,-16l534,272,524,251,510,230,497,210,480,193,463,177,445,162,426,150r-20,-9l378,131r-30,-8l316,119r-34,-1l250,119r-28,4l193,130r-27,8l143,148r-24,15l97,178,77,197,59,219,44,240,30,266,20,293r-8,26l5,351,2,383,,417r2,35l5,484r7,30l20,543r10,25l44,593r15,22l77,637r20,19l118,671r23,13l166,696r25,8l220,711r28,3l280,716r31,-2l341,711r28,-7l396,696r24,-12l443,671r22,-15l485,637r17,-20l519,593r12,-23l542,543r9,-27l556,486r3,-32l561,420xm440,417r,23l438,462r-3,20l430,503r-7,18l415,536r-9,15l395,565r-11,12l371,587r-13,10l344,603r-15,5l314,612r-17,3l280,615r-16,l247,612r-15,-4l217,603r-14,-6l190,587,178,577,166,565,156,551,146,538r-7,-17l133,503r-5,-21l124,462r-1,-23l121,415r2,-25l124,368r4,-20l133,328r5,-17l146,294r8,-15l165,266r11,-10l188,246r13,-9l215,230r15,-6l247,220r15,-1l280,217r17,2l314,220r17,5l346,230r13,7l373,246r11,10l396,267r10,14l416,294r7,17l430,330r5,18l438,370r2,22l440,417xm420,94l420,,324,r,94l420,94xm250,94l250,,154,r,94l250,94xe" stroked="f">
              <v:path arrowok="t"/>
              <o:lock v:ext="edit" verticies="t"/>
            </v:shape>
            <v:shape id="_x0000_s1083" style="position:absolute;left:5567;top:3739;width:229;height:289" coordsize="459,578" path="m287,578r,-481l459,97,459,,,,,97r170,l170,578r117,xe" stroked="f">
              <v:path arrowok="t"/>
            </v:shape>
            <v:shape id="_x0000_s1084" style="position:absolute;left:4983;top:3739;width:231;height:289" coordsize="462,578" path="m462,578l462,,345,r,227l116,227,116,,,,,578r116,l116,324r229,l345,578r117,xe" stroked="f">
              <v:path arrowok="t"/>
            </v:shape>
            <v:shape id="_x0000_s1085" style="position:absolute;left:4368;top:3739;width:289;height:289" coordsize="579,578" path="m,578r127,l178,447r230,l456,578r123,l354,,231,,,578xm215,349l295,134r77,215l215,349xe" stroked="f">
              <v:path arrowok="t"/>
              <o:lock v:ext="edit" verticies="t"/>
            </v:shape>
            <v:shape id="_x0000_s1086" style="position:absolute;left:3820;top:3739;width:229;height:289" coordsize="459,578" path="m287,578r,-481l459,97,459,,,,,97r172,l172,578r115,xe" stroked="f">
              <v:path arrowok="t"/>
            </v:shape>
            <v:shape id="_x0000_s1087" style="position:absolute;left:3238;top:3739;width:229;height:289" coordsize="458,578" path="m458,578l458,,344,,107,386,107,,,,,578r117,l349,200r,378l458,578xe" stroked="f">
              <v:path arrowok="t"/>
            </v:shape>
            <v:shape id="_x0000_s1088" style="position:absolute;left:2642;top:3739;width:269;height:289" coordsize="539,578" path="m327,578r,-244l539,,403,,267,228,134,,,,211,334r,244l327,578xe" stroked="f">
              <v:path arrowok="t"/>
            </v:shape>
            <v:shape id="_x0000_s1089" style="position:absolute;left:2062;top:3734;width:280;height:299" coordsize="561,598" path="m561,302r,-22l560,260r-2,-20l555,222r-4,-19l546,186r-5,-16l534,154,524,133,511,112,497,92,481,75,464,59,445,44,427,32,407,23,378,13,348,5,316,1,283,,251,1,222,5r-28,7l167,20,143,30,120,45,98,60,78,79,59,101,44,122,31,148,21,175r-9,26l6,233,2,265,,299r2,35l6,366r6,30l21,425r10,25l44,475r15,22l78,519r20,19l118,553r24,13l167,578r25,8l220,593r29,3l281,598r30,-2l341,593r29,-7l397,578r23,-12l444,553r22,-15l486,519r16,-20l519,475r12,-23l543,425r8,-27l556,368r4,-32l561,302xm440,299r,23l439,344r-4,20l430,385r-6,18l415,418r-8,15l397,447r-12,12l372,469r-14,10l345,485r-15,5l314,494r-16,3l281,497r-17,l247,494r-15,-4l217,485r-13,-6l190,469,178,459,167,447,157,433,147,420r-7,-17l133,385r-5,-21l125,344r-2,-23l121,297r2,-25l125,250r3,-20l133,210r5,-17l147,176r8,-15l165,148r12,-10l189,128r13,-9l215,112r15,-6l247,102r17,-1l281,99r17,2l314,102r17,5l346,112r14,7l373,128r12,10l397,149r10,14l417,176r7,17l430,212r5,18l439,252r1,22l440,299xe" stroked="f">
              <v:path arrowok="t"/>
              <o:lock v:ext="edit" verticies="t"/>
            </v:shape>
            <v:shape id="_x0000_s1090" style="position:absolute;left:1541;top:3741;width:203;height:287" coordsize="407,573" path="m407,573l407,,291,r,475l,475r,98l407,573xe" stroked="f">
              <v:path arrowok="t"/>
            </v:shape>
            <v:shape id="_x0000_s1091" style="position:absolute;left:956;top:3734;width:252;height:299" coordsize="504,598" path="m113,375l,412r7,21l15,455r10,20l35,494r12,17l59,526r13,13l88,551r15,12l119,571r17,9l156,586r19,5l197,595r21,1l240,598r29,-2l296,593r25,-7l344,578r24,-12l390,553r20,-15l430,519r17,-20l462,475r13,-23l485,425r9,-27l499,368r3,-30l504,304r-2,-35l499,235r-5,-30l485,176,474,149,462,124,447,101,428,80,410,60,388,45,366,32,343,20,318,12,291,5,262,1,234,,207,1,183,3,160,8r-22,7l116,25,96,35,79,49,61,62,52,72,42,84,34,96r-7,11l20,121r-6,15l7,153,2,170r116,26l121,186r3,-11l128,166r5,-10l140,148r5,-9l153,133r7,-7l168,119r10,-5l187,109r10,-3l207,104r10,-3l229,101r10,-2l255,101r16,1l284,106r13,5l311,117r12,9l333,134r10,12l353,158r8,15l368,188r5,19l378,225r3,22l383,270r,26l383,321r-2,25l378,368r-5,22l368,408r-7,15l353,438r-9,14l334,462r-11,10l311,479r-12,6l286,490r-14,6l257,497r-15,l230,497r-12,-1l208,494r-10,-4l188,485r-8,-5l170,475r-9,-6l153,460r-7,-8l140,442r-7,-12l128,418r-5,-13l118,390r-5,-15xe" stroked="f">
              <v:path arrowok="t"/>
            </v:shape>
            <v:shape id="_x0000_s1092" style="position:absolute;left:6072;top:4281;width:260;height:289" coordsize="521,578" path="m521,578l521,,405,r,257l168,,12,,228,225,,578r151,l309,307r96,96l405,578r116,xe" stroked="f">
              <v:path arrowok="t"/>
            </v:shape>
            <v:rect id="_x0000_s1093" style="position:absolute;left:5626;top:4281;width:58;height:289" stroked="f"/>
            <v:shape id="_x0000_s1094" style="position:absolute;left:4971;top:4283;width:203;height:287" coordsize="407,573" path="m407,573l407,,291,r,475l,475r,98l407,573xe" stroked="f">
              <v:path arrowok="t"/>
            </v:shape>
            <v:shape id="_x0000_s1095" style="position:absolute;left:4415;top:4281;width:220;height:289" coordsize="440,578" path="m440,578l440,,11,r,97l322,97r,130l33,227r,97l322,324r,156l,480r,98l440,578xe" stroked="f">
              <v:path arrowok="t"/>
            </v:shape>
            <v:shape id="_x0000_s1096" style="position:absolute;left:3834;top:4281;width:228;height:289" coordsize="457,578" path="m457,578l457,,344,,107,386,107,,,,,578r116,l349,201r,377l457,578xe" stroked="f">
              <v:path arrowok="t"/>
            </v:shape>
            <v:shape id="_x0000_s1097" style="position:absolute;left:3236;top:4276;width:252;height:299" coordsize="504,598" path="m113,376l,411r7,24l15,455r11,20l36,494r10,17l59,526r14,13l88,553r15,10l120,573r16,6l155,586r20,5l195,595r22,3l240,598r29,-2l296,593r25,-7l345,578r23,-10l390,554r20,-17l430,519r17,-20l462,477r12,-25l486,426r6,-28l499,369r3,-32l504,304r-2,-35l499,237r-7,-32l486,176,474,149,462,124,447,100,429,80,410,62,388,45,366,32,343,20,318,11,291,5,262,1,234,,207,1,183,5r-23,5l138,16r-22,9l96,35,78,48,61,64,51,74,42,84,34,95r-7,14l19,122r-5,15l7,153,2,169r116,27l120,186r5,-10l128,166r5,-8l140,148r5,-7l153,132r7,-6l168,121r9,-7l187,111r10,-4l207,104r10,-2l227,100r12,l256,100r13,2l284,107r14,5l309,117r12,9l333,136r10,10l353,159r8,14l368,190r5,16l378,227r4,20l383,270r,25l383,322r-1,24l378,369r-5,21l368,408r-7,17l353,440r-8,12l335,462r-12,10l311,480r-12,7l286,492r-14,3l257,497r-15,2l230,497r-11,l209,494r-10,-4l188,487r-10,-5l170,475r-8,-7l153,460r-7,-8l140,442r-7,-12l126,418r-5,-13l118,391r-5,-15xe" stroked="f">
              <v:path arrowok="t"/>
            </v:shape>
            <v:shape id="_x0000_s1098" style="position:absolute;left:2656;top:4276;width:270;height:299" coordsize="541,598" path="m252,376r,-97l,279,,509r20,17l46,542r28,16l106,571r35,12l176,591r17,4l212,596r17,2l247,598r22,l291,596r20,-3l331,588r20,-5l370,576r18,-7l405,559r17,-10l437,539r13,-12l464,514r11,-14l487,485r10,-17l506,452r8,-19l521,415r6,-19l531,378r5,-20l537,337r2,-20l541,297r-2,-22l537,253r-3,-21l531,211r-5,-18l519,173r-8,-19l502,137,492,119,480,104,469,89,455,75,442,62,425,50,410,38,391,30,378,23,363,16,346,11,329,8,311,5,292,3,274,1,254,,227,1,202,3,180,6r-22,5l138,18r-20,9l101,35,86,45,71,57,57,70,46,84,35,99r-8,17l19,132r-7,19l7,171r116,20l126,181r5,-10l136,163r5,-9l146,146r7,-9l161,131r9,-7l178,119r9,-5l197,109r10,-3l229,102r25,-2l272,100r17,4l306,107r17,5l336,119r15,8l363,137r12,12l385,161r10,15l401,191r7,17l413,228r4,20l420,270r,22l420,317r-3,24l413,363r-5,20l401,401r-6,17l385,433r-10,14l363,458r-14,12l336,479r-15,6l306,490r-17,5l272,497r-18,2l237,497r-19,-2l200,490r-18,-6l163,477r-17,-9l131,458,118,448r,-72l252,376xe" stroked="f">
              <v:path arrowok="t"/>
            </v:shape>
            <v:shape id="_x0000_s1099" style="position:absolute;left:1509;top:4281;width:259;height:289" coordsize="519,578" path="m519,578l519,,274,,230,1,193,5r-30,5l139,17r-10,3l119,25r-8,7l101,37r-7,8l86,54r-7,8l72,70,65,82,60,92r-3,10l54,114r-5,24l47,163r,15l49,193r3,15l57,222r5,13l69,247r7,12l86,270r10,10l106,289r13,8l133,304r15,7l163,316r18,3l200,322r-19,12l165,346r-16,13l136,371r-12,17l107,408,91,435,71,465,,578r139,l223,452r22,-30l262,398r13,-18l285,368r9,-9l302,353r9,-5l321,343r10,-2l344,339r17,-1l379,338r24,l403,578r116,xm403,245r-87,l279,243r-31,l227,240r-15,-2l201,233r-8,-5l185,222r-7,-9l173,203r-3,-10l168,183r-2,-14l168,156r3,-13l176,132r7,-10l191,114r10,-7l213,104r14,-3l237,99r18,l280,99r32,-2l403,97r,148xe" stroked="f">
              <v:path arrowok="t"/>
              <o:lock v:ext="edit" verticies="t"/>
            </v:shape>
            <v:shape id="_x0000_s1100" style="position:absolute;left:923;top:4281;width:289;height:289" coordsize="579,578" path="m,578r126,l176,447r232,l455,578r124,l354,,230,,,578xm213,349l294,136r77,213l213,349xe" stroked="f">
              <v:path arrowok="t"/>
              <o:lock v:ext="edit" verticies="t"/>
            </v:shape>
            <v:shape id="_x0000_s1101" style="position:absolute;left:2052;top:4205;width:280;height:370" coordsize="561,739" path="m561,443r-2,-22l559,401r-3,-20l554,362r-3,-18l546,327r-5,-17l534,295,524,273,511,253,497,235,481,216,464,199,445,186,425,174,405,164,378,154r-30,-7l316,142r-35,-1l250,142r-30,4l193,152r-26,9l141,173r-23,13l98,203,78,221,59,241,44,263,31,289,19,315r-9,29l5,374,2,406,,441r2,34l5,507r5,30l19,566r12,27l44,616r15,24l76,660r20,18l118,695r23,14l165,719r27,8l219,734r30,3l279,739r32,-2l341,734r27,-7l395,719r25,-10l444,695r21,-17l484,660r18,-20l517,618r14,-25l541,567r8,-28l556,509r3,-32l561,443xm440,440r,23l437,485r-4,22l428,525r-5,19l415,561r-10,15l395,589r-12,12l371,611r-13,9l345,626r-16,5l313,636r-15,2l281,640r-19,-2l247,636r-15,-3l217,626r-14,-6l190,611,177,601,165,589,155,576r-9,-15l138,544r-5,-19l128,507r-3,-22l121,463r,-25l121,415r2,-24l128,371r3,-20l138,334r7,-17l155,304r10,-14l175,278r13,-10l202,260r13,-7l230,248r15,-3l262,241r19,l298,241r16,4l329,248r16,5l360,260r13,8l385,278r12,12l407,304r8,15l423,336r7,16l433,373r4,20l440,416r,24xm353,119l298,,173,,282,119r71,xe" stroked="f">
              <v:path arrowok="t"/>
              <o:lock v:ext="edit" verticies="t"/>
            </v:shape>
            <v:shape id="_x0000_s1102" style="position:absolute;left:6088;top:4862;width:279;height:289" coordsize="557,578" path="m557,578l557,,383,,277,394,175,,,,,578r107,l107,124,222,578r112,l448,124r,454l557,578xe" stroked="f">
              <v:path arrowok="t"/>
            </v:shape>
            <v:shape id="_x0000_s1103" style="position:absolute;left:4981;top:4865;width:203;height:286" coordsize="407,573" path="m407,573l407,,291,r,475l,475r,98l407,573xe" stroked="f">
              <v:path arrowok="t"/>
            </v:shape>
            <v:shape id="_x0000_s1104" style="position:absolute;left:4401;top:4862;width:230;height:289" coordsize="460,578" path="m289,578r,-479l460,99,460,,,,,99r171,l171,578r118,xe" stroked="f">
              <v:path arrowok="t"/>
            </v:shape>
            <v:shape id="_x0000_s1105" style="position:absolute;left:3751;top:4862;width:378;height:289" coordsize="757,578" path="m619,578l757,,638,,552,398,446,,307,,206,405,117,,,,141,578r122,l379,146,493,578r126,xe" stroked="f">
              <v:path arrowok="t"/>
            </v:shape>
            <v:shape id="_x0000_s1106" style="position:absolute;left:3246;top:4865;width:203;height:286" coordsize="406,573" path="m406,573l406,,290,r,475l,475r,98l406,573xe" stroked="f">
              <v:path arrowok="t"/>
            </v:shape>
            <v:shape id="_x0000_s1107" style="position:absolute;left:2683;top:4862;width:219;height:289" coordsize="438,578" path="m438,578l438,,10,r,99l322,99r,127l32,226r,98l322,324r,156l,480r,98l438,578xe" stroked="f">
              <v:path arrowok="t"/>
            </v:shape>
            <v:shape id="_x0000_s1108" style="position:absolute;left:2106;top:4857;width:235;height:299" coordsize="471,599" path="m471,400l356,390r-1,14l351,417r-5,12l341,439r-5,10l330,459r-7,9l316,474r-8,7l299,486r-10,3l279,495r-12,1l256,500r-12,l230,501r-13,l205,500r-11,-2l182,495r-10,-4l162,488r-9,-5l147,476r-7,-5l133,464r-3,-6l125,451r-4,-7l120,437r-2,-8l118,421r,-10l121,402r4,-8l130,387r6,-8l147,374r11,-7l172,362r13,-5l205,352r27,-7l266,337r22,-7l308,323r20,-7l345,310r15,-7l375,295r12,-7l397,279r11,-13l420,254r9,-13l437,226r5,-15l447,195r2,-16l450,162r-1,-22l444,120r-9,-20l425,79r-6,-8l410,63r-7,-9l395,46,375,32,353,21,328,12,301,6,271,2,239,,212,2,189,4,165,7r-22,7l125,21r-19,6l89,37,76,49,63,61,51,74,41,90r-7,15l27,121r-5,17l19,157r-2,20l135,182r5,-22l147,143r3,-8l155,128r5,-5l167,118r6,-5l180,110r9,-4l197,103r20,-3l241,98r23,2l286,103r10,3l304,110r9,3l319,118r9,9l333,135r5,8l338,155r,10l335,174r-7,8l321,190r-7,4l306,199r-10,5l283,209r-31,10l214,229r-41,10l140,249r-29,10l88,269,69,281,53,295,37,311,24,328r-5,10l14,348r-3,10l7,370,2,394,,421r2,11l2,446r3,12l9,469r3,12l17,491r5,12l29,513r7,12l44,535r9,8l63,552r10,8l83,567r11,5l106,579r14,5l133,587r15,3l163,594r34,5l232,599r27,l284,595r24,-3l330,587r20,-7l368,570r17,-10l400,548r15,-13l427,520r12,-15l447,486r8,-18l462,447r5,-23l471,400xe" stroked="f">
              <v:path arrowok="t"/>
            </v:shape>
            <v:shape id="_x0000_s1109" style="position:absolute;left:1521;top:4862;width:235;height:289" coordsize="470,578" path="m470,578r,-105l166,99r269,l435,,14,r,90l329,480,,480r,98l470,578xe" stroked="f">
              <v:path arrowok="t"/>
            </v:shape>
            <v:shape id="_x0000_s1110" style="position:absolute;left:929;top:4862;width:260;height:289" coordsize="521,578" path="m521,578l521,,403,r,257l168,,12,,229,225,,578r150,l309,307r94,96l403,578r118,xe" stroked="f">
              <v:path arrowok="t"/>
            </v:shape>
            <v:shape id="_x0000_s1111" style="position:absolute;left:5554;top:4787;width:230;height:369" coordsize="460,740" path="m460,152r-117,l343,466r,33l343,526r-2,22l339,562r-5,16l326,594r-10,13l304,619r-8,5l289,629r-10,3l270,636r-20,3l227,641r-24,-2l183,636r-8,-4l166,629r-8,-4l151,620,139,609r-8,-12l124,583r-3,-13l119,553r-1,-22l116,504r,-31l116,152,,152,,456r,48l2,545r3,32l9,602r6,22l22,642r10,17l44,676r13,13l74,701r18,12l113,723r21,7l161,736r29,2l223,740r39,-2l296,735r15,-2l324,730r14,-5l348,721r20,-10l386,699r17,-13l416,671r11,-15l437,641r6,-17l448,607r5,-27l457,545r1,-39l460,461r,-309xm301,120l247,,123,,232,120r69,xe" stroked="f">
              <v:path arrowok="t"/>
              <o:lock v:ext="edit" verticies="t"/>
            </v:shape>
            <v:shape id="_x0000_s1112" style="position:absolute;left:6090;top:5387;width:281;height:357" coordsize="561,716" path="m561,420r,-22l559,378r-2,-20l554,340r-3,-19l546,304r-5,-17l534,272,524,251,510,230,497,212,480,193,463,177,445,163,426,151,406,141,378,131r-30,-7l316,119r-34,-1l250,119r-28,4l193,130r-27,8l143,150r-24,13l97,178,77,197,59,219,44,240,30,266,20,293r-8,28l5,351,2,383,,419r2,33l5,484r7,30l20,543r10,25l44,593r15,24l77,637r20,18l118,671r23,15l166,696r25,8l220,711r28,3l280,716r31,-2l341,711r28,-7l396,696r24,-10l443,672r22,-17l485,637r17,-20l519,593r12,-23l542,543r9,-27l556,486r3,-32l561,420xm440,417r,23l438,462r-3,22l430,503r-7,18l415,538r-9,13l395,565r-12,12l371,588r-13,9l344,603r-15,5l314,613r-17,2l280,617r-16,-2l247,613r-15,-5l217,603r-14,-6l190,588,178,578,166,566,156,553,146,538r-7,-17l133,503r-5,-19l124,462r-1,-23l121,415r2,-23l124,368r4,-20l133,328r5,-17l146,294r8,-15l165,267r11,-11l188,245r13,-8l215,230r15,-5l247,220r15,-1l280,219r17,l314,220r17,5l346,230r13,7l373,245r11,11l396,267r10,14l416,296r7,15l430,329r5,21l438,370r2,22l440,417xm420,94l420,,324,r,94l420,94xm250,94l250,,154,r,94l250,94xe" stroked="f">
              <v:path arrowok="t"/>
              <o:lock v:ext="edit" verticies="t"/>
            </v:shape>
            <v:shape id="_x0000_s1113" style="position:absolute;left:5534;top:5450;width:230;height:289" coordsize="460,578" path="m289,578r,-481l460,97,460,,,,,97r171,l171,578r118,xe" stroked="f">
              <v:path arrowok="t"/>
            </v:shape>
            <v:shape id="_x0000_s1114" style="position:absolute;left:4925;top:5450;width:271;height:289" coordsize="540,578" path="m329,578r,-244l540,,404,,268,228,134,,,,213,336r,242l329,578xe" stroked="f">
              <v:path arrowok="t"/>
            </v:shape>
            <v:shape id="_x0000_s1115" style="position:absolute;left:4406;top:5450;width:220;height:289" coordsize="442,578" path="m442,578l442,,255,,207,,166,2,138,5,116,8r-12,5l93,17,81,23,71,30,61,37,51,45,42,55,34,65,25,77,19,89r-7,13l9,116,4,129,2,144,,161r,17l,203r5,24l10,249r9,18l29,284r12,15l54,312r13,12l83,334r15,7l113,348r15,3l151,356r29,2l212,359r37,l326,359r,219l442,578xm326,97r,165l262,262r-32,l203,260r-20,-3l170,252r-12,-5l148,242r-8,-9l133,225r-5,-10l123,203r-2,-12l119,180r2,-15l124,151r6,-13l138,128r10,-11l160,111r11,-5l185,102r13,-1l217,99r23,-2l269,97r57,xe" stroked="f">
              <v:path arrowok="t"/>
              <o:lock v:ext="edit" verticies="t"/>
            </v:shape>
            <v:shape id="_x0000_s1116" style="position:absolute;left:3815;top:5450;width:220;height:289" coordsize="438,578" path="m438,578l438,,10,r,97l322,97r,130l32,227r,95l322,322r,158l,480r,98l438,578xe" stroked="f">
              <v:path arrowok="t"/>
            </v:shape>
            <v:shape id="_x0000_s1117" style="position:absolute;left:3199;top:5450;width:261;height:289" coordsize="520,578" path="m520,578l520,,273,,231,2,194,3,164,8r-25,7l129,20r-10,5l110,30r-8,7l94,45r-9,7l78,62r-6,8l67,81,62,92r-5,10l53,114r-5,24l47,163r1,15l50,193r2,15l57,222r5,13l68,247r9,12l85,269r10,10l107,289r12,8l132,304r15,7l164,316r17,3l199,322r-18,12l164,346r-13,12l137,371r-13,17l109,408,90,433,70,465,,578r139,l224,452r21,-30l261,396r14,-16l285,368r8,-9l302,353r10,-5l320,343r10,-2l344,338r16,l379,336r23,l402,578r118,xm402,245r-85,l278,244r-30,-2l226,240r-15,-3l201,233r-8,-5l186,222r-7,-9l174,203r-3,-10l167,181r,-11l167,156r4,-13l176,133r7,-10l191,114r10,-7l213,102r13,-3l238,99r17,l280,97r32,l402,97r,148xe" stroked="f">
              <v:path arrowok="t"/>
              <o:lock v:ext="edit" verticies="t"/>
            </v:shape>
            <v:shape id="_x0000_s1118" style="position:absolute;left:2669;top:5445;width:252;height:299" coordsize="504,598" path="m113,376l,411r7,24l15,455r9,20l36,494r10,17l59,526r14,13l86,553r17,10l120,573r16,7l155,586r20,5l195,595r22,1l240,598r29,-2l296,593r25,-7l345,578r23,-10l390,554r20,-17l429,519r18,-20l462,477r12,-25l484,427r8,-29l499,369r3,-31l504,304r-2,-35l499,237r-7,-32l484,176,474,149,462,124,447,101,429,80,410,62,388,45,366,32,343,20,318,12,291,5,262,1,234,,207,1,183,5r-23,5l136,17r-20,8l96,35,78,49,61,64,51,72,42,84,34,96r-7,11l19,122r-7,14l7,153,2,169r116,27l120,186r3,-10l128,166r5,-10l138,148r7,-7l151,133r9,-7l168,119r9,-5l187,111r10,-5l207,104r10,-2l227,101r12,l254,101r15,1l284,106r14,5l309,117r12,9l333,136r10,10l353,158r8,15l368,188r5,18l378,227r2,20l383,270r,26l383,322r-3,24l378,369r-5,21l368,408r-7,17l353,438r-10,14l333,462r-10,10l311,480r-12,7l286,492r-15,3l257,497r-15,2l230,497r-11,-2l209,494r-10,-4l188,487r-10,-5l170,475r-8,-6l153,460r-7,-8l140,442r-7,-12l126,418r-5,-13l118,391r-5,-15xe" stroked="f">
              <v:path arrowok="t"/>
            </v:shape>
            <v:shape id="_x0000_s1119" style="position:absolute;left:2115;top:5445;width:251;height:299" coordsize="502,598" path="m112,376l,411r7,24l15,455r8,20l34,494r11,17l57,526r15,13l86,553r15,10l117,573r19,7l154,586r21,5l195,595r22,1l240,598r27,-2l294,593r25,-7l344,578r24,-10l389,554r21,-17l428,519r17,-20l460,477r13,-25l483,427r9,-29l499,369r3,-31l502,304r,-35l499,237r-7,-32l483,176,473,149,460,124,445,101,428,80,408,62,388,45,366,32,342,20,317,12,290,5,262,1,232,,206,1,181,5r-23,5l136,17r-20,8l96,35,77,49,60,64,50,72,42,84,34,96r-9,11l18,122r-6,14l7,153,2,169r114,27l119,186r3,-10l128,166r5,-10l138,148r6,-7l151,133r8,-7l168,119r8,-5l186,111r9,-5l205,104r12,-2l227,101r11,l253,101r16,1l282,106r13,5l309,117r12,9l332,136r10,10l351,158r8,15l366,188r7,18l376,227r3,20l381,270r2,26l381,322r-2,24l376,369r-3,21l368,408r-7,17l353,438r-11,14l332,462r-10,10l311,480r-14,7l284,492r-14,3l255,497r-15,2l228,497r-10,-2l208,494r-10,-4l188,487r-10,-5l170,475r-9,-6l153,460r-9,-8l138,442r-5,-12l126,418r-5,-13l116,391r-4,-15xe" stroked="f">
              <v:path arrowok="t"/>
            </v:shape>
            <v:shape id="_x0000_s1120" style="position:absolute;left:1556;top:5450;width:219;height:289" coordsize="438,578" path="m438,578l438,,10,r,97l322,97r,130l32,227r,95l322,322r,158l,480r,98l438,578xe" stroked="f">
              <v:path arrowok="t"/>
            </v:shape>
            <v:shape id="_x0000_s1121" style="position:absolute;left:995;top:5453;width:203;height:286" coordsize="407,573" path="m407,573l407,,289,r,475l,475r,98l407,573xe" stroked="f">
              <v:path arrowok="t"/>
            </v:shape>
            <v:shape id="_x0000_s1122" style="position:absolute;left:6111;top:6025;width:222;height:289" coordsize="443,578" path="m443,578l443,,255,,208,2,168,4,138,5r-21,5l106,14,94,19,82,24,72,30,62,37,52,46,42,56,34,66,27,78,20,89r-7,14l8,116,5,131,3,146,2,162,,178r2,26l5,227r7,22l20,267r10,19l42,301r13,13l69,325r15,10l99,343r15,5l129,353r24,3l181,358r32,2l250,362r76,l326,578r117,xm326,99r,163l262,262r-30,l205,261r-20,-4l171,254r-12,-5l149,242r-8,-8l134,225r-6,-10l124,204r-3,-12l121,180r2,-15l126,151r5,-11l139,128r10,-8l159,111r14,-5l186,103r14,-2l218,99r24,l270,99r56,xe" stroked="f">
              <v:path arrowok="t"/>
              <o:lock v:ext="edit" verticies="t"/>
            </v:shape>
            <v:shape id="_x0000_s1123" style="position:absolute;left:5542;top:6025;width:219;height:289" coordsize="438,578" path="m438,578l438,,10,r,99l322,99r,128l32,227r,98l322,325r,156l,481r,97l438,578xe" stroked="f">
              <v:path arrowok="t"/>
            </v:shape>
            <v:shape id="_x0000_s1124" style="position:absolute;left:4902;top:6025;width:259;height:289" coordsize="518,578" path="m518,578l518,,273,,231,2,194,5r-30,5l139,17r-10,3l119,25r-9,7l102,39r-8,7l85,54r-7,8l72,72,67,83,62,93r-5,10l53,115r-5,23l47,163r1,15l50,193r2,16l57,222r5,13l68,247r9,12l85,271r10,10l107,289r12,9l132,304r15,7l164,316r17,5l199,323r-18,12l164,346r-13,14l137,372r-13,16l109,409,90,435,70,466,,578r139,l223,452r22,-30l261,398r14,-18l285,368r8,-8l302,353r10,-5l320,345r10,-4l344,340r17,-2l379,338r23,l402,578r116,xm402,246r-85,l278,246r-30,-2l226,241r-15,-2l201,234r-8,-5l186,222r-7,-8l174,205r-5,-12l167,183r,-13l167,157r4,-12l176,133r7,-10l191,115r10,-6l213,104r13,-3l236,99r19,l280,99r32,l402,99r,147xe" stroked="f">
              <v:path arrowok="t"/>
              <o:lock v:ext="edit" verticies="t"/>
            </v:shape>
            <v:shape id="_x0000_s1125" style="position:absolute;left:4396;top:6021;width:251;height:298" coordsize="502,596" path="m113,375l,410r7,23l15,454r9,20l34,492r11,17l57,524r15,15l86,551r15,10l118,571r18,7l155,585r20,5l195,593r22,3l240,596r27,-1l294,591r25,-5l344,576r24,-10l390,553r20,-17l428,517r17,-20l460,475r14,-25l484,425r8,-29l497,368r5,-32l502,302r,-33l497,235r-5,-32l484,175,474,148,460,123,445,99,428,79,408,60,388,44,366,30,343,18,317,10,291,3,262,,232,,207,,181,3,158,8r-22,7l116,23,96,33,77,47,61,62,50,72,42,82,34,94r-9,13l19,121r-7,15l7,151,2,168r114,28l119,185r4,-10l128,165r5,-9l138,148r6,-9l151,131r9,-7l168,119r8,-5l186,109r9,-3l205,102r12,-1l227,99r12,l254,99r15,3l282,106r14,5l309,117r12,7l333,134r10,10l351,158r8,13l366,188r7,17l376,225r4,22l381,269r2,25l381,321r-1,23l376,368r-3,20l368,406r-7,17l353,438r-10,12l333,462r-11,8l311,479r-14,6l284,491r-14,3l255,496r-15,1l228,497r-10,-1l208,492r-10,-3l188,485r-10,-5l170,474r-9,-7l153,459r-9,-9l138,440r-5,-10l126,417r-5,-14l116,390r-3,-15xe" stroked="f">
              <v:path arrowok="t"/>
            </v:shape>
            <v:shape id="_x0000_s1126" style="position:absolute;left:3841;top:6025;width:198;height:289" coordsize="397,578" path="m397,578l397,,,,,99r279,l279,235r-242,l37,333r242,l279,578r118,xe" stroked="f">
              <v:path arrowok="t"/>
            </v:shape>
            <v:shape id="_x0000_s1127" style="position:absolute;left:3212;top:6025;width:279;height:289" coordsize="557,578" path="m557,578l557,,383,,278,395,174,,,,,578r107,l107,125,223,578r112,l450,125r,453l557,578xe" stroked="f">
              <v:path arrowok="t"/>
            </v:shape>
            <v:shape id="_x0000_s1128" style="position:absolute;left:2117;top:6028;width:203;height:286" coordsize="407,573" path="m407,573l407,,291,r,476l,476r,97l407,573xe" stroked="f">
              <v:path arrowok="t"/>
            </v:shape>
            <v:shape id="_x0000_s1129" style="position:absolute;left:1528;top:6025;width:268;height:289" coordsize="537,578" path="m330,578l537,,411,,265,429,122,,,,206,578r124,xe" stroked="f">
              <v:path arrowok="t"/>
            </v:shape>
            <v:shape id="_x0000_s1130" style="position:absolute;left:941;top:6025;width:290;height:289" coordsize="579,578" path="m,578r126,l176,447r232,l455,578r124,l354,,230,,,578xm215,350l294,136r77,214l215,350xe" stroked="f">
              <v:path arrowok="t"/>
              <o:lock v:ext="edit" verticies="t"/>
            </v:shape>
            <v:shape id="_x0000_s1131" style="position:absolute;left:2674;top:5950;width:231;height:369" coordsize="462,737" path="m462,149r-117,l345,463r,34l343,524r,22l341,559r-5,17l328,591r-10,14l304,616r-6,5l289,626r-8,4l271,633r-20,4l227,638r-22,-1l185,633r-10,-3l167,626r-7,-3l153,618,141,606r-8,-11l126,583r-3,-15l120,551r,-22l118,502r,-32l118,149,,149,,453r2,49l4,542r3,32l11,601r5,20l24,640r10,17l46,674r13,13l74,699r19,11l113,721r23,6l162,734r30,2l224,737r40,-1l298,732r15,-1l326,727r12,-5l350,719r20,-10l388,697r15,-13l417,668r12,-15l439,638r6,-17l450,605r5,-27l459,544r2,-40l462,458r,-309xm303,117l249,,125,,232,117r71,xe" stroked="f">
              <v:path arrowok="t"/>
              <o:lock v:ext="edit" verticies="t"/>
            </v:shape>
            <v:shape id="_x0000_s1132" style="position:absolute;left:2576;top:7332;width:208;height:259" coordsize="414,519" path="m414,519l414,,309,r,204l104,204,104,,,,,519r104,l104,293r205,l309,519r105,xe" stroked="f">
              <v:path arrowok="t"/>
            </v:shape>
            <v:shape id="_x0000_s1133" style="position:absolute;left:2288;top:7264;width:260;height:327" coordsize="521,655" path="m,655r114,l160,538r208,l410,655r111,l319,136r-111,l,655xm193,450l265,257r69,193l193,450xm324,106l275,,165,r97,106l324,106xe" stroked="f">
              <v:path arrowok="t"/>
              <o:lock v:ext="edit" verticies="t"/>
            </v:shape>
            <v:shape id="_x0000_s1134" style="position:absolute;left:2052;top:7332;width:207;height:259" coordsize="413,519" path="m413,519l413,,311,,99,346,99,,,,,519r106,l316,180r,339l413,519xe" stroked="f">
              <v:path arrowok="t"/>
            </v:shape>
            <v:shape id="_x0000_s1135" style="position:absolute;left:1781;top:7332;width:244;height:259" coordsize="487,519" path="m295,519r,-218l487,,362,,240,205,121,,,,191,301r,218l295,519xe" stroked="f">
              <v:path arrowok="t"/>
            </v:shape>
            <v:shape id="_x0000_s1136" style="position:absolute;left:1514;top:7264;width:252;height:331" coordsize="503,664" path="m503,398r-1,-37l497,326r-4,-17l490,294r-5,-15l480,266,470,245,458,227,445,210,431,193,414,180,399,166,381,156r-17,-8l339,138r-27,-7l282,128r-30,-2l223,128r-25,3l173,136r-25,9l126,155r-20,11l85,182,69,198,52,217,38,237,27,259,17,282,8,309,3,336,,365r,32l,427r3,29l8,482r9,27l25,533r12,22l52,575r15,18l85,610r19,15l126,637r22,10l171,654r25,7l223,664r27,l278,664r27,-3l331,654r23,-7l376,637r22,-12l416,610r19,-17l451,575r14,-20l477,533r10,-24l493,484r5,-27l502,429r1,-31xm394,395r,22l393,437r-4,19l384,472r-5,17l372,504r-8,14l354,529r-10,11l332,550r-12,6l309,563r-14,5l280,571r-13,4l250,575r-15,l221,571r-15,-3l193,563r-12,-5l169,550,158,540,148,529,137,518r-6,-14l124,489r-7,-17l114,456r-3,-19l109,415r-2,-22l109,372r2,-21l112,333r5,-17l122,299r7,-13l137,272r9,-11l158,251r10,-11l179,234r14,-7l206,222r14,-3l235,217r15,l267,217r15,2l295,222r14,5l322,234r12,8l346,251r10,10l364,272r8,14l379,301r5,15l389,335r4,18l394,373r,22xm315,106l267,,154,r98,106l315,106xe" stroked="f">
              <v:path arrowok="t"/>
              <o:lock v:ext="edit" verticies="t"/>
            </v:shape>
            <v:shape id="_x0000_s1137" style="position:absolute;left:1239;top:7332;width:234;height:259" coordsize="468,519" path="m468,519l468,,247,,208,,175,4,148,7r-22,7l108,22,92,34,77,47,66,64,55,83r-6,18l44,123r-2,22l44,160r1,13l47,187r5,12l55,210r7,12l69,232r8,10l86,251r10,8l108,267r11,5l133,279r15,5l163,288r17,1l163,301r-14,10l136,323r-12,12l113,348,97,367,82,390,64,419,,519r126,l202,407r18,-29l235,356r14,-15l257,330r8,-7l272,316r8,-3l289,308r10,-2l311,304r13,-1l341,303r22,l363,519r105,xm363,219r-78,l250,219r-27,l203,215r-12,-1l181,209r-6,-4l168,199r-7,-7l156,183r-3,-10l151,163r,-12l151,140r4,-12l160,118r5,-9l173,103r8,-7l193,93r12,-4l213,89r17,-1l252,88r28,l363,88r,131xe" stroked="f">
              <v:path arrowok="t"/>
              <o:lock v:ext="edit" verticies="t"/>
            </v:shape>
            <v:shape id="_x0000_s1138" style="position:absolute;left:976;top:7332;width:261;height:259" coordsize="522,519" path="m,519r114,l159,402r208,l411,519r111,l319,,208,,,519xm194,314l265,121r70,193l194,314xe" stroked="f">
              <v:path arrowok="t"/>
              <o:lock v:ext="edit" verticies="t"/>
            </v:shape>
            <v:shape id="_x0000_s1139" style="position:absolute;left:770;top:7328;width:186;height:263" coordsize="373,525" path="m145,391r91,l236,376r,-8l236,347r-4,-20l227,310r-5,-15l212,280,200,265,183,248,163,231,143,215,128,203,118,193r-7,-9l106,176r-5,-8l100,157,98,147r2,-15l105,121r6,-14l121,97r12,-8l148,82r17,-5l183,77r19,l219,82r15,7l247,97r12,13l269,126r7,16l283,164r90,-12l372,137r-4,-15l365,107,358,94,351,80,341,68,331,57,319,45,306,35,293,25,278,18,262,11,246,6,227,3,209,1,189,,167,1,148,3,128,6r-17,5l95,18,79,25,64,35,51,45,39,57,29,68,21,80,14,94,9,107,4,121,2,136,,149r2,17l6,181r6,17l19,211r13,17l49,247r22,21l100,292r13,13l125,315r8,11l138,334r4,10l143,357r2,16l145,391xm236,525r,-99l136,426r,99l236,525xe" stroked="f">
              <v:path arrowok="t"/>
              <o:lock v:ext="edit" verticies="t"/>
            </v:shape>
            <v:shape id="_x0000_s1140" style="position:absolute;left:2576;top:7332;width:208;height:259" coordsize="414,519" path="m414,519l414,,309,r,204l104,204,104,,,,,519r104,l104,293r205,l309,519r105,xe" filled="f" strokecolor="#1f1a17" strokeweight="1e-4mm">
              <v:path arrowok="t"/>
            </v:shape>
            <v:shape id="_x0000_s1141" style="position:absolute;left:2288;top:7332;width:260;height:259" coordsize="521,519" path="m,519r114,l160,402r208,l410,519r111,l319,,208,,,519xe" filled="f" strokecolor="#1f1a17" strokeweight="1e-4mm">
              <v:path arrowok="t"/>
            </v:shape>
            <v:shape id="_x0000_s1142" style="position:absolute;left:2384;top:7392;width:71;height:97" coordsize="141,193" path="m,193l72,r69,193l,193xe" filled="f" strokecolor="#1f1a17" strokeweight="1e-4mm">
              <v:path arrowok="t"/>
            </v:shape>
            <v:shape id="_x0000_s1143" style="position:absolute;left:2370;top:7264;width:80;height:52" coordsize="159,106" path="m159,106l110,,,,97,106r62,xe" filled="f" strokecolor="#1f1a17" strokeweight="1e-4mm">
              <v:path arrowok="t"/>
            </v:shape>
            <v:shape id="_x0000_s1144" style="position:absolute;left:2052;top:7332;width:207;height:259" coordsize="413,519" path="m413,519l413,,311,,99,346,99,,,,,519r106,l316,180r,339l413,519xe" filled="f" strokecolor="#1f1a17" strokeweight="1e-4mm">
              <v:path arrowok="t"/>
            </v:shape>
            <v:shape id="_x0000_s1145" style="position:absolute;left:1781;top:7332;width:244;height:259" coordsize="487,519" path="m295,519r,-218l487,,362,,240,205,121,,,,191,301r,218l295,519xe" filled="f" strokecolor="#1f1a17" strokeweight="1e-4mm">
              <v:path arrowok="t"/>
            </v:shape>
            <v:shape id="_x0000_s1146" style="position:absolute;left:1514;top:7327;width:252;height:268" coordsize="503,538" path="m503,272r-1,-37l497,200r-4,-17l490,168r-5,-15l480,140,470,119,458,101,445,84,431,67,414,54,399,40,381,30,364,22,339,12,312,5,282,2,252,,223,2,198,5r-25,5l148,19,126,29,106,40,85,56,69,72,52,91,38,111,27,133,17,156,8,183,3,210,,239r,32l,301r3,29l8,356r9,27l25,407r12,22l52,449r15,18l85,484r19,15l126,511r22,10l171,528r25,7l223,538r27,l278,538r27,-3l331,528r23,-7l376,511r22,-12l416,484r19,-17l451,449r14,-20l477,407r10,-24l493,358r5,-27l502,303r1,-31e" filled="f" strokecolor="#1f1a17" strokeweight="1e-4mm">
              <v:path arrowok="t"/>
            </v:shape>
            <v:shape id="_x0000_s1147" style="position:absolute;left:1568;top:7372;width:144;height:179" coordsize="287,358" path="m287,178r,22l286,220r-4,19l277,255r-5,17l265,287r-8,14l247,312r-10,11l225,333r-12,6l202,346r-14,5l173,354r-13,4l143,358r-15,l114,354,99,351,86,346,74,341,62,333,51,323,41,312,30,301,24,287,17,272,10,255,7,239,4,220,2,198,,176,2,155,4,134,5,116,10,99,15,82,22,69,30,55,39,44,51,34,61,23,72,17,86,10,99,5,113,2,128,r15,l160,r15,2l188,5r14,5l215,17r12,8l239,34r10,10l257,55r8,14l272,84r5,15l282,118r4,18l287,156r,22e" filled="f" strokecolor="#1f1a17" strokeweight="1e-4mm">
              <v:path arrowok="t"/>
            </v:shape>
            <v:shape id="_x0000_s1148" style="position:absolute;left:1592;top:7264;width:80;height:52" coordsize="161,106" path="m161,106l113,,,,98,106r63,xe" filled="f" strokecolor="#1f1a17" strokeweight="1e-4mm">
              <v:path arrowok="t"/>
            </v:shape>
            <v:shape id="_x0000_s1149" style="position:absolute;left:1239;top:7332;width:234;height:259" coordsize="468,519" path="m468,519l468,,247,,208,,175,4,148,7r-22,7l108,22,92,34,77,47,66,64,55,83r-6,18l44,123r-2,22l44,160r1,13l47,187r5,12l55,210r7,12l69,232r8,10l86,251r10,8l108,267r11,5l133,279r15,5l163,288r17,1l163,301r-14,10l136,323r-12,12l113,348,97,367,82,390,64,419,,519r126,l202,407r18,-29l235,356r14,-15l257,330r8,-7l272,316r8,-3l289,308r10,-2l311,304r13,-1l341,303r22,l363,519r105,e" filled="f" strokecolor="#1f1a17" strokeweight="1e-4mm">
              <v:path arrowok="t"/>
            </v:shape>
            <v:shape id="_x0000_s1150" style="position:absolute;left:1315;top:7375;width:105;height:66" coordsize="212,131" path="m212,131r-78,l99,131r-27,l52,127,40,126,30,121r-6,-4l17,111r-7,-7l5,95,2,85,,75,,63,,52,4,40,9,30r5,-9l22,15,30,8,42,5,54,1r8,l79,r22,l129,r83,l212,131e" filled="f" strokecolor="#1f1a17" strokeweight="1e-4mm">
              <v:path arrowok="t"/>
            </v:shape>
            <v:shape id="_x0000_s1151" style="position:absolute;left:976;top:7332;width:261;height:259" coordsize="522,519" path="m,519r114,l159,402r208,l411,519r111,l319,,208,,,519xe" filled="f" strokecolor="#1f1a17" strokeweight="1e-4mm">
              <v:path arrowok="t"/>
            </v:shape>
            <v:shape id="_x0000_s1152" style="position:absolute;left:1074;top:7392;width:70;height:97" coordsize="141,193" path="m,193l71,r70,193l,193xe" filled="f" strokecolor="#1f1a17" strokeweight="1e-4mm">
              <v:path arrowok="t"/>
            </v:shape>
            <v:shape id="_x0000_s1153" style="position:absolute;left:770;top:7328;width:186;height:196" coordsize="373,391" path="m145,391r91,l236,376r,-8l236,347r-4,-20l227,310r-5,-15l212,280,200,265,183,248,163,231,143,215,128,203,118,193r-7,-9l106,176r-5,-8l100,157,98,147r2,-15l105,121r6,-14l121,97r12,-8l148,82r17,-5l183,77r19,l219,82r15,7l247,97r12,13l269,126r7,16l283,164r90,-12l372,137r-4,-15l365,107,358,94,351,80,341,68,331,57,319,45,306,35,293,25,278,18,262,11,246,6,227,3,209,1,189,,167,1,148,3,128,6r-17,5l95,18,79,25,64,35,51,45,39,57,29,68,21,80,14,94,9,107,4,121,2,136,,149r2,17l6,181r6,17l19,211r13,17l49,247r22,21l100,292r13,13l125,315r8,11l138,334r4,10l143,357r2,16l145,391e" filled="f" strokecolor="#1f1a17" strokeweight="1e-4mm">
              <v:path arrowok="t"/>
            </v:shape>
            <v:rect id="_x0000_s1154" style="position:absolute;left:838;top:7542;width:49;height:49" filled="f" strokecolor="#1f1a17" strokeweight="1e-4mm"/>
            <w10:anchorlock/>
          </v:group>
        </w:pict>
      </w:r>
      <w:r>
        <w:rPr>
          <w:noProof/>
          <w:lang w:eastAsia="hu-HU"/>
        </w:rPr>
      </w:r>
      <w:r w:rsidRPr="008B7496">
        <w:rPr>
          <w:color w:val="000000"/>
        </w:rPr>
        <w:pict>
          <v:group id="_x0000_s1155" editas="canvas" style="width:5in;height:420.3pt;mso-position-horizontal-relative:char;mso-position-vertical-relative:line" coordsize="7200,8406">
            <o:lock v:ext="edit" aspectratio="t"/>
            <v:shape id="_x0000_s1156" type="#_x0000_t75" style="position:absolute;width:7200;height:8406" o:preferrelative="f">
              <v:fill o:detectmouseclick="t"/>
              <v:path o:extrusionok="t" o:connecttype="none"/>
              <o:lock v:ext="edit" text="t"/>
            </v:shape>
            <v:group id="_x0000_s1157" style="position:absolute;left:4;top:1;width:7168;height:8388" coordorigin="4,1" coordsize="7168,8388">
              <v:rect id="_x0000_s1158" style="position:absolute;left:25;top:20;width:7126;height:8348"/>
              <v:shape id="_x0000_s1159" style="position:absolute;left:4;top:1;width:7168;height:8388" coordsize="14334,16777" path="m41,16696r14252,l14293,16777r-14252,l41,16696xm14334,16736r,41l14293,16777r,-41l14334,16736xm14254,16736r,-16697l14334,39r,16697l14254,16736xm14293,r41,l14334,39r-41,l14293,xm14293,79l41,79,41,,14293,r,79xm,39l,,41,r,39l,39xm80,39r,16697l,16736,,39r80,xm41,16777r-41,l,16736r41,l41,16777xe" fillcolor="#1f1a17">
                <v:path arrowok="t"/>
                <o:lock v:ext="edit" verticies="t"/>
              </v:shape>
              <v:shape id="_x0000_s1160" style="position:absolute;left:808;top:689;width:5695;height:5710" coordsize="11389,11418" path="m21,11377r11347,l11368,11418r-11347,l21,11377xm11389,11398r,20l11368,11418r,-20l11389,11398xm11348,11398r,-11379l11389,19r,11379l11348,11398xm11368,r21,l11389,19r-21,l11368,xm11368,41l21,41,21,,11368,r,41xm,19l,,21,r,19l,19xm41,19r,11379l,11398,,19r41,xm21,11418r-21,l,11398r21,l21,11418xe" fillcolor="#1f1a17">
                <v:path arrowok="t"/>
                <o:lock v:ext="edit" verticies="t"/>
              </v:shape>
              <v:shape id="_x0000_s1161" style="position:absolute;left:6078;top:857;width:229;height:287" coordsize="457,575" path="m457,575l457,,341,r,227l114,227,114,,,,,575r114,l114,324r227,l341,575r116,xe">
                <v:path arrowok="t"/>
              </v:shape>
              <v:shape id="_x0000_s1162" style="position:absolute;left:4906;top:857;width:257;height:287" coordsize="514,575" path="m514,575l514,,269,,228,2,191,6,160,9r-23,7l127,20r-9,5l109,31r-9,7l84,54,71,72,59,91r-7,22l46,136r,25l46,177r2,16l52,208r3,12l61,233r7,12l75,258r9,11l93,278r12,10l118,295r12,8l144,308r16,5l178,319r18,2l178,333r-16,11l148,356r-13,13l121,385r-14,21l89,431,69,462,,575r137,l221,449r20,-30l259,396r12,-18l282,365r7,-7l298,351r9,-5l316,342r10,-4l341,337r14,-2l375,335r23,l398,575r116,xm398,244r-86,l275,244r-31,-2l223,240r-14,-4l198,233r-7,-6l182,220r-5,-9l171,202r-3,-9l166,181r-2,-13l166,156r2,-13l173,133r7,-11l189,115r9,-7l210,104r13,-4l234,99r18,l276,99r33,l398,99r,145xe">
                <v:path arrowok="t"/>
                <o:lock v:ext="edit" verticies="t"/>
              </v:shape>
              <v:shape id="_x0000_s1163" style="position:absolute;left:4325;top:852;width:278;height:296" coordsize="555,593" path="m555,301r-2,-43l548,220r-4,-18l541,185r-6,-17l528,152,518,133,505,111,491,93,475,74,459,58,441,45,421,33,402,24,375,13,345,6,312,2,278,,248,2,218,6r-27,5l164,20,141,31,118,45,96,61,77,79,59,99,43,122,30,147,20,172r-9,29l5,231,2,263,,297r2,34l5,363r6,31l20,421r10,27l43,473r14,21l75,516r20,17l116,550r23,12l164,573r25,9l218,589r28,4l277,593r32,l337,589r29,-7l391,573r25,-11l439,550r22,-17l480,516r18,-22l512,473r13,-25l535,423r9,-29l550,365r3,-32l555,301xm436,296r,25l434,342r-4,21l425,381r-7,18l411,415r-9,16l391,444r-11,13l368,465r-15,9l341,482r-16,5l311,491r-16,3l277,494r-16,l245,491r-16,-4l214,482r-14,-8l187,465r-12,-8l164,444,154,431r-9,-16l137,399r-7,-18l127,362r-4,-20l120,319r,-23l120,270r3,-21l125,228r5,-18l136,192r9,-16l154,161r8,-14l173,136r13,-9l200,118r12,-7l229,106r14,-4l261,100r16,-1l295,100r16,2l327,106r14,5l355,118r14,9l380,136r13,13l403,161r9,15l419,192r6,18l430,229r4,22l436,272r,24xe">
                <v:path arrowok="t"/>
                <o:lock v:ext="edit" verticies="t"/>
              </v:shape>
              <v:shape id="_x0000_s1164" style="position:absolute;left:3774;top:857;width:275;height:287" coordsize="552,575" path="m552,575l552,,379,,275,392,173,,,,,575r107,l107,124,220,575r110,l445,124r,451l552,575xe">
                <v:path arrowok="t"/>
              </v:shape>
              <v:rect id="_x0000_s1165" style="position:absolute;left:3315;top:1012;width:108;height:55"/>
              <v:shape id="_x0000_s1166" style="position:absolute;left:2638;top:857;width:287;height:287" coordsize="575,575" path="m,575r127,l177,444r228,l452,575r123,l352,,231,,,575xm215,347l293,134r77,213l215,347xe">
                <v:path arrowok="t"/>
                <o:lock v:ext="edit" verticies="t"/>
              </v:shape>
              <v:shape id="_x0000_s1167" style="position:absolute;left:2103;top:857;width:196;height:287" coordsize="393,575" path="m393,575l393,,,,,99r277,l277,233r-237,l40,331r237,l277,575r116,xe">
                <v:path arrowok="t"/>
              </v:shape>
              <v:shape id="_x0000_s1168" style="position:absolute;left:980;top:859;width:201;height:285" coordsize="401,569" path="m401,569l401,,287,r,472l,472r,97l401,569xe">
                <v:path arrowok="t"/>
              </v:shape>
              <v:shape id="_x0000_s1169" style="position:absolute;left:5441;top:782;width:287;height:362" coordsize="573,723" path="m,723r125,l175,592r228,l451,723r122,l349,148r-121,l,723xm212,495l291,282r76,213l212,495xm357,116l303,,180,,287,116r70,xe">
                <v:path arrowok="t"/>
                <o:lock v:ext="edit" verticies="t"/>
              </v:shape>
              <v:shape id="_x0000_s1170" style="position:absolute;left:1543;top:782;width:218;height:362" coordsize="435,723" path="m435,723r,-575l10,148r,99l319,247r,127l32,374r,96l319,470r,156l,626r,97l435,723xm289,116l235,,112,,219,116r70,xe">
                <v:path arrowok="t"/>
                <o:lock v:ext="edit" verticies="t"/>
              </v:shape>
              <v:shape id="_x0000_s1171" style="position:absolute;left:6078;top:857;width:229;height:287" coordsize="457,575" path="m457,575l457,,341,r,227l114,227,114,,,,,575r114,l114,324r227,l341,575r116,xe" filled="f" strokeweight="28e-5mm">
                <v:path arrowok="t"/>
              </v:shape>
              <v:shape id="_x0000_s1172" style="position:absolute;left:4906;top:857;width:257;height:287" coordsize="514,575" path="m514,575l514,,269,,228,2,191,6,160,9r-23,7l127,20r-9,5l109,31r-9,7l84,54,71,72,59,91r-7,22l46,136r,25l46,177r2,16l52,208r3,12l61,233r7,12l75,258r9,11l93,278r12,10l118,295r12,8l144,308r16,5l178,319r18,2l178,333r-16,11l148,356r-13,13l121,385r-14,21l89,431,69,462,,575r137,l221,449r20,-30l259,396r12,-18l282,365r7,-7l298,351r9,-5l316,342r10,-4l341,337r14,-2l375,335r23,l398,575r116,e" filled="f" strokeweight="28e-5mm">
                <v:path arrowok="t"/>
              </v:shape>
              <v:shape id="_x0000_s1173" style="position:absolute;left:4988;top:906;width:117;height:72" coordsize="234,145" path="m234,145r-86,l111,145,80,143,59,141,45,137,34,134r-7,-6l18,121r-5,-9l7,103,4,94,2,82,,69,2,57,4,44,9,34,16,23r9,-7l34,9,46,5,59,1,70,,88,r24,l145,r89,l234,145e" filled="f" strokeweight="28e-5mm">
                <v:path arrowok="t"/>
              </v:shape>
              <v:shape id="_x0000_s1174" style="position:absolute;left:4325;top:852;width:278;height:296" coordsize="555,593" path="m555,301r-2,-43l548,220r-4,-18l541,185r-6,-17l528,152,518,133,505,111,491,93,475,74,459,58,441,45,421,33,402,24,375,13,345,6,312,2,278,,248,2,218,6r-27,5l164,20,141,31,118,45,96,61,77,79,59,99,43,122,30,147,20,172r-9,29l5,231,2,263,,297r2,34l5,363r6,31l20,421r10,27l43,473r14,21l75,516r20,17l116,550r23,12l164,573r25,9l218,589r28,4l277,593r32,l337,589r29,-7l391,573r25,-11l439,550r22,-17l480,516r18,-22l512,473r13,-25l535,423r9,-29l550,365r3,-32l555,301e" filled="f" strokeweight="28e-5mm">
                <v:path arrowok="t"/>
              </v:shape>
              <v:shape id="_x0000_s1175" style="position:absolute;left:4385;top:901;width:158;height:198" coordsize="316,395" path="m316,197r,25l314,243r-4,21l305,282r-7,18l291,316r-9,16l271,345r-11,13l248,366r-15,9l221,383r-16,5l191,392r-16,3l157,395r-16,l125,392r-16,-4l94,383,80,375,67,366,55,358,44,345,34,332,25,316,17,300,10,282,7,263,3,243,,220,,197,,171,3,150,5,129r5,-18l16,93,25,77,34,62,42,48,53,37,66,28,80,19,92,12,109,7,123,3,141,1,157,r18,1l191,3r16,4l221,12r14,7l249,28r11,9l273,50r10,12l292,77r7,16l305,111r5,19l314,152r2,21l316,197e" filled="f" strokeweight="28e-5mm">
                <v:path arrowok="t"/>
              </v:shape>
              <v:shape id="_x0000_s1176" style="position:absolute;left:3774;top:857;width:275;height:287" coordsize="552,575" path="m552,575l552,,379,,275,392,173,,,,,575r107,l107,124,220,575r110,l445,124r,451l552,575xe" filled="f" strokeweight="28e-5mm">
                <v:path arrowok="t"/>
              </v:shape>
              <v:rect id="_x0000_s1177" style="position:absolute;left:3315;top:1012;width:108;height:55" filled="f" strokeweight="28e-5mm"/>
              <v:shape id="_x0000_s1178" style="position:absolute;left:2638;top:857;width:287;height:287" coordsize="575,575" path="m,575r127,l177,444r228,l452,575r123,l352,,231,,,575xe" filled="f" strokeweight="28e-5mm">
                <v:path arrowok="t"/>
              </v:shape>
              <v:shape id="_x0000_s1179" style="position:absolute;left:2745;top:924;width:77;height:106" coordsize="155,213" path="m,213l78,r77,213l,213xe" filled="f" strokeweight="28e-5mm">
                <v:path arrowok="t"/>
              </v:shape>
              <v:shape id="_x0000_s1180" style="position:absolute;left:2103;top:857;width:196;height:287" coordsize="393,575" path="m393,575l393,,,,,99r277,l277,233r-237,l40,331r237,l277,575r116,xe" filled="f" strokeweight="28e-5mm">
                <v:path arrowok="t"/>
              </v:shape>
              <v:shape id="_x0000_s1181" style="position:absolute;left:980;top:859;width:201;height:285" coordsize="401,569" path="m401,569l401,,287,r,472l,472r,97l401,569xe" filled="f" strokeweight="28e-5mm">
                <v:path arrowok="t"/>
              </v:shape>
              <v:shape id="_x0000_s1182" style="position:absolute;left:5441;top:857;width:287;height:287" coordsize="573,575" path="m,575r125,l175,444r228,l451,575r122,l349,,228,,,575xe" filled="f" strokeweight="28e-5mm">
                <v:path arrowok="t"/>
              </v:shape>
              <v:shape id="_x0000_s1183" style="position:absolute;left:5548;top:924;width:77;height:106" coordsize="155,213" path="m,213l79,r76,213l,213xe" filled="f" strokeweight="28e-5mm">
                <v:path arrowok="t"/>
              </v:shape>
              <v:shape id="_x0000_s1184" style="position:absolute;left:5531;top:782;width:89;height:59" coordsize="177,116" path="m177,116l123,,,,107,116r70,xe" filled="f" strokeweight="28e-5mm">
                <v:path arrowok="t"/>
              </v:shape>
              <v:shape id="_x0000_s1185" style="position:absolute;left:1543;top:857;width:218;height:287" coordsize="435,575" path="m435,575l435,,10,r,99l319,99r,127l32,226r,96l319,322r,156l,478r,97l435,575xe" filled="f" strokeweight="28e-5mm">
                <v:path arrowok="t"/>
              </v:shape>
              <v:shape id="_x0000_s1186" style="position:absolute;left:1599;top:782;width:88;height:59" coordsize="177,116" path="m177,116l123,,,,107,116r70,xe" filled="f" strokeweight="28e-5mm">
                <v:path arrowok="t"/>
              </v:shape>
              <v:shape id="_x0000_s1187" style="position:absolute;left:6087;top:1427;width:227;height:287" coordsize="453,572" path="m453,572l453,,341,,107,383,107,,,,,572r116,l346,198r,374l453,572xe">
                <v:path arrowok="t"/>
              </v:shape>
              <v:shape id="_x0000_s1188" style="position:absolute;left:5509;top:1427;width:218;height:287" coordsize="436,572" path="m436,572l436,,11,r,96l320,96r,127l32,223r,97l320,320r,156l,476r,96l436,572xe">
                <v:path arrowok="t"/>
              </v:shape>
              <v:shape id="_x0000_s1189" style="position:absolute;left:4924;top:1423;width:267;height:296" coordsize="533,592" path="m248,372r,-97l,275,,503r19,17l44,537r27,14l105,565r34,11l173,585r35,5l244,592r21,-2l287,590r21,-3l328,583r18,-5l365,571r18,-8l399,554r16,-10l431,533r15,-13l458,508r13,-14l481,479r9,-16l499,445r9,-16l515,410r6,-18l526,372r4,-18l531,334r2,-19l533,293r,-21l531,250r-3,-21l524,209r-5,-20l512,170r-7,-18l496,134r-9,-16l476,102,464,87,449,73,435,61,421,48,405,37,387,27,373,21,358,16,342,11,324,7,307,3,289,2,269,,249,,224,,199,2,176,5r-21,6l135,16r-19,9l99,34,83,45,69,55,57,68,44,82,33,96r-8,17l17,130r-5,18l7,168r114,21l128,170r11,-18l151,136r16,-15l174,116r9,-5l194,107r11,-3l226,100r23,-2l267,98r18,2l303,105r14,6l332,116r14,9l358,134r13,12l380,159r10,14l398,189r5,17l408,223r4,22l414,266r1,22l414,313r-2,23l408,358r-5,19l398,397r-9,16l380,427r-11,15l358,454r-12,11l332,472r-15,7l301,486r-16,4l269,492r-18,2l233,492r-19,-2l196,485r-18,-6l160,470r-16,-7l130,454,116,443r,-71l248,372xe">
                <v:path arrowok="t"/>
              </v:shape>
              <v:shape id="_x0000_s1190" style="position:absolute;left:4341;top:1427;width:267;height:287" coordsize="534,572" path="m325,572r,-239l534,,400,,264,227,132,,,,211,333r,239l325,572xe">
                <v:path arrowok="t"/>
              </v:shape>
              <v:shape id="_x0000_s1191" style="position:absolute;left:3803;top:1427;width:218;height:287" coordsize="436,572" path="m436,572l436,,11,r,96l320,96r,127l32,223r,97l320,320r,156l,476r,96l436,572xe">
                <v:path arrowok="t"/>
              </v:shape>
              <v:shape id="_x0000_s1192" style="position:absolute;left:3227;top:1427;width:240;height:287" coordsize="478,572" path="m478,l268,,234,,205,2,180,5r-21,5l136,19,112,32,91,46,73,64,55,84,41,105,29,130,18,155r-7,31l4,218,,254r,37l,325r4,33l9,386r9,27l29,443r14,27l52,483r7,11l70,504r9,11l95,529r19,13l136,553r23,9l180,567r23,3l232,572r30,l478,572,478,xm364,96r,380l277,476r-22,l236,476r-17,-2l207,470r-12,-3l182,461r-11,-7l161,447r-9,-9l145,426r-8,-17l130,392r-5,-22l121,347r-1,-29l120,286r,-30l121,229r4,-25l130,184r7,-16l145,154r8,-15l164,129r11,-9l187,112r15,-5l218,102r14,-2l253,98r25,-2l312,96r52,xe">
                <v:path arrowok="t"/>
                <o:lock v:ext="edit" verticies="t"/>
              </v:shape>
              <v:shape id="_x0000_s1193" style="position:absolute;left:2662;top:1427;width:266;height:287" coordsize="531,572" path="m531,572l337,273,514,,378,,264,184,151,,17,,196,279,,572r139,l265,375,394,572r137,xe">
                <v:path arrowok="t"/>
              </v:shape>
              <v:shape id="_x0000_s1194" style="position:absolute;left:2092;top:1427;width:229;height:287" coordsize="457,572" path="m457,572l457,,341,r,225l114,225,114,,,,,572r114,l114,322r227,l341,572r116,xe">
                <v:path arrowok="t"/>
              </v:shape>
              <v:shape id="_x0000_s1195" style="position:absolute;left:1000;top:1427;width:227;height:287" coordsize="453,572" path="m283,572r,-476l453,96,453,,,,,96r169,l169,572r114,xe">
                <v:path arrowok="t"/>
              </v:shape>
              <v:shape id="_x0000_s1196" style="position:absolute;left:1555;top:1352;width:218;height:362" coordsize="435,723" path="m435,723r,-572l10,151r,96l319,247r,127l32,374r,97l319,471r,156l,627r,96l435,723xm289,119l233,,112,,219,119r70,xe">
                <v:path arrowok="t"/>
                <o:lock v:ext="edit" verticies="t"/>
              </v:shape>
              <v:shape id="_x0000_s1197" style="position:absolute;left:6087;top:1427;width:227;height:287" coordsize="453,572" path="m453,572l453,,341,,107,383,107,,,,,572r116,l346,198r,374l453,572xe" filled="f" strokeweight="28e-5mm">
                <v:path arrowok="t"/>
              </v:shape>
              <v:shape id="_x0000_s1198" style="position:absolute;left:5509;top:1427;width:218;height:287" coordsize="436,572" path="m436,572l436,,11,r,96l320,96r,127l32,223r,97l320,320r,156l,476r,96l436,572xe" filled="f" strokeweight="28e-5mm">
                <v:path arrowok="t"/>
              </v:shape>
              <v:shape id="_x0000_s1199" style="position:absolute;left:4924;top:1423;width:267;height:296" coordsize="533,592" path="m248,372r,-97l,275,,503r19,17l44,537r27,14l105,565r34,11l173,585r35,5l244,592r21,-2l287,590r21,-3l328,583r18,-5l365,571r18,-8l399,554r16,-10l431,533r15,-13l458,508r13,-14l481,479r9,-16l499,445r9,-16l515,410r6,-18l526,372r4,-18l531,334r2,-19l533,293r,-21l531,250r-3,-21l524,209r-5,-20l512,170r-7,-18l496,134r-9,-16l476,102,464,87,449,73,435,61,421,48,405,37,387,27,373,21,358,16,342,11,324,7,307,3,289,2,269,,249,,224,,199,2,176,5r-21,6l135,16r-19,9l99,34,83,45,69,55,57,68,44,82,33,96r-8,17l17,130r-5,18l7,168r114,21l128,170r11,-18l151,136r16,-15l174,116r9,-5l194,107r11,-3l226,100r23,-2l267,98r18,2l303,105r14,6l332,116r14,9l358,134r13,12l380,159r10,14l398,189r5,17l408,223r4,22l414,266r1,22l414,313r-2,23l408,358r-5,19l398,397r-9,16l380,427r-11,15l358,454r-12,11l332,472r-15,7l301,486r-16,4l269,492r-18,2l233,492r-19,-2l196,485r-18,-6l160,470r-16,-7l130,454,116,443r,-71l248,372e" filled="f" strokeweight="28e-5mm">
                <v:path arrowok="t"/>
              </v:shape>
              <v:shape id="_x0000_s1200" style="position:absolute;left:4341;top:1427;width:267;height:287" coordsize="534,572" path="m325,572r,-239l534,,400,,264,227,132,,,,211,333r,239l325,572xe" filled="f" strokeweight="28e-5mm">
                <v:path arrowok="t"/>
              </v:shape>
              <v:shape id="_x0000_s1201" style="position:absolute;left:3803;top:1427;width:218;height:287" coordsize="436,572" path="m436,572l436,,11,r,96l320,96r,127l32,223r,97l320,320r,156l,476r,96l436,572xe" filled="f" strokeweight="28e-5mm">
                <v:path arrowok="t"/>
              </v:shape>
              <v:shape id="_x0000_s1202" style="position:absolute;left:3227;top:1427;width:240;height:287" coordsize="478,572" path="m478,l268,,234,,205,2,180,5r-21,5l136,19,112,32,91,46,73,64,55,84,41,105,29,130,18,155r-7,31l4,218,,254r,37l,325r4,33l9,386r9,27l29,443r14,27l52,483r7,11l70,504r9,11l95,529r19,13l136,553r23,9l180,567r23,3l232,572r30,l478,572,478,e" filled="f" strokeweight="28e-5mm">
                <v:path arrowok="t"/>
              </v:shape>
              <v:shape id="_x0000_s1203" style="position:absolute;left:3287;top:1476;width:123;height:189" coordsize="244,380" path="m244,r,380l157,380r-22,l116,380,99,378,87,374,75,371,62,365,51,358,41,351r-9,-9l25,330,17,313,10,296,5,274,1,251,,222,,190,,160,1,133,5,108,10,88,17,72,25,58,33,43,44,33,55,24,67,16,82,11,98,6,112,4,133,2,158,r34,l244,e" filled="f" strokeweight="28e-5mm">
                <v:path arrowok="t"/>
              </v:shape>
              <v:shape id="_x0000_s1204" style="position:absolute;left:2662;top:1427;width:266;height:287" coordsize="531,572" path="m531,572l337,273,514,,378,,264,184,151,,17,,196,279,,572r139,l265,375,394,572r137,xe" filled="f" strokeweight="28e-5mm">
                <v:path arrowok="t"/>
              </v:shape>
              <v:shape id="_x0000_s1205" style="position:absolute;left:2092;top:1427;width:229;height:287" coordsize="457,572" path="m457,572l457,,341,r,225l114,225,114,,,,,572r114,l114,322r227,l341,572r116,xe" filled="f" strokeweight="28e-5mm">
                <v:path arrowok="t"/>
              </v:shape>
              <v:shape id="_x0000_s1206" style="position:absolute;left:1000;top:1427;width:227;height:287" coordsize="453,572" path="m283,572r,-476l453,96,453,,,,,96r169,l169,572r114,xe" filled="f" strokeweight="28e-5mm">
                <v:path arrowok="t"/>
              </v:shape>
              <v:shape id="_x0000_s1207" style="position:absolute;left:1555;top:1427;width:218;height:287" coordsize="435,572" path="m435,572l435,,10,r,96l319,96r,127l32,223r,97l319,320r,156l,476r,96l435,572xe" filled="f" strokeweight="28e-5mm">
                <v:path arrowok="t"/>
              </v:shape>
              <v:shape id="_x0000_s1208" style="position:absolute;left:1612;top:1352;width:88;height:59" coordsize="177,119" path="m177,119l121,,,,107,119r70,xe" filled="f" strokeweight="28e-5mm">
                <v:path arrowok="t"/>
              </v:shape>
              <v:shape id="_x0000_s1209" style="position:absolute;left:6082;top:1977;width:228;height:287" coordsize="455,575" path="m286,575r,-476l455,99,455,,,,,99r170,l170,575r116,xe">
                <v:path arrowok="t"/>
              </v:shape>
              <v:rect id="_x0000_s1210" style="position:absolute;left:5597;top:1977;width:58;height:287"/>
              <v:shape id="_x0000_s1211" style="position:absolute;left:4935;top:1977;width:233;height:287" coordsize="466,575" path="m466,575r,-106l164,99r268,l432,,12,r,92l326,478,,478r,97l466,575xe">
                <v:path arrowok="t"/>
              </v:shape>
              <v:shape id="_x0000_s1212" style="position:absolute;left:4390;top:1977;width:218;height:287" coordsize="436,575" path="m436,575l436,,11,r,99l320,99r,127l32,226r,96l320,322r,156l,478r,97l436,575xe">
                <v:path arrowok="t"/>
              </v:shape>
              <v:shape id="_x0000_s1213" style="position:absolute;left:3802;top:1977;width:228;height:287" coordsize="455,575" path="m455,575l455,,343,,107,383,107,,,,,575r116,l347,201r,374l455,575xe">
                <v:path arrowok="t"/>
              </v:shape>
              <v:rect id="_x0000_s1214" style="position:absolute;left:3317;top:2132;width:108;height:55"/>
              <v:shape id="_x0000_s1215" style="position:absolute;left:2666;top:1977;width:239;height:287" coordsize="479,575" path="m479,l250,,218,2r-27,l168,4,149,7r-16,4l116,15r-14,7l90,31,77,40,65,52,54,65,45,79,38,93r-5,16l29,127r-2,18l29,165r4,20l40,202r9,17l61,235r14,14l90,260r18,10l95,274r-11,5l72,285r-11,5l52,297r-9,7l34,313r-7,9l22,331r-7,9l11,351,6,362,4,372,2,383,,396r,12l,428r4,18l9,465r9,18l27,501r13,16l52,532r14,10l84,553r18,7l122,567r23,4l165,571r28,2l234,573r50,2l479,575,479,xm363,97r,132l288,229r-31,l232,229r-17,-1l204,228r-14,-4l177,220r-11,-5l158,206r-8,-9l145,186r-4,-10l140,161r1,-12l143,138r6,-11l154,118r9,-7l174,106r10,-6l199,99r12,-2l231,97r28,l297,97r66,xm363,324r,154l256,478r-29,l206,476r-18,l177,474r-12,-3l154,465r-11,-5l136,451r-7,-9l124,430r-4,-13l118,403r2,-13l122,380r3,-11l131,358r7,-7l147,344r9,-7l168,333r14,-4l206,326r28,-2l270,324r93,xe">
                <v:path arrowok="t"/>
                <o:lock v:ext="edit" verticies="t"/>
              </v:shape>
              <v:shape id="_x0000_s1216" style="position:absolute;left:2119;top:1977;width:227;height:287" coordsize="454,575" path="m284,575r,-476l454,99,454,,,,,99r168,l168,575r116,xe">
                <v:path arrowok="t"/>
              </v:shape>
              <v:shape id="_x0000_s1217" style="position:absolute;left:981;top:1977;width:232;height:287" coordsize="464,575" path="m464,575r,-106l164,99r266,l430,,11,r,92l325,478,,478r,97l464,575xe">
                <v:path arrowok="t"/>
              </v:shape>
              <v:shape id="_x0000_s1218" style="position:absolute;left:1622;top:1902;width:89;height:362" coordsize="177,723" path="m165,723r,-575l49,148r,575l165,723xm177,116l124,,,,108,116r69,xe">
                <v:path arrowok="t"/>
                <o:lock v:ext="edit" verticies="t"/>
              </v:shape>
              <v:shape id="_x0000_s1219" style="position:absolute;left:6082;top:1977;width:228;height:287" coordsize="455,575" path="m286,575r,-476l455,99,455,,,,,99r170,l170,575r116,xe" filled="f" strokeweight="28e-5mm">
                <v:path arrowok="t"/>
              </v:shape>
              <v:rect id="_x0000_s1220" style="position:absolute;left:5597;top:1977;width:58;height:287" filled="f" strokeweight="28e-5mm"/>
              <v:shape id="_x0000_s1221" style="position:absolute;left:4935;top:1977;width:233;height:287" coordsize="466,575" path="m466,575r,-106l164,99r268,l432,,12,r,92l326,478,,478r,97l466,575xe" filled="f" strokeweight="28e-5mm">
                <v:path arrowok="t"/>
              </v:shape>
              <v:shape id="_x0000_s1222" style="position:absolute;left:4390;top:1977;width:218;height:287" coordsize="436,575" path="m436,575l436,,11,r,99l320,99r,127l32,226r,96l320,322r,156l,478r,97l436,575xe" filled="f" strokeweight="28e-5mm">
                <v:path arrowok="t"/>
              </v:shape>
              <v:shape id="_x0000_s1223" style="position:absolute;left:3802;top:1977;width:228;height:287" coordsize="455,575" path="m455,575l455,,343,,107,383,107,,,,,575r116,l347,201r,374l455,575xe" filled="f" strokeweight="28e-5mm">
                <v:path arrowok="t"/>
              </v:shape>
              <v:rect id="_x0000_s1224" style="position:absolute;left:3317;top:2132;width:108;height:55" filled="f" strokeweight="28e-5mm"/>
              <v:shape id="_x0000_s1225" style="position:absolute;left:2666;top:1977;width:239;height:287" coordsize="479,575" path="m479,l250,,218,2r-27,l168,4,149,7r-16,4l116,15r-14,7l90,31,77,40,65,52,54,65,45,79,38,93r-5,16l29,127r-2,18l29,165r4,20l40,202r9,17l61,235r14,14l90,260r18,10l95,274r-11,5l72,285r-11,5l52,297r-9,7l34,313r-7,9l22,331r-7,9l11,351,6,362,4,372,2,383,,396r,12l,428r4,18l9,465r9,18l27,501r13,16l52,532r14,10l84,553r18,7l122,567r23,4l165,571r28,2l234,573r50,2l479,575,479,e" filled="f" strokeweight="28e-5mm">
                <v:path arrowok="t"/>
              </v:shape>
              <v:shape id="_x0000_s1226" style="position:absolute;left:2736;top:2025;width:111;height:66" coordsize="223,132" path="m223,r,132l148,132r-31,l92,132,75,131r-11,l50,127,37,123,26,118r-8,-9l10,100,5,89,1,79,,64,1,52,3,41,9,30r5,-9l23,14,34,9,44,3,59,2,71,,91,r28,l157,r66,e" filled="f" strokeweight="28e-5mm">
                <v:path arrowok="t"/>
              </v:shape>
              <v:shape id="_x0000_s1227" style="position:absolute;left:2725;top:2139;width:122;height:76" coordsize="245,154" path="m245,r,154l138,154r-29,l88,152r-18,l59,150,47,147,36,141,25,136r-7,-9l11,118,6,106,2,93,,79,2,66,4,56,7,45,13,34r7,-7l29,20r9,-7l50,9,64,5,88,2,116,r36,l245,e" filled="f" strokeweight="28e-5mm">
                <v:path arrowok="t"/>
              </v:shape>
              <v:shape id="_x0000_s1228" style="position:absolute;left:2119;top:1977;width:227;height:287" coordsize="454,575" path="m284,575r,-476l454,99,454,,,,,99r168,l168,575r116,xe" filled="f" strokeweight="28e-5mm">
                <v:path arrowok="t"/>
              </v:shape>
              <v:shape id="_x0000_s1229" style="position:absolute;left:981;top:1977;width:232;height:287" coordsize="464,575" path="m464,575r,-106l164,99r266,l430,,11,r,92l325,478,,478r,97l464,575xe" filled="f" strokeweight="28e-5mm">
                <v:path arrowok="t"/>
              </v:shape>
              <v:rect id="_x0000_s1230" style="position:absolute;left:1646;top:1977;width:58;height:287" filled="f" strokeweight="28e-5mm"/>
              <v:shape id="_x0000_s1231" style="position:absolute;left:1622;top:1902;width:89;height:59" coordsize="177,116" path="m177,116l124,,,,108,116r69,xe" filled="f" strokeweight="28e-5mm">
                <v:path arrowok="t"/>
              </v:shape>
              <v:shape id="_x0000_s1232" style="position:absolute;left:6086;top:2555;width:229;height:287" coordsize="457,574" path="m457,574l457,,341,r,227l114,227,114,,,,,574r114,l114,324r227,l341,574r116,xe">
                <v:path arrowok="t"/>
              </v:shape>
              <v:shape id="_x0000_s1233" style="position:absolute;left:4910;top:2555;width:256;height:287" coordsize="514,574" path="m514,574l514,,271,,228,2,193,5,162,9r-25,7l128,22r-10,3l109,30r-9,8l86,54,71,72,61,91r-7,22l48,136r-2,25l46,177r2,16l52,208r3,12l61,233r7,12l75,258r9,10l95,277r10,11l118,295r14,7l146,308r16,5l178,319r20,1l180,333r-18,11l148,356r-12,13l123,385r-16,21l89,431,70,462,,574r137,l221,449r22,-30l259,395r14,-17l282,365r9,-7l300,351r9,-6l318,342r10,-4l341,336r16,-1l375,335r23,l398,574r116,xm398,243r-84,l275,243r-29,-1l223,240r-14,-4l200,233r-9,-6l184,220r-7,-9l171,202r-3,-9l166,181r,-13l166,156r4,-13l175,132r5,-10l189,115r11,-8l211,104r14,-4l236,98r16,l277,98r32,l398,98r,145xe">
                <v:path arrowok="t"/>
                <o:lock v:ext="edit" verticies="t"/>
              </v:shape>
              <v:shape id="_x0000_s1234" style="position:absolute;left:4338;top:2550;width:276;height:296" coordsize="553,592" path="m553,301r-1,-43l548,220r-4,-18l539,184r-5,-16l528,152,518,133,505,111,491,93,475,75,457,57,439,45,421,32,402,23,373,13,343,5,311,2,277,,246,2,218,5r-29,6l164,20,139,31,116,45,95,61,75,79,57,99,43,122,29,147,18,172r-7,29l4,231,,263r,34l,331r4,32l11,394r7,27l29,447r12,25l57,494r18,21l95,533r21,16l137,562r25,11l189,582r27,7l245,592r32,l307,592r29,-3l364,582r27,-9l414,562r23,-13l459,533r19,-18l496,494r16,-22l525,447r10,-25l543,394r7,-29l553,333r,-32xm436,295r-2,25l432,342r-4,21l423,381r-5,18l411,415r-11,16l391,444r-13,12l366,465r-13,9l339,481r-14,6l309,490r-16,4l277,494r-18,l243,490r-15,-3l214,481r-14,-7l187,465r-12,-9l162,444,152,431r-9,-16l136,399r-6,-18l125,362r-4,-20l120,319r,-24l120,270r1,-21l125,227r5,-18l136,192r7,-17l152,161r10,-14l173,136r13,-9l198,118r14,-7l227,106r16,-4l259,100r18,-1l295,100r16,2l327,106r14,5l355,118r13,9l380,136r11,13l402,161r9,14l418,192r7,17l428,229r4,22l434,272r2,23xe">
                <v:path arrowok="t"/>
                <o:lock v:ext="edit" verticies="t"/>
              </v:shape>
              <v:shape id="_x0000_s1235" style="position:absolute;left:3769;top:2555;width:276;height:287" coordsize="552,574" path="m552,574l552,,380,,277,392,173,,,,,574r107,l107,124,222,574r110,l445,124r,450l552,574xe">
                <v:path arrowok="t"/>
              </v:shape>
              <v:shape id="_x0000_s1236" style="position:absolute;left:3227;top:2550;width:232;height:297" coordsize="464,594" path="m464,397l352,385r-2,14l346,412r-5,12l337,435r-5,11l325,455r-7,7l311,469r-7,7l295,481r-9,4l275,489r-11,3l252,494r-11,2l227,496r-25,-2l179,490r-11,-3l159,481r-7,-3l143,472,130,460r-8,-14l120,438r-4,-7l116,424r-2,-7l116,406r2,-9l122,390r5,-9l134,376r9,-7l155,363r13,-5l182,353r20,-6l229,340r32,-7l304,320r35,-14l355,299r15,-7l380,283r11,-7l404,263r10,-12l423,236r7,-12l437,208r4,-15l443,177r2,-18l443,138r-6,-20l430,97,420,79,405,61,389,45,370,31,348,20,323,11,296,5,268,2,236,,209,,184,4,163,7r-22,6l122,18r-18,9l88,36,73,47,61,59,50,73,39,88r-7,14l25,118r-3,18l18,154r-2,20l132,179r4,-21l143,141r5,-8l152,127r5,-7l163,115r14,-8l195,100r19,-3l236,97r25,l282,100r18,7l316,116r7,8l329,133r3,8l334,152r-2,9l329,172r-6,7l316,186r-14,11l279,206r-31,9l211,226r-39,10l138,245r-29,11l86,267,66,277,50,292,36,308,23,326,13,344,6,367,2,390,,417r2,23l7,464r7,23l27,508r7,11l43,528r7,9l61,546r9,7l81,560r12,7l104,573r26,9l161,589r32,3l229,594r26,-2l280,591r24,-4l325,582r20,-8l362,566r18,-11l395,542r14,-12l421,515r11,-16l441,481r9,-19l455,442r6,-21l464,397xe">
                <v:path arrowok="t"/>
              </v:shape>
              <v:shape id="_x0000_s1237" style="position:absolute;left:2659;top:2555;width:227;height:287" coordsize="453,574" path="m453,574l453,,341,,107,383,107,,,,,574r116,l346,200r,374l453,574xe">
                <v:path arrowok="t"/>
              </v:shape>
              <v:shape id="_x0000_s1238" style="position:absolute;left:1539;top:2550;width:267;height:296" coordsize="534,592" path="m249,372r,-96l,276,,505r20,16l43,537r29,16l104,566r36,12l174,587r35,4l245,592r21,l288,591r19,-4l329,583r18,-5l366,571r18,-7l400,555r16,-9l432,535r15,-12l459,510r13,-14l482,480r9,-16l500,447r9,-17l516,412r6,-18l527,374r4,-20l532,335r2,-20l534,295r,-23l532,251r-3,-20l525,209r-5,-19l513,172r-7,-18l497,136r-9,-18l477,102,464,88,450,73,436,61,422,48,406,38,388,29,373,22,357,16,343,11,325,7,307,4,290,2,270,,250,,225,,200,4,177,7r-21,4l136,18r-20,7l100,34,84,45,70,57,58,70,45,84,34,99r-9,16l18,131r-7,19l8,168r114,22l129,170r11,-18l152,136r14,-12l175,118r9,-5l195,109r9,-3l227,100r23,-1l268,100r18,2l302,106r16,5l332,118r15,7l359,136r13,11l381,159r9,15l398,190r6,18l409,226r4,19l415,267r1,23l415,315r-2,23l409,360r-5,19l398,397r-8,18l381,430r-11,14l359,455r-12,10l332,474r-14,7l302,487r-16,3l270,494r-18,l234,494r-19,-4l197,487r-18,-7l161,472r-16,-8l131,455r-15,-9l116,372r133,xe">
                <v:path arrowok="t"/>
              </v:shape>
              <v:shape id="_x0000_s1239" style="position:absolute;left:968;top:2555;width:268;height:287" coordsize="536,574" path="m325,574r,-241l536,,400,,266,227,134,,,,211,333r,241l325,574xe">
                <v:path arrowok="t"/>
              </v:shape>
              <v:shape id="_x0000_s1240" style="position:absolute;left:5501;top:2480;width:287;height:362" coordsize="573,722" path="m,722r125,l175,592r229,l452,722r121,l352,148r-123,l,722xm213,495l291,282r77,213l213,495xm357,116l304,,180,,288,116r69,xe">
                <v:path arrowok="t"/>
                <o:lock v:ext="edit" verticies="t"/>
              </v:shape>
              <v:shape id="_x0000_s1241" style="position:absolute;left:2101;top:2480;width:217;height:362" coordsize="435,722" path="m435,722r,-574l12,148r,98l319,246r,128l34,374r,96l319,470r,156l,626r,96l435,722xm289,116l236,,112,,220,116r69,xe">
                <v:path arrowok="t"/>
                <o:lock v:ext="edit" verticies="t"/>
              </v:shape>
              <v:shape id="_x0000_s1242" style="position:absolute;left:6086;top:2555;width:229;height:287" coordsize="457,574" path="m457,574l457,,341,r,227l114,227,114,,,,,574r114,l114,324r227,l341,574r116,xe" filled="f" strokeweight="28e-5mm">
                <v:path arrowok="t"/>
              </v:shape>
              <v:shape id="_x0000_s1243" style="position:absolute;left:4910;top:2555;width:256;height:287" coordsize="514,574" path="m514,574l514,,271,,228,2,193,5,162,9r-25,7l128,22r-10,3l109,30r-9,8l86,54,71,72,61,91r-7,22l48,136r-2,25l46,177r2,16l52,208r3,12l61,233r7,12l75,258r9,10l95,277r10,11l118,295r14,7l146,308r16,5l178,319r20,1l180,333r-18,11l148,356r-12,13l123,385r-16,21l89,431,70,462,,574r137,l221,449r22,-30l259,395r14,-17l282,365r9,-7l300,351r9,-6l318,342r10,-4l341,336r16,-1l375,335r23,l398,574r116,e" filled="f" strokeweight="28e-5mm">
                <v:path arrowok="t"/>
              </v:shape>
              <v:shape id="_x0000_s1244" style="position:absolute;left:4992;top:2604;width:116;height:72" coordsize="232,145" path="m232,145r-84,l109,145,80,144,57,142,43,138r-9,-3l25,129r-7,-7l11,113,5,104,2,95,,83,,70,,58,4,45,9,34,14,24r9,-7l34,9,45,6,59,2,70,,86,r25,l143,r89,l232,145e" filled="f" strokeweight="28e-5mm">
                <v:path arrowok="t"/>
              </v:shape>
              <v:shape id="_x0000_s1245" style="position:absolute;left:4338;top:2550;width:276;height:296" coordsize="553,592" path="m553,301r-1,-43l548,220r-4,-18l539,184r-5,-16l528,152,518,133,505,111,491,93,475,75,457,57,439,45,421,32,402,23,373,13,343,5,311,2,277,,246,2,218,5r-29,6l164,20,139,31,116,45,95,61,75,79,57,99,43,122,29,147,18,172r-7,29l4,231,,263r,34l,331r4,32l11,394r7,27l29,447r12,25l57,494r18,21l95,533r21,16l137,562r25,11l189,582r27,7l245,592r32,l307,592r29,-3l364,582r27,-9l414,562r23,-13l459,533r19,-18l496,494r16,-22l525,447r10,-25l543,394r7,-29l553,333r,-32e" filled="f" strokeweight="28e-5mm">
                <v:path arrowok="t"/>
              </v:shape>
              <v:shape id="_x0000_s1246" style="position:absolute;left:4397;top:2599;width:158;height:198" coordsize="316,395" path="m316,196r-2,25l312,243r-4,21l303,282r-5,18l291,316r-11,16l271,345r-13,12l246,366r-13,9l219,382r-14,6l189,391r-16,4l157,395r-18,l123,391r-15,-3l94,382,80,375,67,366,55,357,42,345,32,332,23,316,16,300,10,282,5,263,1,243,,220,,196,,171,1,150,5,128r5,-18l16,93,23,76,32,62,42,48,53,37,66,28,78,19,92,12,107,7,123,3,139,1,157,r18,1l191,3r16,4l221,12r14,7l248,28r12,9l271,50r11,12l291,76r7,17l305,110r3,20l312,152r2,21l316,196e" filled="f" strokeweight="28e-5mm">
                <v:path arrowok="t"/>
              </v:shape>
              <v:shape id="_x0000_s1247" style="position:absolute;left:3769;top:2555;width:276;height:287" coordsize="552,574" path="m552,574l552,,380,,277,392,173,,,,,574r107,l107,124,222,574r110,l445,124r,450l552,574xe" filled="f" strokeweight="28e-5mm">
                <v:path arrowok="t"/>
              </v:shape>
              <v:shape id="_x0000_s1248" style="position:absolute;left:3227;top:2550;width:232;height:297" coordsize="464,594" path="m464,397l352,385r-2,14l346,412r-5,12l337,435r-5,11l325,455r-7,7l311,469r-7,7l295,481r-9,4l275,489r-11,3l252,494r-11,2l227,496r-25,-2l179,490r-11,-3l159,481r-7,-3l143,472,130,460r-8,-14l120,438r-4,-7l116,424r-2,-7l116,406r2,-9l122,390r5,-9l134,376r9,-7l155,363r13,-5l182,353r20,-6l229,340r32,-7l304,320r35,-14l355,299r15,-7l380,283r11,-7l404,263r10,-12l423,236r7,-12l437,208r4,-15l443,177r2,-18l443,138r-6,-20l430,97,420,79,405,61,389,45,370,31,348,20,323,11,296,5,268,2,236,,209,,184,4,163,7r-22,6l122,18r-18,9l88,36,73,47,61,59,50,73,39,88r-7,14l25,118r-3,18l18,154r-2,20l132,179r4,-21l143,141r5,-8l152,127r5,-7l163,115r14,-8l195,100r19,-3l236,97r25,l282,100r18,7l316,116r7,8l329,133r3,8l334,152r-2,9l329,172r-6,7l316,186r-14,11l279,206r-31,9l211,226r-39,10l138,245r-29,11l86,267,66,277,50,292,36,308,23,326,13,344,6,367,2,390,,417r2,23l7,464r7,23l27,508r7,11l43,528r7,9l61,546r9,7l81,560r12,7l104,573r26,9l161,589r32,3l229,594r26,-2l280,591r24,-4l325,582r20,-8l362,566r18,-11l395,542r14,-12l421,515r11,-16l441,481r9,-19l455,442r6,-21l464,397e" filled="f" strokeweight="28e-5mm">
                <v:path arrowok="t"/>
              </v:shape>
              <v:shape id="_x0000_s1249" style="position:absolute;left:2659;top:2555;width:227;height:287" coordsize="453,574" path="m453,574l453,,341,,107,383,107,,,,,574r116,l346,200r,374l453,574xe" filled="f" strokeweight="28e-5mm">
                <v:path arrowok="t"/>
              </v:shape>
              <v:shape id="_x0000_s1250" style="position:absolute;left:1539;top:2550;width:267;height:296" coordsize="534,592" path="m249,372r,-96l,276,,505r20,16l43,537r29,16l104,566r36,12l174,587r35,4l245,592r21,l288,591r19,-4l329,583r18,-5l366,571r18,-7l400,555r16,-9l432,535r15,-12l459,510r13,-14l482,480r9,-16l500,447r9,-17l516,412r6,-18l527,374r4,-20l532,335r2,-20l534,295r,-23l532,251r-3,-20l525,209r-5,-19l513,172r-7,-18l497,136r-9,-18l477,102,464,88,450,73,436,61,422,48,406,38,388,29,373,22,357,16,343,11,325,7,307,4,290,2,270,,250,,225,,200,4,177,7r-21,4l136,18r-20,7l100,34,84,45,70,57,58,70,45,84,34,99r-9,16l18,131r-7,19l8,168r114,22l129,170r11,-18l152,136r14,-12l175,118r9,-5l195,109r9,-3l227,100r23,-1l268,100r18,2l302,106r16,5l332,118r15,7l359,136r13,11l381,159r9,15l398,190r6,18l409,226r4,19l415,267r1,23l415,315r-2,23l409,360r-5,19l398,397r-8,18l381,430r-11,14l359,455r-12,10l332,474r-14,7l302,487r-16,3l270,494r-18,l234,494r-19,-4l197,487r-18,-7l161,472r-16,-8l131,455r-15,-9l116,372r133,e" filled="f" strokeweight="28e-5mm">
                <v:path arrowok="t"/>
              </v:shape>
              <v:shape id="_x0000_s1251" style="position:absolute;left:968;top:2555;width:268;height:287" coordsize="536,574" path="m325,574r,-241l536,,400,,266,227,134,,,,211,333r,241l325,574xe" filled="f" strokeweight="28e-5mm">
                <v:path arrowok="t"/>
              </v:shape>
              <v:shape id="_x0000_s1252" style="position:absolute;left:5501;top:2555;width:287;height:287" coordsize="573,574" path="m,574r125,l175,444r229,l452,574r121,l352,,229,,,574xe" filled="f" strokeweight="28e-5mm">
                <v:path arrowok="t"/>
              </v:shape>
              <v:shape id="_x0000_s1253" style="position:absolute;left:5607;top:2622;width:78;height:106" coordsize="155,213" path="m,213l78,r77,213l,213xe" filled="f" strokeweight="28e-5mm">
                <v:path arrowok="t"/>
              </v:shape>
              <v:shape id="_x0000_s1254" style="position:absolute;left:5591;top:2480;width:89;height:58" coordsize="177,116" path="m177,116l124,,,,108,116r69,xe" filled="f" strokeweight="28e-5mm">
                <v:path arrowok="t"/>
              </v:shape>
              <v:shape id="_x0000_s1255" style="position:absolute;left:2101;top:2555;width:217;height:287" coordsize="435,574" path="m435,574l435,,12,r,98l319,98r,128l34,226r,96l319,322r,156l,478r,96l435,574xe" filled="f" strokeweight="28e-5mm">
                <v:path arrowok="t"/>
              </v:shape>
              <v:shape id="_x0000_s1256" style="position:absolute;left:2157;top:2480;width:88;height:58" coordsize="177,116" path="m177,116l124,,,,108,116r69,xe" filled="f" strokeweight="28e-5mm">
                <v:path arrowok="t"/>
              </v:shape>
              <v:shape id="_x0000_s1257" style="position:absolute;left:6071;top:3119;width:266;height:286" coordsize="531,573" path="m328,573l531,,406,,262,424,123,,,,205,573r123,xe">
                <v:path arrowok="t"/>
              </v:shape>
              <v:shape id="_x0000_s1258" style="position:absolute;left:5525;top:3119;width:217;height:286" coordsize="434,573" path="m434,573l434,,11,r,97l320,97r,127l33,224r,96l320,320r,156l,476r,97l434,573xe">
                <v:path arrowok="t"/>
              </v:shape>
              <v:shape id="_x0000_s1259" style="position:absolute;left:4915;top:3114;width:268;height:297" coordsize="535,594" path="m250,372r,-96l,276,,505r19,18l44,537r29,16l105,567r34,11l175,587r34,6l244,594r23,-1l289,591r19,-2l328,584r20,-6l366,573r17,-9l401,557r16,-11l432,535r14,-12l460,510r11,-14l482,482r10,-17l501,448r7,-18l515,412r6,-18l526,374r4,-19l533,335r2,-20l535,296r-2,-22l532,253r-2,-22l526,211r-5,-19l514,172r-7,-18l498,136,487,118,476,104,464,88,451,75,437,61,421,50,405,40,387,29,373,22,358,16,342,13,326,7,308,6,291,2r-20,l251,,225,2,200,4,178,7r-21,6l135,18r-18,7l100,34,85,45,69,58,57,70,46,84,35,99r-9,16l19,133r-7,18l7,168r116,22l130,170r9,-18l151,138r16,-14l176,118r9,-5l194,109r11,-3l226,100r25,l269,100r18,2l303,106r16,5l333,118r15,9l360,136r11,11l382,161r9,13l398,190r7,18l410,226r4,19l416,267r,23l416,315r-2,23l410,360r-5,20l398,397r-7,18l382,430r-11,14l358,455r-12,10l333,474r-14,8l303,487r-16,5l269,494r-18,l234,494r-18,-3l198,487r-18,-7l162,473r-16,-9l130,455r-14,-9l116,372r134,xe">
                <v:path arrowok="t"/>
              </v:shape>
              <v:shape id="_x0000_s1260" style="position:absolute;left:4356;top:3119;width:268;height:286" coordsize="535,573" path="m326,573r,-242l535,,399,,265,225,133,,,,210,333r,240l326,573xe">
                <v:path arrowok="t"/>
              </v:shape>
              <v:shape id="_x0000_s1261" style="position:absolute;left:3809;top:3119;width:219;height:286" coordsize="437,573" path="m437,573l437,,253,,205,,166,2,135,4,116,9r-13,4l91,16,80,22,69,29r-9,7l50,45r-9,9l33,64,25,75,17,88r-5,12l8,115,5,129,1,143,,159r,16l1,200r4,24l10,245r9,20l28,281r13,16l53,310r14,10l82,331r16,7l112,344r14,5l149,353r29,1l210,356r38,l323,356r,217l437,573xm323,97r,162l258,259r-30,l201,258r-19,-4l167,251r-10,-6l148,238r-9,-7l132,222r-6,-11l121,200r-2,-10l119,177r,-14l123,149r5,-13l137,125r9,-9l158,109r11,-5l183,100r13,-2l214,97r23,l265,97r58,xe">
                <v:path arrowok="t"/>
                <o:lock v:ext="edit" verticies="t"/>
              </v:shape>
              <v:shape id="_x0000_s1262" style="position:absolute;left:3187;top:3119;width:258;height:286" coordsize="515,573" path="m515,573l515,,401,r,254l167,,12,,228,224,,573r150,l307,304r94,95l401,573r114,xe">
                <v:path arrowok="t"/>
              </v:shape>
              <v:shape id="_x0000_s1263" style="position:absolute;left:2672;top:3119;width:218;height:286" coordsize="435,573" path="m435,573l435,,12,r,97l319,97r,127l34,224r,96l319,320r,156l,476r,97l435,573xe">
                <v:path arrowok="t"/>
              </v:shape>
              <v:shape id="_x0000_s1264" style="position:absolute;left:2130;top:3119;width:227;height:286" coordsize="453,573" path="m284,573r,-476l453,97,453,,,,,97r168,l168,573r116,xe">
                <v:path arrowok="t"/>
              </v:shape>
              <v:shape id="_x0000_s1265" style="position:absolute;left:1558;top:3119;width:228;height:286" coordsize="455,573" path="m285,573r,-476l455,97,455,,,,,97r169,l169,573r116,xe">
                <v:path arrowok="t"/>
              </v:shape>
              <v:shape id="_x0000_s1266" style="position:absolute;left:956;top:3044;width:277;height:367" coordsize="555,733" path="m555,440r-1,-43l548,359r-3,-18l541,324r-5,-17l529,293,518,272,505,250,491,232,475,214,459,198,441,184,422,172r-20,-9l373,152r-28,-7l313,141r-34,-2l248,141r-30,4l191,150r-26,9l140,170r-22,14l97,200,77,218,59,239,43,261,31,286,20,313r-9,27l6,370,2,402,,436r2,34l6,503r5,30l20,562r11,25l43,612r14,21l75,655r20,17l116,689r24,12l165,714r25,7l218,728r29,4l277,733r30,-1l338,728r28,-7l391,714r25,-11l439,689r22,-17l480,655r18,-20l513,612r12,-24l536,562r9,-27l550,504r4,-32l555,440xm436,436r,24l434,481r-4,22l425,522r-7,16l411,556r-9,14l391,583r-11,13l368,606r-14,7l341,621r-16,5l311,631r-16,2l277,633r-16,l245,631r-16,-5l214,621r-14,-8l188,606,175,596,165,583,154,570r-9,-14l138,540r-7,-18l127,503r-4,-22l120,458r,-23l120,411r3,-23l125,367r6,-18l136,331r9,-16l152,300r11,-12l173,275r13,-9l198,257r15,-7l229,245r14,-4l261,239r16,l295,239r16,2l327,245r14,5l355,257r15,9l380,277r13,11l404,300r7,15l420,331r5,18l430,368r4,22l436,411r,25xm402,116l348,,234,,334,116r68,xm256,116l200,,90,r96,116l256,116xe">
                <v:path arrowok="t"/>
                <o:lock v:ext="edit" verticies="t"/>
              </v:shape>
              <v:shape id="_x0000_s1267" style="position:absolute;left:6071;top:3119;width:266;height:286" coordsize="531,573" path="m328,573l531,,406,,262,424,123,,,,205,573r123,xe" filled="f" strokeweight="28e-5mm">
                <v:path arrowok="t"/>
              </v:shape>
              <v:shape id="_x0000_s1268" style="position:absolute;left:5525;top:3119;width:217;height:286" coordsize="434,573" path="m434,573l434,,11,r,97l320,97r,127l33,224r,96l320,320r,156l,476r,97l434,573xe" filled="f" strokeweight="28e-5mm">
                <v:path arrowok="t"/>
              </v:shape>
              <v:shape id="_x0000_s1269" style="position:absolute;left:4915;top:3114;width:268;height:297" coordsize="535,594" path="m250,372r,-96l,276,,505r19,18l44,537r29,16l105,567r34,11l175,587r34,6l244,594r23,-1l289,591r19,-2l328,584r20,-6l366,573r17,-9l401,557r16,-11l432,535r14,-12l460,510r11,-14l482,482r10,-17l501,448r7,-18l515,412r6,-18l526,374r4,-19l533,335r2,-20l535,296r-2,-22l532,253r-2,-22l526,211r-5,-19l514,172r-7,-18l498,136,487,118,476,104,464,88,451,75,437,61,421,50,405,40,387,29,373,22,358,16,342,13,326,7,308,6,291,2r-20,l251,,225,2,200,4,178,7r-21,6l135,18r-18,7l100,34,85,45,69,58,57,70,46,84,35,99r-9,16l19,133r-7,18l7,168r116,22l130,170r9,-18l151,138r16,-14l176,118r9,-5l194,109r11,-3l226,100r25,l269,100r18,2l303,106r16,5l333,118r15,9l360,136r11,11l382,161r9,13l398,190r7,18l410,226r4,19l416,267r,23l416,315r-2,23l410,360r-5,20l398,397r-7,18l382,430r-11,14l358,455r-12,10l333,474r-14,8l303,487r-16,5l269,494r-18,l234,494r-18,-3l198,487r-18,-7l162,473r-16,-9l130,455r-14,-9l116,372r134,e" filled="f" strokeweight="28e-5mm">
                <v:path arrowok="t"/>
              </v:shape>
              <v:shape id="_x0000_s1270" style="position:absolute;left:4356;top:3119;width:268;height:286" coordsize="535,573" path="m326,573r,-242l535,,399,,265,225,133,,,,210,333r,240l326,573xe" filled="f" strokeweight="28e-5mm">
                <v:path arrowok="t"/>
              </v:shape>
              <v:shape id="_x0000_s1271" style="position:absolute;left:3809;top:3119;width:219;height:286" coordsize="437,573" path="m437,573l437,,253,,205,,166,2,135,4,116,9r-13,4l91,16,80,22,69,29r-9,7l50,45r-9,9l33,64,25,75,17,88r-5,12l8,115,5,129,1,143,,159r,16l1,200r4,24l10,245r9,20l28,281r13,16l53,310r14,10l82,331r16,7l112,344r14,5l149,353r29,1l210,356r38,l323,356r,217l437,573e" filled="f" strokeweight="28e-5mm">
                <v:path arrowok="t"/>
              </v:shape>
              <v:shape id="_x0000_s1272" style="position:absolute;left:3869;top:3167;width:102;height:82" coordsize="204,162" path="m204,r,162l139,162r-30,l82,161,63,157,48,154,38,148r-9,-7l20,134r-7,-9l7,114,2,103,,93,,80,,66,4,52,9,39,18,28r9,-9l39,12,50,7,64,3,77,1,95,r23,l146,r58,e" filled="f" strokeweight="28e-5mm">
                <v:path arrowok="t"/>
              </v:shape>
              <v:shape id="_x0000_s1273" style="position:absolute;left:3187;top:3119;width:258;height:286" coordsize="515,573" path="m515,573l515,,401,r,254l167,,12,,228,224,,573r150,l307,304r94,95l401,573r114,xe" filled="f" strokeweight="28e-5mm">
                <v:path arrowok="t"/>
              </v:shape>
              <v:shape id="_x0000_s1274" style="position:absolute;left:2672;top:3119;width:218;height:286" coordsize="435,573" path="m435,573l435,,12,r,97l319,97r,127l34,224r,96l319,320r,156l,476r,97l435,573xe" filled="f" strokeweight="28e-5mm">
                <v:path arrowok="t"/>
              </v:shape>
              <v:shape id="_x0000_s1275" style="position:absolute;left:2130;top:3119;width:227;height:286" coordsize="453,573" path="m284,573r,-476l453,97,453,,,,,97r168,l168,573r116,xe" filled="f" strokeweight="28e-5mm">
                <v:path arrowok="t"/>
              </v:shape>
              <v:shape id="_x0000_s1276" style="position:absolute;left:1558;top:3119;width:228;height:286" coordsize="455,573" path="m285,573r,-476l455,97,455,,,,,97r169,l169,573r116,xe" filled="f" strokeweight="28e-5mm">
                <v:path arrowok="t"/>
              </v:shape>
              <v:shape id="_x0000_s1277" style="position:absolute;left:956;top:3114;width:277;height:297" coordsize="555,594" path="m555,301r-1,-43l548,220r-3,-18l541,185r-5,-17l529,154,518,133,505,111,491,93,475,75,459,59,441,45,422,33,402,24,373,13,345,6,313,2,279,,248,2,218,6r-27,5l165,20,140,31,118,45,97,61,77,79,59,100,43,122,31,147,20,174r-9,27l6,231,2,263,,297r2,34l6,364r5,30l20,423r11,25l43,473r14,21l75,516r20,17l116,550r24,12l165,575r25,7l218,589r29,4l277,594r30,-1l338,589r28,-7l391,575r25,-11l439,550r22,-17l480,516r18,-20l513,473r12,-24l536,423r9,-27l550,365r4,-32l555,301e" filled="f" strokeweight="28e-5mm">
                <v:path arrowok="t"/>
              </v:shape>
              <v:shape id="_x0000_s1278" style="position:absolute;left:1015;top:3164;width:158;height:197" coordsize="316,394" path="m316,197r,24l314,242r-4,22l305,283r-7,16l291,317r-9,14l271,344r-11,13l248,367r-14,7l221,382r-16,5l191,392r-16,2l157,394r-16,l125,392r-16,-5l94,382,80,374,68,367,55,357,45,344,34,331,25,317,18,301,11,283,7,264,3,242,,219,,196,,172,3,149,5,128r6,-18l16,92,25,76,32,61,43,49,53,36,66,27,78,18,93,11,109,6,123,2,141,r16,l175,r16,2l207,6r14,5l235,18r15,9l260,38r13,11l284,61r7,15l300,92r5,18l310,129r4,22l316,172r,25e" filled="f" strokeweight="28e-5mm">
                <v:path arrowok="t"/>
              </v:shape>
              <v:shape id="_x0000_s1279" style="position:absolute;left:1073;top:3044;width:83;height:58" coordsize="168,116" path="m168,116l114,,,,100,116r68,e" filled="f" strokeweight="28e-5mm">
                <v:path arrowok="t"/>
              </v:shape>
              <v:shape id="_x0000_s1280" style="position:absolute;left:1000;top:3044;width:83;height:58" coordsize="166,116" path="m166,116l110,,,,96,116r70,e" filled="f" strokeweight="28e-5mm">
                <v:path arrowok="t"/>
              </v:shape>
              <v:shape id="_x0000_s1281" style="position:absolute;left:6062;top:3645;width:277;height:355" coordsize="553,710" path="m553,417r,-41l548,336r-4,-17l539,301r-6,-16l528,270,517,249,505,229,491,209,474,192,457,175,439,161,421,149r-20,-9l373,131r-31,-7l310,118r-34,-2l246,118r-29,4l189,129r-25,7l139,149r-23,12l94,177,75,195,57,217,43,240,28,263,18,290r-8,29l3,349,,381r,34l,447r3,33l10,510r8,29l28,564r13,25l57,610r18,22l94,650r22,16l137,680r25,11l189,700r27,5l244,709r32,1l307,709r28,-4l364,700r27,-9l414,680r23,-14l458,650r20,-18l496,612r16,-23l524,565r11,-26l542,512r7,-31l553,451r,-34xm435,413r-2,24l432,458r-4,22l423,499r-6,18l410,533r-9,15l391,560r-13,13l366,583r-13,9l339,598r-14,7l308,608r-16,2l276,610r-17,l242,608r-14,-3l214,599r-14,-7l187,583,175,573,162,562r-9,-14l143,533r-8,-16l130,499r-5,-19l121,458r-2,-21l119,412r,-24l121,365r4,-20l130,326r5,-18l143,292r8,-15l162,265r11,-13l185,243r13,-9l212,229r14,-5l242,218r17,-1l276,217r18,l310,218r16,6l341,229r14,5l367,243r13,11l391,265r10,12l410,293r7,17l424,327r4,18l432,367r1,23l435,413xm414,95l414,,319,r,95l414,95xm246,95l246,,151,r,95l246,95xe">
                <v:path arrowok="t"/>
                <o:lock v:ext="edit" verticies="t"/>
              </v:shape>
              <v:shape id="_x0000_s1282" style="position:absolute;left:5543;top:3709;width:227;height:286" coordsize="453,573" path="m284,573r,-476l453,97,453,,,,,97r168,l168,573r116,xe">
                <v:path arrowok="t"/>
              </v:shape>
              <v:shape id="_x0000_s1283" style="position:absolute;left:4965;top:3709;width:229;height:286" coordsize="458,573" path="m458,573l458,,342,r,226l116,226,116,,,,,573r116,l116,322r226,l342,573r116,xe">
                <v:path arrowok="t"/>
              </v:shape>
              <v:shape id="_x0000_s1284" style="position:absolute;left:4356;top:3709;width:287;height:286" coordsize="572,573" path="m,573r124,l174,444r229,l451,573r121,l351,,228,,,573xm212,347l290,134r77,213l212,347xe">
                <v:path arrowok="t"/>
                <o:lock v:ext="edit" verticies="t"/>
              </v:shape>
              <v:shape id="_x0000_s1285" style="position:absolute;left:3813;top:3709;width:227;height:286" coordsize="455,573" path="m285,573r,-476l455,97,455,,,,,97r169,l169,573r116,xe">
                <v:path arrowok="t"/>
              </v:shape>
              <v:shape id="_x0000_s1286" style="position:absolute;left:3236;top:3709;width:228;height:286" coordsize="455,573" path="m455,573l455,,342,,109,383,109,,,,,573r116,l346,199r,374l455,573xe">
                <v:path arrowok="t"/>
              </v:shape>
              <v:shape id="_x0000_s1287" style="position:absolute;left:2647;top:3709;width:267;height:286" coordsize="536,573" path="m325,573r,-242l536,,400,,264,227,132,,,,211,333r,240l325,573xe">
                <v:path arrowok="t"/>
              </v:shape>
              <v:shape id="_x0000_s1288" style="position:absolute;left:2073;top:3703;width:277;height:297" coordsize="555,594" path="m555,301r-2,-41l548,220r-4,-17l539,185r-6,-16l528,154,517,133,505,113,490,93,474,76,457,59,439,45,421,33,401,24,373,15,342,8,312,2,278,,246,2,217,6r-28,7l164,20,139,33,116,45,94,61,75,79,57,101,43,124,28,147,18,174r-8,29l3,233,,265r,34l,331r3,33l10,394r8,29l28,448r13,25l57,494r18,22l94,534r22,16l139,564r23,11l189,584r27,5l244,593r32,1l307,593r30,-4l364,584r27,-9l416,564r21,-14l458,534r20,-18l496,496r16,-23l524,449r11,-26l544,396r5,-31l553,335r2,-34xm435,297r-2,24l432,342r-4,22l424,383r-7,18l410,417r-9,15l391,444r-13,13l366,467r-13,9l339,482r-15,7l308,492r-16,2l276,494r-18,l242,492r-14,-3l214,483r-14,-7l187,467,175,457,162,446r-9,-14l144,417r-9,-16l130,383r-5,-19l121,342r-2,-21l119,296r,-24l121,249r4,-20l130,210r5,-18l142,176r9,-15l162,149r11,-13l185,127r13,-9l212,113r14,-5l242,102r16,-1l276,101r18,l310,102r16,6l341,113r14,5l367,127r13,11l391,149r10,12l410,177r7,17l424,211r4,18l432,251r3,23l435,297xe">
                <v:path arrowok="t"/>
                <o:lock v:ext="edit" verticies="t"/>
              </v:shape>
              <v:shape id="_x0000_s1289" style="position:absolute;left:1557;top:3711;width:202;height:284" coordsize="403,568" path="m403,568l403,,287,r,471l,471r,97l403,568xe">
                <v:path arrowok="t"/>
              </v:shape>
              <v:shape id="_x0000_s1290" style="position:absolute;left:978;top:3703;width:249;height:297" coordsize="498,594" path="m111,374l,408r5,24l14,453r9,20l34,491r11,16l57,523r13,14l86,548r14,11l116,568r18,8l153,582r20,5l193,591r21,2l237,594r27,-1l291,589r25,-5l341,575r23,-11l385,550r20,-16l425,516r16,-20l457,473r12,-24l478,424r9,-28l493,367r3,-32l498,303r-2,-34l493,235r-6,-31l478,176,468,149,455,124,441,101,423,81,405,61,384,45,362,33,339,22,314,13,287,6,259,2,230,,203,2,180,6,157,9r-23,7l114,25,95,36,77,49,59,63,50,74,41,84,32,95r-7,13l18,122r-6,14l5,152,,169r114,28l121,176r9,-20l136,147r7,-7l150,133r7,-7l166,120r9,-5l184,110r9,-4l214,102r22,-1l252,101r14,1l280,106r13,5l305,118r13,8l328,135r11,10l348,158r9,14l362,188r6,18l373,226r4,19l378,269r,25l378,321r-1,23l373,367r-4,20l362,405r-5,18l348,437r-9,12l328,460r-10,9l307,476r-13,7l282,489r-14,3l253,494r-16,l227,494r-11,-2l205,491r-11,-4l186,483r-9,-5l168,473r-9,-7l150,458r-7,-9l136,439r-6,-11l125,415r-5,-12l114,389r-3,-15xe">
                <v:path arrowok="t"/>
              </v:shape>
              <v:shape id="_x0000_s1291" style="position:absolute;left:6062;top:3703;width:277;height:297" coordsize="553,594" path="m553,301r,-41l548,220r-4,-17l539,185r-6,-16l528,154,517,133,505,113,491,93,474,76,457,59,439,45,421,33,401,24,373,15,342,8,310,2,276,,246,2,217,6r-28,7l164,20,139,33,116,45,94,61,75,79,57,101,43,124,28,147,18,174r-8,29l3,233,,265r,34l,331r3,33l10,394r8,29l28,448r13,25l57,494r18,22l94,534r22,16l137,564r25,11l189,584r27,5l244,593r32,1l307,593r28,-4l364,584r27,-9l414,564r23,-14l458,534r20,-18l496,496r16,-23l524,449r11,-26l542,396r7,-31l553,335r,-34e" filled="f" strokeweight="28e-5mm">
                <v:path arrowok="t"/>
              </v:shape>
              <v:shape id="_x0000_s1292" style="position:absolute;left:6122;top:3753;width:158;height:197" coordsize="316,393" path="m316,196r-2,24l313,241r-4,22l304,282r-6,18l291,316r-9,15l272,343r-13,13l247,366r-13,9l220,381r-14,7l189,391r-16,2l157,393r-17,l123,391r-14,-3l95,382,81,375,68,366,56,356,43,345,34,331,24,316,16,300,11,282,6,263,2,241,,220,,195,,171,2,148,6,128r5,-19l16,91,24,75,32,60,43,48,54,35,66,26,79,17,93,12,107,7,123,1,140,r17,l175,r16,1l207,7r15,5l236,17r12,9l261,37r11,11l282,60r9,16l298,93r7,17l309,128r4,22l314,173r2,23e" filled="f" strokeweight="28e-5mm">
                <v:path arrowok="t"/>
              </v:shape>
              <v:rect id="_x0000_s1293" style="position:absolute;left:6222;top:3645;width:47;height:47" filled="f" strokeweight="28e-5mm"/>
              <v:rect id="_x0000_s1294" style="position:absolute;left:6138;top:3645;width:48;height:47" filled="f" strokeweight="28e-5mm"/>
              <v:shape id="_x0000_s1295" style="position:absolute;left:5543;top:3709;width:227;height:286" coordsize="453,573" path="m284,573r,-476l453,97,453,,,,,97r168,l168,573r116,xe" filled="f" strokeweight="28e-5mm">
                <v:path arrowok="t"/>
              </v:shape>
              <v:shape id="_x0000_s1296" style="position:absolute;left:4965;top:3709;width:229;height:286" coordsize="458,573" path="m458,573l458,,342,r,226l116,226,116,,,,,573r116,l116,322r226,l342,573r116,xe" filled="f" strokeweight="28e-5mm">
                <v:path arrowok="t"/>
              </v:shape>
              <v:shape id="_x0000_s1297" style="position:absolute;left:4356;top:3709;width:287;height:286" coordsize="572,573" path="m,573r124,l174,444r229,l451,573r121,l351,,228,,,573xe" filled="f" strokeweight="28e-5mm">
                <v:path arrowok="t"/>
              </v:shape>
              <v:shape id="_x0000_s1298" style="position:absolute;left:4462;top:3776;width:78;height:106" coordsize="155,213" path="m,213l78,r77,213l,213xe" filled="f" strokeweight="28e-5mm">
                <v:path arrowok="t"/>
              </v:shape>
              <v:shape id="_x0000_s1299" style="position:absolute;left:3813;top:3709;width:227;height:286" coordsize="455,573" path="m285,573r,-476l455,97,455,,,,,97r169,l169,573r116,xe" filled="f" strokeweight="28e-5mm">
                <v:path arrowok="t"/>
              </v:shape>
              <v:shape id="_x0000_s1300" style="position:absolute;left:3236;top:3709;width:228;height:286" coordsize="455,573" path="m455,573l455,,342,,109,383,109,,,,,573r116,l346,199r,374l455,573xe" filled="f" strokeweight="28e-5mm">
                <v:path arrowok="t"/>
              </v:shape>
              <v:shape id="_x0000_s1301" style="position:absolute;left:2647;top:3709;width:267;height:286" coordsize="536,573" path="m325,573r,-242l536,,400,,264,227,132,,,,211,333r,240l325,573xe" filled="f" strokeweight="28e-5mm">
                <v:path arrowok="t"/>
              </v:shape>
              <v:shape id="_x0000_s1302" style="position:absolute;left:2073;top:3703;width:277;height:297" coordsize="555,594" path="m555,301r-2,-41l548,220r-4,-17l539,185r-6,-16l528,154,517,133,505,113,490,93,474,76,457,59,439,45,421,33,401,24,373,15,342,8,312,2,278,,246,2,217,6r-28,7l164,20,139,33,116,45,94,61,75,79,57,101,43,124,28,147,18,174r-8,29l3,233,,265r,34l,331r3,33l10,394r8,29l28,448r13,25l57,494r18,22l94,534r22,16l139,564r23,11l189,584r27,5l244,593r32,1l307,593r30,-4l364,584r27,-9l416,564r21,-14l458,534r20,-18l496,496r16,-23l524,449r11,-26l544,396r5,-31l553,335r2,-34e" filled="f" strokeweight="28e-5mm">
                <v:path arrowok="t"/>
              </v:shape>
              <v:shape id="_x0000_s1303" style="position:absolute;left:2133;top:3753;width:158;height:197" coordsize="316,393" path="m316,196r-2,24l313,241r-4,22l305,282r-7,18l291,316r-9,15l272,343r-13,13l247,366r-13,9l220,381r-15,7l189,391r-16,2l157,393r-18,l123,391r-14,-3l95,382,81,375,68,366,56,356,43,345,34,331,25,316,16,300,11,282,6,263,2,241,,220,,195,,171,2,148,6,128r5,-19l16,91,23,75,32,60,43,48,54,35,66,26,79,17,93,12,107,7,123,1,139,r18,l175,r16,1l207,7r15,5l236,17r12,9l261,37r11,11l282,60r9,16l298,93r7,17l309,128r4,22l316,173r,23e" filled="f" strokeweight="28e-5mm">
                <v:path arrowok="t"/>
              </v:shape>
              <v:shape id="_x0000_s1304" style="position:absolute;left:1557;top:3711;width:202;height:284" coordsize="403,568" path="m403,568l403,,287,r,471l,471r,97l403,568xe" filled="f" strokeweight="28e-5mm">
                <v:path arrowok="t"/>
              </v:shape>
              <v:shape id="_x0000_s1305" style="position:absolute;left:978;top:3703;width:249;height:297" coordsize="498,594" path="m111,374l,408r5,24l14,453r9,20l34,491r11,16l57,523r13,14l86,548r14,11l116,568r18,8l153,582r20,5l193,591r21,2l237,594r27,-1l291,589r25,-5l341,575r23,-11l385,550r20,-16l425,516r16,-20l457,473r12,-24l478,424r9,-28l493,367r3,-32l498,303r-2,-34l493,235r-6,-31l478,176,468,149,455,124,441,101,423,81,405,61,384,45,362,33,339,22,314,13,287,6,259,2,230,,203,2,180,6,157,9r-23,7l114,25,95,36,77,49,59,63,50,74,41,84,32,95r-7,13l18,122r-6,14l5,152,,169r114,28l121,176r9,-20l136,147r7,-7l150,133r7,-7l166,120r9,-5l184,110r9,-4l214,102r22,-1l252,101r14,1l280,106r13,5l305,118r13,8l328,135r11,10l348,158r9,14l362,188r6,18l373,226r4,19l378,269r,25l378,321r-1,23l373,367r-4,20l362,405r-5,18l348,437r-9,12l328,460r-10,9l307,476r-13,7l282,489r-14,3l253,494r-16,l227,494r-11,-2l205,491r-11,-4l186,483r-9,-5l168,473r-9,-7l150,458r-7,-9l136,439r-6,-11l125,415r-5,-12l114,389r-3,-15xe" filled="f" strokeweight="28e-5mm">
                <v:path arrowok="t"/>
              </v:shape>
              <v:shape id="_x0000_s1306" style="position:absolute;left:6044;top:4246;width:258;height:287" coordsize="516,575" path="m516,575l516,,400,r,254l166,,11,,227,224,,575r148,l305,305r95,96l400,575r116,xe">
                <v:path arrowok="t"/>
              </v:shape>
              <v:rect id="_x0000_s1307" style="position:absolute;left:5602;top:4246;width:58;height:287"/>
              <v:shape id="_x0000_s1308" style="position:absolute;left:4953;top:4249;width:201;height:284" coordsize="402,569" path="m402,569l402,,286,r,472l,472r,97l402,569xe">
                <v:path arrowok="t"/>
              </v:shape>
              <v:shape id="_x0000_s1309" style="position:absolute;left:4403;top:4246;width:217;height:287" coordsize="436,575" path="m436,575l436,,11,r,97l320,97r,127l32,224r,97l320,321r,157l,478r,97l436,575xe">
                <v:path arrowok="t"/>
              </v:shape>
              <v:shape id="_x0000_s1310" style="position:absolute;left:3827;top:4246;width:227;height:287" coordsize="454,575" path="m454,575l454,,341,,107,383,107,,,,,575r116,l346,201r,374l454,575xe">
                <v:path arrowok="t"/>
              </v:shape>
              <v:shape id="_x0000_s1311" style="position:absolute;left:3236;top:4242;width:248;height:296" coordsize="498,593" path="m111,373l,408r7,22l14,451r9,20l34,489r11,18l57,521r14,14l86,548r14,11l118,568r16,7l154,582r19,3l193,589r21,4l237,593r27,-2l291,587r27,-5l341,573r23,-11l386,550r19,-16l425,514r16,-20l457,473r12,-25l480,423r7,-29l493,365r3,-30l498,301r-2,-34l493,235r-6,-32l480,174,469,147,457,122,441,101,425,79,405,61,384,45,362,31,339,20,314,11,287,6,259,,230,,205,,180,4,157,9r-21,6l114,24,95,34,77,47,59,63r-9,9l41,83,34,93r-9,15l18,120r-5,15l7,151,2,169r114,26l121,174r9,-18l137,147r6,-9l150,131r7,-7l166,119r9,-6l184,110r9,-4l214,101r22,-2l252,99r14,3l280,106r13,4l305,117r13,7l328,135r11,10l348,158r9,12l364,187r5,17l373,224r4,22l378,269r,23l378,319r-1,25l373,365r-4,20l364,405r-7,16l348,435r-9,13l330,458r-11,9l307,476r-12,6l282,487r-14,4l253,492r-14,2l227,494r-11,-2l205,489r-9,-2l186,482r-9,-4l168,471r-9,-7l152,457r-7,-9l137,437r-7,-11l125,416r-5,-15l116,387r-5,-14xe">
                <v:path arrowok="t"/>
              </v:shape>
              <v:shape id="_x0000_s1312" style="position:absolute;left:2661;top:4242;width:268;height:296" coordsize="535,593" path="m248,373r,-97l,276,,503r19,18l44,537r29,15l105,566r34,12l175,585r34,6l244,593r22,l287,591r21,-4l328,584r20,-6l366,571r17,-7l401,555r16,-11l432,534r14,-11l458,509r13,-13l482,480r10,-16l501,448r7,-18l516,412r5,-20l526,374r4,-19l532,335r1,-20l535,294r-2,-22l532,251r-2,-22l524,210r-5,-20l514,172r-9,-19l498,135,487,119,476,102,464,88,451,74,437,61,421,49,405,38,387,29,373,22,358,17,342,11,326,8,308,4,289,2,271,,250,,225,,200,2,176,6r-21,5l135,18r-17,7l100,34,84,45,69,56,57,68,44,83,35,99r-8,16l18,131r-6,18l7,169r114,21l128,170r11,-17l151,136r17,-12l176,117r9,-4l194,108r11,-4l226,101r24,-2l269,99r16,3l303,106r14,5l333,119r13,7l358,136r13,11l382,160r9,14l398,190r7,16l408,226r4,20l414,267r2,23l414,315r-2,22l408,358r-5,22l398,398r-7,16l380,430r-11,12l358,455r-12,11l332,475r-15,7l303,487r-16,4l269,492r-18,2l234,492r-18,-1l196,485r-18,-5l160,473r-16,-9l130,455,116,444r,-71l248,373xe">
                <v:path arrowok="t"/>
              </v:shape>
              <v:shape id="_x0000_s1313" style="position:absolute;left:1524;top:4246;width:257;height:287" coordsize="514,575" path="m514,575l514,,271,,229,2,193,4,163,9r-24,7l129,20r-9,5l109,31r-7,7l86,52,72,72,61,92r-7,21l48,136r-1,25l48,178r2,14l52,206r5,14l63,233r5,13l77,258r9,11l95,278r12,9l118,296r14,7l146,308r17,5l180,317r18,4l180,331r-16,13l150,356r-14,13l123,385r-16,20l91,432,72,462,,575r139,l223,449r20,-30l261,394r12,-18l284,365r7,-9l300,351r9,-5l318,340r11,-1l341,337r16,-2l377,335r23,l400,575r114,xm400,244r-86,l277,242r-31,l225,240r-14,-3l200,231r-9,-5l184,220r-5,-8l173,203r-3,-11l166,181r,-12l168,154r2,-10l175,131r7,-9l189,115r11,-7l213,102r12,-3l236,99r18,l279,99r30,-2l400,97r,147xe">
                <v:path arrowok="t"/>
                <o:lock v:ext="edit" verticies="t"/>
              </v:shape>
              <v:shape id="_x0000_s1314" style="position:absolute;left:944;top:4246;width:286;height:287" coordsize="573,575" path="m,575r125,l175,444r228,l452,575r121,l350,,229,,,575xm213,347l291,135r77,212l213,347xe">
                <v:path arrowok="t"/>
                <o:lock v:ext="edit" verticies="t"/>
              </v:shape>
              <v:shape id="_x0000_s1315" style="position:absolute;left:2062;top:4171;width:278;height:367" coordsize="555,734" path="m555,440r-1,-41l548,360r-3,-18l541,326r-5,-16l529,294,518,272,505,252,491,233,477,215,459,199,441,184,421,174,402,163r-27,-9l345,147r-32,-4l279,141r-31,l218,147r-27,5l164,161r-23,11l118,184,97,200,77,220,59,240,43,263,31,286,20,313r-9,29l6,372,2,404,,438r2,34l6,505r5,28l20,562r11,27l43,612r16,23l75,655r20,20l116,689r23,14l164,714r25,9l218,728r29,4l277,734r32,-2l338,728r28,-5l391,714r25,-11l439,691r22,-16l480,655r18,-20l512,614r15,-25l536,564r9,-29l550,506r4,-32l555,440xm436,437r,23l434,483r-4,20l425,523r-5,17l411,557r-9,14l391,585r-11,11l368,607r-14,9l341,623r-16,5l311,632r-16,1l277,635r-16,-2l245,632r-16,-4l214,623r-14,-7l188,607,175,596,164,585,154,571r-9,-14l138,540r-7,-17l127,503r-4,-22l122,460r-2,-25l120,412r3,-22l127,369r4,-20l138,331r7,-16l154,301r9,-13l175,277r11,-10l200,260r13,-8l229,247r14,-4l261,240r16,l295,240r16,3l327,247r16,5l355,260r15,7l382,277r11,11l404,302r9,15l420,333r5,18l430,370r4,20l436,413r,24xm348,118l295,,172,,279,118r69,xe">
                <v:path arrowok="t"/>
                <o:lock v:ext="edit" verticies="t"/>
              </v:shape>
              <v:shape id="_x0000_s1316" style="position:absolute;left:6044;top:4246;width:258;height:287" coordsize="516,575" path="m516,575l516,,400,r,254l166,,11,,227,224,,575r148,l305,305r95,96l400,575r116,xe" filled="f" strokeweight="28e-5mm">
                <v:path arrowok="t"/>
              </v:shape>
              <v:rect id="_x0000_s1317" style="position:absolute;left:5602;top:4246;width:58;height:287" filled="f" strokeweight="28e-5mm"/>
              <v:shape id="_x0000_s1318" style="position:absolute;left:4953;top:4249;width:201;height:284" coordsize="402,569" path="m402,569l402,,286,r,472l,472r,97l402,569xe" filled="f" strokeweight="28e-5mm">
                <v:path arrowok="t"/>
              </v:shape>
              <v:shape id="_x0000_s1319" style="position:absolute;left:4403;top:4246;width:217;height:287" coordsize="436,575" path="m436,575l436,,11,r,97l320,97r,127l32,224r,97l320,321r,157l,478r,97l436,575xe" filled="f" strokeweight="28e-5mm">
                <v:path arrowok="t"/>
              </v:shape>
              <v:shape id="_x0000_s1320" style="position:absolute;left:3827;top:4246;width:227;height:287" coordsize="454,575" path="m454,575l454,,341,,107,383,107,,,,,575r116,l346,201r,374l454,575xe" filled="f" strokeweight="28e-5mm">
                <v:path arrowok="t"/>
              </v:shape>
              <v:shape id="_x0000_s1321" style="position:absolute;left:3236;top:4242;width:248;height:296" coordsize="498,593" path="m111,373l,408r7,22l14,451r9,20l34,489r11,18l57,521r14,14l86,548r14,11l118,568r16,7l154,582r19,3l193,589r21,4l237,593r27,-2l291,587r27,-5l341,573r23,-11l386,550r19,-16l425,514r16,-20l457,473r12,-25l480,423r7,-29l493,365r3,-30l498,301r-2,-34l493,235r-6,-32l480,174,469,147,457,122,441,101,425,79,405,61,384,45,362,31,339,20,314,11,287,6,259,,230,,205,,180,4,157,9r-21,6l114,24,95,34,77,47,59,63r-9,9l41,83,34,93r-9,15l18,120r-5,15l7,151,2,169r114,26l121,174r9,-18l137,147r6,-9l150,131r7,-7l166,119r9,-6l184,110r9,-4l214,101r22,-2l252,99r14,3l280,106r13,4l305,117r13,7l328,135r11,10l348,158r9,12l364,187r5,17l373,224r4,22l378,269r,23l378,319r-1,25l373,365r-4,20l364,405r-7,16l348,435r-9,13l330,458r-11,9l307,476r-12,6l282,487r-14,4l253,492r-14,2l227,494r-11,-2l205,489r-9,-2l186,482r-9,-4l168,471r-9,-7l152,457r-7,-9l137,437r-7,-11l125,416r-5,-15l116,387r-5,-14xe" filled="f" strokeweight="28e-5mm">
                <v:path arrowok="t"/>
              </v:shape>
              <v:shape id="_x0000_s1322" style="position:absolute;left:2661;top:4242;width:268;height:296" coordsize="535,593" path="m248,373r,-97l,276,,503r19,18l44,537r29,15l105,566r34,12l175,585r34,6l244,593r22,l287,591r21,-4l328,584r20,-6l366,571r17,-7l401,555r16,-11l432,534r14,-11l458,509r13,-13l482,480r10,-16l501,448r7,-18l516,412r5,-20l526,374r4,-19l532,335r1,-20l535,294r-2,-22l532,251r-2,-22l524,210r-5,-20l514,172r-9,-19l498,135,487,119,476,102,464,88,451,74,437,61,421,49,405,38,387,29,373,22,358,17,342,11,326,8,308,4,289,2,271,,250,,225,,200,2,176,6r-21,5l135,18r-17,7l100,34,84,45,69,56,57,68,44,83,35,99r-8,16l18,131r-6,18l7,169r114,21l128,170r11,-17l151,136r17,-12l176,117r9,-4l194,108r11,-4l226,101r24,-2l269,99r16,3l303,106r14,5l333,119r13,7l358,136r13,11l382,160r9,14l398,190r7,16l408,226r4,20l414,267r2,23l414,315r-2,22l408,358r-5,22l398,398r-7,16l380,430r-11,12l358,455r-12,11l332,475r-15,7l303,487r-16,4l269,492r-18,2l234,492r-18,-1l196,485r-18,-5l160,473r-16,-9l130,455,116,444r,-71l248,373e" filled="f" strokeweight="28e-5mm">
                <v:path arrowok="t"/>
              </v:shape>
              <v:shape id="_x0000_s1323" style="position:absolute;left:1524;top:4246;width:257;height:287" coordsize="514,575" path="m514,575l514,,271,,229,2,193,4,163,9r-24,7l129,20r-9,5l109,31r-7,7l86,52,72,72,61,92r-7,21l48,136r-1,25l48,178r2,14l52,206r5,14l63,233r5,13l77,258r9,11l95,278r12,9l118,296r14,7l146,308r17,5l180,317r18,4l180,331r-16,13l150,356r-14,13l123,385r-16,20l91,432,72,462,,575r139,l223,449r20,-30l261,394r12,-18l284,365r7,-9l300,351r9,-5l318,340r11,-1l341,337r16,-2l377,335r23,l400,575r114,e" filled="f" strokeweight="28e-5mm">
                <v:path arrowok="t"/>
              </v:shape>
              <v:shape id="_x0000_s1324" style="position:absolute;left:1607;top:4295;width:117;height:73" coordsize="234,147" path="m234,147r-86,l111,145r-31,l59,143,45,140,34,134r-9,-5l18,123r-5,-8l7,106,4,95,,84,,72,2,57,4,47,9,34r7,-9l23,18,34,11,47,5,59,2r11,l88,2r25,l143,r91,l234,147e" filled="f" strokeweight="28e-5mm">
                <v:path arrowok="t"/>
              </v:shape>
              <v:shape id="_x0000_s1325" style="position:absolute;left:944;top:4246;width:286;height:287" coordsize="573,575" path="m,575r125,l175,444r228,l452,575r121,l350,,229,,,575xe" filled="f" strokeweight="28e-5mm">
                <v:path arrowok="t"/>
              </v:shape>
              <v:shape id="_x0000_s1326" style="position:absolute;left:1050;top:4313;width:78;height:107" coordsize="155,212" path="m,212l78,r77,212l,212xe" filled="f" strokeweight="28e-5mm">
                <v:path arrowok="t"/>
              </v:shape>
              <v:shape id="_x0000_s1327" style="position:absolute;left:2062;top:4242;width:278;height:296" coordsize="555,593" path="m555,299r-1,-41l548,219r-3,-18l541,185r-5,-16l529,153,518,131,505,111,491,92,477,74,459,58,441,43,421,33,402,22,375,13,345,6,313,2,279,,248,,218,6r-27,5l164,20,141,31,118,43,97,59,77,79,59,99,43,122,31,145,20,172r-9,29l6,231,2,263,,297r2,34l6,364r5,28l20,421r11,27l43,471r16,23l75,514r20,20l116,548r23,14l164,573r25,9l218,587r29,4l277,593r32,-2l338,587r28,-5l391,573r25,-11l439,550r22,-16l480,514r18,-20l512,473r15,-25l536,423r9,-29l550,365r4,-32l555,299e" filled="f" strokeweight="28e-5mm">
                <v:path arrowok="t"/>
              </v:shape>
              <v:shape id="_x0000_s1328" style="position:absolute;left:2122;top:4291;width:158;height:198" coordsize="316,395" path="m316,197r,23l314,243r-4,20l305,283r-5,17l291,317r-9,14l271,345r-11,11l248,367r-14,9l221,383r-16,5l191,392r-16,1l157,395r-16,-2l125,392r-16,-4l94,383,80,376,68,367,55,356,44,345,34,331,25,317,18,300,11,283,7,263,3,241,2,220,,195,,172,3,150,7,129r4,-20l18,91,25,75,34,61,43,48,55,37,66,27,80,20,93,12,109,7,123,3,141,r16,l175,r16,3l207,7r16,5l235,20r15,7l262,37r11,11l284,62r9,15l300,93r5,18l310,130r4,20l316,173r,24e" filled="f" strokeweight="28e-5mm">
                <v:path arrowok="t"/>
              </v:shape>
              <v:shape id="_x0000_s1329" style="position:absolute;left:2148;top:4171;width:88;height:59" coordsize="176,118" path="m176,118l123,,,,107,118r69,xe" filled="f" strokeweight="28e-5mm">
                <v:path arrowok="t"/>
              </v:shape>
              <v:shape id="_x0000_s1330" style="position:absolute;left:6059;top:4823;width:276;height:286" coordsize="551,573" path="m551,573l551,,380,,274,392,173,,,,,573r107,l107,122,221,573r111,l444,122r,451l551,573xe">
                <v:path arrowok="t"/>
              </v:shape>
              <v:shape id="_x0000_s1331" style="position:absolute;left:4963;top:4826;width:202;height:283" coordsize="403,567" path="m403,567l403,,287,r,470l,470r,97l403,567xe">
                <v:path arrowok="t"/>
              </v:shape>
              <v:shape id="_x0000_s1332" style="position:absolute;left:4389;top:4823;width:228;height:286" coordsize="455,573" path="m285,573r,-476l455,97,455,,,,,97r169,l169,573r116,xe">
                <v:path arrowok="t"/>
              </v:shape>
              <v:shape id="_x0000_s1333" style="position:absolute;left:3745;top:4823;width:375;height:286" coordsize="750,573" path="m614,573l750,,632,,546,394,441,,303,,204,401,116,,,,139,573r122,l375,145,489,573r125,xe">
                <v:path arrowok="t"/>
              </v:shape>
              <v:shape id="_x0000_s1334" style="position:absolute;left:3245;top:4826;width:201;height:283" coordsize="401,567" path="m401,567l401,,287,r,470l,470r,97l401,567xe">
                <v:path arrowok="t"/>
              </v:shape>
              <v:shape id="_x0000_s1335" style="position:absolute;left:2687;top:4823;width:217;height:286" coordsize="435,573" path="m435,573l435,,10,r,97l319,97r,127l32,224r,97l319,321r,155l,476r,97l435,573xe">
                <v:path arrowok="t"/>
              </v:shape>
              <v:shape id="_x0000_s1336" style="position:absolute;left:2117;top:4819;width:232;height:296" coordsize="466,593" path="m466,396l353,385r-3,14l346,412r-3,11l337,435r-5,9l327,453r-7,9l312,469r-8,6l295,480r-9,5l275,489r-11,2l254,492r-13,2l229,494r-27,l179,489r-9,-4l161,482r-9,-6l145,471,132,458r-9,-12l120,439r-2,-7l116,424r,-8l116,407r2,-9l123,389r6,-7l134,374r11,-7l155,362r15,-6l182,353r20,-5l229,340r33,-9l305,319r36,-13l355,299r15,-9l382,283r11,-9l403,263r11,-14l425,237r7,-15l437,208r4,-16l445,176r,-16l443,138r-4,-21l430,97,420,77,405,59,389,43,370,31,348,20,323,11,296,4,268,,236,,211,,186,2,163,6r-22,5l121,18r-17,8l88,36,73,47,61,59,50,72,41,86r-9,16l27,119r-5,17l18,154r-2,20l132,178r6,-20l145,140r3,-7l154,126r5,-6l164,115r13,-9l195,101r19,-4l237,95r24,2l282,101r18,7l316,117r7,7l330,131r4,11l334,151r,10l330,170r-5,9l318,187r-16,8l280,204r-30,11l211,224r-40,11l138,246r-29,10l86,265,68,278,50,292,36,306,23,324,13,344,5,365,2,389,,416r2,25l7,464r9,21l27,509r7,9l43,528r9,9l61,546r9,7l80,560r13,6l105,571r27,9l161,587r32,4l229,593r26,l280,589r24,-3l325,580r20,-7l364,564r16,-9l396,543r13,-13l421,514r11,-16l443,480r7,-18l457,441r5,-22l466,396xe">
                <v:path arrowok="t"/>
              </v:shape>
              <v:shape id="_x0000_s1337" style="position:absolute;left:1537;top:4823;width:232;height:286" coordsize="464,573" path="m464,573r,-104l164,97r266,l430,,11,r,90l325,476,,476r,97l464,573xe">
                <v:path arrowok="t"/>
              </v:shape>
              <v:shape id="_x0000_s1338" style="position:absolute;left:950;top:4823;width:258;height:286" coordsize="515,573" path="m515,573l515,,399,r,254l167,,12,,226,224,,573r150,l307,305r92,96l399,573r116,xe">
                <v:path arrowok="t"/>
              </v:shape>
              <v:shape id="_x0000_s1339" style="position:absolute;left:5531;top:4748;width:227;height:367" coordsize="455,734" path="m455,150r-116,l339,460r,34l339,523r-2,19l336,557r-6,16l323,589r-11,12l300,614r-14,9l268,630r-22,3l225,635r-23,-2l180,630r-9,-4l164,623r-7,-4l150,614,139,603r-9,-11l123,580r-3,-15l118,548r-2,-22l116,499r-2,-32l114,150,,150,,451r,48l2,540r3,33l9,598r5,19l22,637r10,16l43,669r14,15l73,696r18,11l111,716r23,7l159,728r28,4l221,734r38,-2l293,728r14,-1l321,723r13,-4l345,714r19,-9l382,693r16,-13l412,666r11,-16l432,633r7,-16l444,601r6,-27l453,540r2,-39l455,456r,-306xm298,118l245,,121,,229,118r69,xe">
                <v:path arrowok="t"/>
                <o:lock v:ext="edit" verticies="t"/>
              </v:shape>
              <v:shape id="_x0000_s1340" style="position:absolute;left:6059;top:4823;width:276;height:286" coordsize="551,573" path="m551,573l551,,380,,274,392,173,,,,,573r107,l107,122,221,573r111,l444,122r,451l551,573xe" filled="f" strokeweight="28e-5mm">
                <v:path arrowok="t"/>
              </v:shape>
              <v:shape id="_x0000_s1341" style="position:absolute;left:4963;top:4826;width:202;height:283" coordsize="403,567" path="m403,567l403,,287,r,470l,470r,97l403,567xe" filled="f" strokeweight="28e-5mm">
                <v:path arrowok="t"/>
              </v:shape>
              <v:shape id="_x0000_s1342" style="position:absolute;left:4389;top:4823;width:228;height:286" coordsize="455,573" path="m285,573r,-476l455,97,455,,,,,97r169,l169,573r116,xe" filled="f" strokeweight="28e-5mm">
                <v:path arrowok="t"/>
              </v:shape>
              <v:shape id="_x0000_s1343" style="position:absolute;left:3745;top:4823;width:375;height:286" coordsize="750,573" path="m614,573l750,,632,,546,394,441,,303,,204,401,116,,,,139,573r122,l375,145,489,573r125,xe" filled="f" strokeweight="28e-5mm">
                <v:path arrowok="t"/>
              </v:shape>
              <v:shape id="_x0000_s1344" style="position:absolute;left:3245;top:4826;width:201;height:283" coordsize="401,567" path="m401,567l401,,287,r,470l,470r,97l401,567xe" filled="f" strokeweight="28e-5mm">
                <v:path arrowok="t"/>
              </v:shape>
              <v:shape id="_x0000_s1345" style="position:absolute;left:2687;top:4823;width:217;height:286" coordsize="435,573" path="m435,573l435,,10,r,97l319,97r,127l32,224r,97l319,321r,155l,476r,97l435,573xe" filled="f" strokeweight="28e-5mm">
                <v:path arrowok="t"/>
              </v:shape>
              <v:shape id="_x0000_s1346" style="position:absolute;left:2117;top:4819;width:232;height:296" coordsize="466,593" path="m466,396l353,385r-3,14l346,412r-3,11l337,435r-5,9l327,453r-7,9l312,469r-8,6l295,480r-9,5l275,489r-11,2l254,492r-13,2l229,494r-27,l179,489r-9,-4l161,482r-9,-6l145,471,132,458r-9,-12l120,439r-2,-7l116,424r,-8l116,407r2,-9l123,389r6,-7l134,374r11,-7l155,362r15,-6l182,353r20,-5l229,340r33,-9l305,319r36,-13l355,299r15,-9l382,283r11,-9l403,263r11,-14l425,237r7,-15l437,208r4,-16l445,176r,-16l443,138r-4,-21l430,97,420,77,405,59,389,43,370,31,348,20,323,11,296,4,268,,236,,211,,186,2,163,6r-22,5l121,18r-17,8l88,36,73,47,61,59,50,72,41,86r-9,16l27,119r-5,17l18,154r-2,20l132,178r6,-20l145,140r3,-7l154,126r5,-6l164,115r13,-9l195,101r19,-4l237,95r24,2l282,101r18,7l316,117r7,7l330,131r4,11l334,151r,10l330,170r-5,9l318,187r-16,8l280,204r-30,11l211,224r-40,11l138,246r-29,10l86,265,68,278,50,292,36,306,23,324,13,344,5,365,2,389,,416r2,25l7,464r9,21l27,509r7,9l43,528r9,9l61,546r9,7l80,560r13,6l105,571r27,9l161,587r32,4l229,593r26,l280,589r24,-3l325,580r20,-7l364,564r16,-9l396,543r13,-13l421,514r11,-16l443,480r7,-18l457,441r5,-22l466,396e" filled="f" strokeweight="28e-5mm">
                <v:path arrowok="t"/>
              </v:shape>
              <v:shape id="_x0000_s1347" style="position:absolute;left:1537;top:4823;width:232;height:286" coordsize="464,573" path="m464,573r,-104l164,97r266,l430,,11,r,90l325,476,,476r,97l464,573xe" filled="f" strokeweight="28e-5mm">
                <v:path arrowok="t"/>
              </v:shape>
              <v:shape id="_x0000_s1348" style="position:absolute;left:950;top:4823;width:258;height:286" coordsize="515,573" path="m515,573l515,,399,r,254l167,,12,,226,224,,573r150,l307,305r92,96l399,573r116,xe" filled="f" strokeweight="28e-5mm">
                <v:path arrowok="t"/>
              </v:shape>
              <v:shape id="_x0000_s1349" style="position:absolute;left:5531;top:4823;width:227;height:292" coordsize="455,584" path="m455,l339,r,310l339,344r,29l337,392r-1,15l330,423r-7,16l312,451r-12,13l286,473r-18,7l246,483r-21,2l202,483r-22,-3l171,476r-7,-3l157,469r-7,-5l139,453r-9,-11l123,430r-3,-15l118,398r-2,-22l116,349r-2,-32l114,,,,,301r,48l2,390r3,33l9,448r5,19l22,487r10,16l43,519r14,15l73,546r18,11l111,566r23,7l159,578r28,4l221,584r38,-2l293,578r14,-1l321,573r13,-4l345,564r19,-9l382,543r16,-13l412,516r11,-16l432,483r7,-16l444,451r6,-27l453,390r2,-39l455,306,455,e" filled="f" strokeweight="28e-5mm">
                <v:path arrowok="t"/>
              </v:shape>
              <v:shape id="_x0000_s1350" style="position:absolute;left:5591;top:4748;width:89;height:59" coordsize="177,118" path="m177,118l124,,,,108,118r69,e" filled="f" strokeweight="28e-5mm">
                <v:path arrowok="t"/>
              </v:shape>
              <v:shape id="_x0000_s1351" style="position:absolute;left:6062;top:5343;width:277;height:355" coordsize="553,710" path="m553,417r-2,-41l548,336r-4,-18l539,300r-6,-16l528,270,517,249,505,229,491,209,474,191,457,175,439,161,421,148r-20,-9l373,131r-31,-8l310,118r-34,-2l246,118r-29,4l189,129r-25,7l139,148r-23,13l94,177,75,195,57,216,43,238,28,263,18,290r-8,28l3,349,,381r,34l,447r3,32l10,510r8,28l28,563r13,26l57,610r18,21l94,649r22,16l137,680r25,11l189,699r27,6l244,708r32,2l307,708r28,-3l364,699r27,-8l414,680r23,-15l458,649r20,-18l496,612r16,-23l524,565r11,-27l542,512r7,-31l553,451r,-34xm435,413r-2,23l432,458r-4,21l423,499r-6,18l410,533r-9,14l391,560r-13,12l366,583r-13,9l339,597r-14,8l308,608r-16,2l276,610r-17,l242,608r-14,-3l214,599r-14,-7l187,583,175,572,162,562r-9,-15l143,533r-8,-16l130,499r-5,-20l121,458r-2,-22l119,411r,-23l121,365r4,-20l130,326r5,-18l143,292r8,-15l162,265r11,-13l185,243r13,-9l212,229r14,-5l242,218r17,-2l276,216r18,l310,218r16,6l341,229r14,5l367,243r13,11l391,265r10,12l410,293r7,16l424,327r4,18l432,367r1,23l435,413xm414,95l414,,319,r,95l414,95xm246,95l246,,151,r,95l246,95xe">
                <v:path arrowok="t"/>
                <o:lock v:ext="edit" verticies="t"/>
              </v:shape>
              <v:shape id="_x0000_s1352" style="position:absolute;left:5511;top:5406;width:227;height:287" coordsize="453,572" path="m284,572r,-475l453,97,453,,,,,97r169,l169,572r115,xe">
                <v:path arrowok="t"/>
              </v:shape>
              <v:shape id="_x0000_s1353" style="position:absolute;left:4909;top:5406;width:266;height:287" coordsize="534,572" path="m325,572r,-241l534,,398,,264,227,132,,,,209,333r,239l325,572xe">
                <v:path arrowok="t"/>
              </v:shape>
              <v:shape id="_x0000_s1354" style="position:absolute;left:4393;top:5406;width:219;height:287" coordsize="439,572" path="m439,572l439,,253,,205,,166,2,135,5,116,9r-13,3l93,16,80,23r-9,6l60,36r-9,9l43,54,34,64,25,75,19,88r-7,12l9,114,5,129,1,143,,159r,16l1,202r4,23l10,245r9,20l30,283r11,14l53,309r15,13l82,331r16,7l112,345r16,4l150,352r28,2l210,356r38,l323,356r,216l439,572xm323,97r,162l260,259r-32,l203,258r-21,-4l167,250r-10,-5l148,240r-9,-9l132,222r-6,-9l123,202r-4,-12l119,177r,-14l123,148r7,-10l137,125r11,-9l159,109r12,-5l184,100r12,-2l216,98r23,-1l267,97r56,xe">
                <v:path arrowok="t"/>
                <o:lock v:ext="edit" verticies="t"/>
              </v:shape>
              <v:shape id="_x0000_s1355" style="position:absolute;left:3808;top:5406;width:218;height:287" coordsize="435,572" path="m435,572l435,,10,r,97l319,97r,127l32,224r,96l319,320r,156l,476r,96l435,572xe">
                <v:path arrowok="t"/>
              </v:shape>
              <v:shape id="_x0000_s1356" style="position:absolute;left:3199;top:5406;width:257;height:287" coordsize="514,572" path="m514,572l514,,271,,228,,193,4,162,9r-25,7l128,20r-10,5l109,30r-9,8l86,52,71,70,61,91r-8,22l48,136r-2,25l46,177r2,14l52,206r3,14l61,233r7,12l75,256r9,11l94,277r11,9l118,293r14,8l146,308r16,5l178,317r20,3l180,331r-18,12l148,356r-12,13l123,385r-16,19l89,431,69,462,,572r137,l221,449r22,-30l259,394r14,-18l282,363r9,-7l300,349r9,-6l318,340r10,-2l341,335r16,l375,335r23,l398,572r116,xm398,241r-84,l275,241r-29,-1l223,238r-14,-2l200,231r-9,-6l184,218r-7,-7l171,202r-3,-11l166,181r,-13l166,154r3,-13l175,131r5,-9l189,113r11,-6l210,102r15,-4l235,98r17,-1l276,97r33,l398,97r,144xe">
                <v:path arrowok="t"/>
                <o:lock v:ext="edit" verticies="t"/>
              </v:shape>
              <v:shape id="_x0000_s1357" style="position:absolute;left:2673;top:5401;width:249;height:297" coordsize="498,594" path="m112,374l,408r7,23l14,453r9,20l34,490r10,17l57,523r14,14l85,548r15,10l118,567r17,9l153,582r20,5l192,591r22,1l237,594r29,-2l291,589r26,-6l341,575r23,-11l385,549r20,-16l424,515r17,-19l457,473r12,-24l480,424r7,-28l492,367r4,-32l498,303r-2,-34l492,235r-5,-31l480,176,469,149,457,124,441,100,424,81,405,61,383,45,362,32,339,22,314,13,287,6,259,2,230,,205,2,180,6,157,9r-22,7l114,25,94,36,76,49,60,63,50,74,41,84,34,95r-9,13l18,122r-6,14l7,152,2,168r114,29l121,176r11,-20l137,147r6,-7l150,133r9,-8l166,120r9,-5l184,109r8,-3l214,102r21,-2l251,100r15,2l280,106r14,5l307,118r10,7l328,134r11,11l348,158r9,14l364,188r5,18l373,226r3,19l378,269r,25l378,320r-2,24l373,367r-4,20l364,405r-7,17l350,437r-11,12l330,460r-11,9l307,476r-13,7l282,489r-15,3l253,494r-14,l226,494r-10,-2l205,490r-9,-3l185,483r-9,-5l167,473r-8,-8l151,458r-7,-9l137,439r-7,-11l125,415r-6,-12l116,388r-4,-14xe">
                <v:path arrowok="t"/>
              </v:shape>
            </v:group>
            <v:shape id="_x0000_s1358" style="position:absolute;left:2125;top:5401;width:249;height:297" coordsize="498,594" path="m111,374l,408r7,23l14,453r9,20l34,490r11,17l57,523r14,14l86,548r14,10l118,567r16,9l153,582r20,5l193,591r21,1l237,594r27,-2l291,589r25,-6l341,575r23,-11l385,549r20,-16l425,515r16,-19l457,473r12,-24l480,424r7,-28l493,367r3,-32l498,303r-2,-34l493,235r-6,-31l478,176r-9,-27l457,124,441,100,423,81,405,61,384,45,362,32,339,22,314,13,287,6,259,2,230,,205,2,180,6,157,9r-21,7l114,25,95,36,77,49,59,63,50,74,41,84,32,95r-7,13l18,122r-6,14l5,152,2,168r114,29l121,176r9,-20l137,147r6,-7l150,133r7,-8l166,120r9,-5l184,109r9,-3l214,102r22,-2l252,100r14,2l280,106r13,5l305,118r13,7l328,134r11,11l348,158r9,14l362,188r7,18l373,226r4,19l378,269r,25l378,320r-1,24l373,367r-4,20l364,405r-7,17l348,437r-9,12l330,460r-11,9l307,476r-13,7l282,489r-14,3l253,494r-16,l227,494r-11,-2l205,490r-10,-3l186,483r-9,-5l168,473r-9,-8l152,458r-9,-9l137,439r-7,-11l125,415r-5,-12l116,388r-5,-14xe" stroked="f">
              <v:path arrowok="t"/>
            </v:shape>
            <v:shape id="_x0000_s1359" style="position:absolute;left:1570;top:5406;width:218;height:287" coordsize="435,572" path="m435,572l435,,11,r,97l319,97r,127l32,224r,96l319,320r,156l,476r,96l435,572xe" stroked="f">
              <v:path arrowok="t"/>
            </v:shape>
            <v:shape id="_x0000_s1360" style="position:absolute;left:1015;top:5409;width:201;height:284" coordsize="401,567" path="m401,567l401,,287,r,471l,471r,96l401,567xe" stroked="f">
              <v:path arrowok="t"/>
            </v:shape>
            <v:shape id="_x0000_s1361" style="position:absolute;left:6062;top:5401;width:277;height:297" coordsize="553,594" path="m553,301r-2,-41l548,220r-4,-18l539,184r-6,-16l528,154,517,133,505,113,491,93,474,75,457,59,439,45,421,32,401,23,373,15,342,7,310,2,276,,246,2,217,6r-28,7l164,20,139,32,116,45,94,61,75,79,57,100,43,122,28,147,18,174r-8,28l3,233,,265r,34l,331r3,32l10,394r8,28l28,447r13,26l57,494r18,21l94,533r22,16l137,564r25,11l189,583r27,6l244,592r32,2l307,592r28,-3l364,583r27,-8l414,564r23,-15l458,533r20,-18l496,496r16,-23l524,449r11,-27l542,396r7,-31l553,335r,-34e" filled="f" strokecolor="#1f1a17" strokeweight="28e-5mm">
              <v:path arrowok="t"/>
            </v:shape>
            <v:shape id="_x0000_s1362" style="position:absolute;left:6122;top:5451;width:158;height:197" coordsize="316,394" path="m316,197r-2,23l313,242r-4,21l304,283r-6,18l291,317r-9,14l272,344r-13,12l247,367r-13,9l220,381r-14,8l189,392r-16,2l157,394r-17,l123,392r-14,-3l95,383,81,376,68,367,56,356,43,346,34,331,24,317,16,301,11,283,6,263,2,242,,220,,195,,172,2,149,6,129r5,-19l16,92,24,76,32,61,43,49,54,36,66,27,79,18,93,13,107,8,123,2,140,r17,l175,r16,2l207,8r15,5l236,18r12,9l261,38r11,11l282,61r9,16l298,93r7,18l309,129r4,22l314,174r2,23e" filled="f" strokecolor="#1f1a17" strokeweight="28e-5mm">
              <v:path arrowok="t"/>
            </v:shape>
            <v:rect id="_x0000_s1363" style="position:absolute;left:6222;top:5343;width:47;height:47" filled="f" strokecolor="#1f1a17" strokeweight="28e-5mm"/>
            <v:rect id="_x0000_s1364" style="position:absolute;left:6138;top:5343;width:48;height:47" filled="f" strokecolor="#1f1a17" strokeweight="28e-5mm"/>
            <v:shape id="_x0000_s1365" style="position:absolute;left:5511;top:5406;width:227;height:287" coordsize="453,572" path="m284,572r,-475l453,97,453,,,,,97r169,l169,572r115,xe" filled="f" strokecolor="#1f1a17" strokeweight="28e-5mm">
              <v:path arrowok="t"/>
            </v:shape>
            <v:shape id="_x0000_s1366" style="position:absolute;left:4909;top:5406;width:266;height:287" coordsize="534,572" path="m325,572r,-241l534,,398,,264,227,132,,,,209,333r,239l325,572xe" filled="f" strokecolor="#1f1a17" strokeweight="28e-5mm">
              <v:path arrowok="t"/>
            </v:shape>
            <v:shape id="_x0000_s1367" style="position:absolute;left:4393;top:5406;width:219;height:287" coordsize="439,572" path="m439,572l439,,253,,205,,166,2,135,5,116,9r-13,3l93,16,80,23r-9,6l60,36r-9,9l43,54,34,64,25,75,19,88r-7,12l9,114,5,129,1,143,,159r,16l1,202r4,23l10,245r9,20l30,283r11,14l53,309r15,13l82,331r16,7l112,345r16,4l150,352r28,2l210,356r38,l323,356r,216l439,572e" filled="f" strokecolor="#1f1a17" strokeweight="28e-5mm">
              <v:path arrowok="t"/>
            </v:shape>
            <v:shape id="_x0000_s1368" style="position:absolute;left:4453;top:5455;width:101;height:81" coordsize="204,162" path="m204,r,162l141,162r-32,l84,161,63,157,48,153,38,148r-9,-5l20,134r-7,-9l7,116,4,105,,93,,80,,66,4,51,11,41,18,28,29,19,40,12,52,7,65,3,77,1r20,l120,r28,l204,e" filled="f" strokecolor="#1f1a17" strokeweight="28e-5mm">
              <v:path arrowok="t"/>
            </v:shape>
            <v:shape id="_x0000_s1369" style="position:absolute;left:3808;top:5406;width:218;height:287" coordsize="435,572" path="m435,572l435,,10,r,97l319,97r,127l32,224r,96l319,320r,156l,476r,96l435,572xe" filled="f" strokecolor="#1f1a17" strokeweight="28e-5mm">
              <v:path arrowok="t"/>
            </v:shape>
            <v:shape id="_x0000_s1370" style="position:absolute;left:3199;top:5406;width:257;height:287" coordsize="514,572" path="m514,572l514,,271,,228,,193,4,162,9r-25,7l128,20r-10,5l109,30r-9,8l86,52,71,70,61,91r-8,22l48,136r-2,25l46,177r2,14l52,206r3,14l61,233r7,12l75,256r9,11l94,277r11,9l118,293r14,8l146,308r16,5l178,317r20,3l180,331r-18,12l148,356r-12,13l123,385r-16,19l89,431,69,462,,572r137,l221,449r22,-30l259,394r14,-18l282,363r9,-7l300,349r9,-6l318,340r10,-2l341,335r16,l375,335r23,l398,572r116,e" filled="f" strokecolor="#1f1a17" strokeweight="28e-5mm">
              <v:path arrowok="t"/>
            </v:shape>
            <v:shape id="_x0000_s1371" style="position:absolute;left:3282;top:5455;width:116;height:72" coordsize="232,144" path="m232,144r-84,l109,144,80,143,57,141,43,139r-9,-5l25,128r-7,-7l11,114,5,105,2,94,,84,,71,,57,3,44,9,34r5,-9l23,16,34,10,44,5,59,1r10,l86,r24,l143,r89,l232,144e" filled="f" strokecolor="#1f1a17" strokeweight="28e-5mm">
              <v:path arrowok="t"/>
            </v:shape>
            <v:shape id="_x0000_s1372" style="position:absolute;left:2673;top:5401;width:249;height:297" coordsize="498,594" path="m112,374l,408r7,23l14,453r9,20l34,490r10,17l57,523r14,14l85,548r15,10l118,567r17,9l153,582r20,5l192,591r22,1l237,594r29,-2l291,589r26,-6l341,575r23,-11l385,549r20,-16l424,515r17,-19l457,473r12,-24l480,424r7,-28l492,367r4,-32l498,303r-2,-34l492,235r-5,-31l480,176,469,149,457,124,441,100,424,81,405,61,383,45,362,32,339,22,314,13,287,6,259,2,230,,205,2,180,6,157,9r-22,7l114,25,94,36,76,49,60,63,50,74,41,84,34,95r-9,13l18,122r-6,14l7,152,2,168r114,29l121,176r11,-20l137,147r6,-7l150,133r9,-8l166,120r9,-5l184,109r8,-3l214,102r21,-2l251,100r15,2l280,106r14,5l307,118r10,7l328,134r11,11l348,158r9,14l364,188r5,18l373,226r3,19l378,269r,25l378,320r-2,24l373,367r-4,20l364,405r-7,17l350,437r-11,12l330,460r-11,9l307,476r-13,7l282,489r-15,3l253,494r-14,l226,494r-10,-2l205,490r-9,-3l185,483r-9,-5l167,473r-8,-8l151,458r-7,-9l137,439r-7,-11l125,415r-6,-12l116,388r-4,-14xe" filled="f" strokecolor="#1f1a17" strokeweight="28e-5mm">
              <v:path arrowok="t"/>
            </v:shape>
            <v:shape id="_x0000_s1373" style="position:absolute;left:2125;top:5401;width:249;height:297" coordsize="498,594" path="m111,374l,408r7,23l14,453r9,20l34,490r11,17l57,523r14,14l86,548r14,10l118,567r16,9l153,582r20,5l193,591r21,1l237,594r27,-2l291,589r25,-6l341,575r23,-11l385,549r20,-16l425,515r16,-19l457,473r12,-24l480,424r7,-28l493,367r3,-32l498,303r-2,-34l493,235r-6,-31l478,176r-9,-27l457,124,441,100,423,81,405,61,384,45,362,32,339,22,314,13,287,6,259,2,230,,205,2,180,6,157,9r-21,7l114,25,95,36,77,49,59,63,50,74,41,84,32,95r-7,13l18,122r-6,14l5,152,2,168r114,29l121,176r9,-20l137,147r6,-7l150,133r7,-8l166,120r9,-5l184,109r9,-3l214,102r22,-2l252,100r14,2l280,106r13,5l305,118r13,7l328,134r11,11l348,158r9,14l362,188r7,18l373,226r4,19l378,269r,25l378,320r-1,24l373,367r-4,20l364,405r-7,17l348,437r-9,12l330,460r-11,9l307,476r-13,7l282,489r-14,3l253,494r-16,l227,494r-11,-2l205,490r-10,-3l186,483r-9,-5l168,473r-9,-8l152,458r-9,-9l137,439r-7,-11l125,415r-5,-12l116,388r-5,-14xe" filled="f" strokecolor="#1f1a17" strokeweight="28e-5mm">
              <v:path arrowok="t"/>
            </v:shape>
            <v:shape id="_x0000_s1374" style="position:absolute;left:1570;top:5406;width:218;height:287" coordsize="435,572" path="m435,572l435,,11,r,97l319,97r,127l32,224r,96l319,320r,156l,476r,96l435,572xe" filled="f" strokecolor="#1f1a17" strokeweight="28e-5mm">
              <v:path arrowok="t"/>
            </v:shape>
            <v:shape id="_x0000_s1375" style="position:absolute;left:1015;top:5409;width:201;height:284" coordsize="401,567" path="m401,567l401,,287,r,471l,471r,96l401,567xe" filled="f" strokecolor="#1f1a17" strokeweight="28e-5mm">
              <v:path arrowok="t"/>
            </v:shape>
            <v:shape id="_x0000_s1376" style="position:absolute;left:6083;top:5976;width:219;height:287" coordsize="437,574" path="m437,574l437,,253,,205,1,166,3,135,5,116,9r-13,3l91,18,80,23,69,30r-9,7l50,46r-9,9l32,66,25,77,18,89r-6,13l9,114,5,128,2,145,,161r,16l2,202r3,23l10,247r9,19l28,282r13,16l53,311r15,11l82,331r14,9l112,345r14,4l150,352r28,4l210,357r38,l323,357r,217l437,574xm323,98r,161l259,259r-31,l201,257r-19,-2l168,250r-11,-3l148,239r-9,-7l132,223r-6,-10l121,202r-2,-11l119,179r,-17l123,150r5,-13l137,127r9,-9l157,111r12,-6l184,102r12,-2l214,98r23,l266,98r57,xe" stroked="f">
              <v:path arrowok="t"/>
              <o:lock v:ext="edit" verticies="t"/>
            </v:shape>
            <v:shape id="_x0000_s1377" style="position:absolute;left:5518;top:5976;width:218;height:287" coordsize="436,574" path="m436,574l436,,13,r,98l320,98r,127l34,225r,97l320,322r,155l,477r,97l436,574xe" stroked="f">
              <v:path arrowok="t"/>
            </v:shape>
            <v:shape id="_x0000_s1378" style="position:absolute;left:4885;top:5976;width:257;height:287" coordsize="514,574" path="m514,574l514,,271,,228,1,193,5,162,9r-23,7l129,19r-11,6l109,30r-7,7l86,53,71,71,61,91r-7,21l48,136r-2,25l48,177r2,14l52,207r5,13l62,232r6,13l77,257r7,11l95,277r10,9l118,295r14,7l146,307r16,6l180,318r18,2l180,332r-16,11l148,356r-12,12l123,384r-16,22l89,431,70,461,,574r139,l221,449r22,-31l259,395r14,-18l282,365r9,-8l300,350r9,-5l318,341r10,-3l341,336r16,-2l377,334r23,l400,574r114,xm400,243r-86,l277,243r-31,-2l225,239r-14,-3l200,232r-9,-5l184,220r-7,-9l173,202r-3,-9l166,180r,-12l166,155r4,-12l175,132r7,-11l189,114r11,-7l212,102r13,-2l236,98r17,l277,98r32,l400,98r,145xe" stroked="f">
              <v:path arrowok="t"/>
              <o:lock v:ext="edit" verticies="t"/>
            </v:shape>
            <v:shape id="_x0000_s1379" style="position:absolute;left:4383;top:5972;width:249;height:296" coordsize="498,592" path="m113,372l,408r7,23l14,451r11,19l34,490r12,16l57,520r14,15l86,547r16,11l118,567r18,7l154,581r19,6l193,590r21,2l237,592r29,l293,588r25,-7l341,572r23,-11l386,549r19,-16l425,515r18,-22l457,472r12,-25l480,422r7,-27l494,365r2,-31l498,300r-2,-34l494,234r-7,-30l480,173,469,146,457,123,441,100,425,78,405,61,384,44,362,30,339,19,314,10,287,5,261,1,230,,205,,180,3,157,9r-21,7l114,25,95,34,77,48,61,62,50,71,41,82,34,95r-7,12l20,120r-7,16l7,150,2,168r114,27l123,173r9,-18l137,146r6,-7l150,130r9,-5l166,118r9,-6l184,109r11,-4l214,100r22,-2l252,100r14,2l280,105r15,6l307,116r11,9l328,134r11,11l348,157r9,14l364,186r5,18l373,223r4,22l378,268r,25l378,318r-1,25l373,365r-4,21l364,404r-7,16l350,434r-9,13l330,458r-10,9l307,476r-12,7l282,486r-14,4l253,493r-14,l227,493r-11,-1l205,490r-9,-4l186,483r-9,-6l168,470r-9,-5l152,456r-7,-9l137,438r-7,-12l125,415r-5,-15l116,386r-3,-14xe" stroked="f">
              <v:path arrowok="t"/>
            </v:shape>
            <v:shape id="_x0000_s1380" style="position:absolute;left:3833;top:5976;width:197;height:287" coordsize="392,574" path="m392,574l392,,,,,98r276,l276,232r-239,l37,331r239,l276,574r116,xe" stroked="f">
              <v:path arrowok="t"/>
            </v:shape>
            <v:shape id="_x0000_s1381" style="position:absolute;left:3211;top:5976;width:276;height:287" coordsize="551,574" path="m551,574l551,,378,,275,391,173,,,,,574r107,l107,123,219,574r113,l444,123r,451l551,574xe" stroked="f">
              <v:path arrowok="t"/>
            </v:shape>
            <v:shape id="_x0000_s1382" style="position:absolute;left:2127;top:5979;width:202;height:284" coordsize="403,569" path="m403,569l403,,287,r,472l,472r,97l403,569xe" stroked="f">
              <v:path arrowok="t"/>
            </v:shape>
            <v:shape id="_x0000_s1383" style="position:absolute;left:1544;top:5976;width:266;height:287" coordsize="532,574" path="m327,574l532,,407,,263,425,122,,,,204,574r123,xe" stroked="f">
              <v:path arrowok="t"/>
            </v:shape>
            <v:shape id="_x0000_s1384" style="position:absolute;left:962;top:5976;width:287;height:287" coordsize="574,574" path="m,574r127,l177,443r228,l451,574r123,l351,,230,,,574xm212,347l293,134r76,213l212,347xe" stroked="f">
              <v:path arrowok="t"/>
              <o:lock v:ext="edit" verticies="t"/>
            </v:shape>
            <v:shape id="_x0000_s1385" style="position:absolute;left:2679;top:5902;width:227;height:366" coordsize="456,732" path="m456,149r-115,l341,460r-1,34l340,521r-2,21l336,555r-5,18l323,587r-8,14l300,612r-14,9l268,628r-19,4l225,633r-23,-1l182,628r-8,-2l165,623r-8,-6l150,614,140,603r-9,-12l124,578r-4,-14l118,548r-2,-24l116,498r,-31l116,149,,149,,451r,47l2,539r4,32l9,596r6,21l24,635r9,18l43,667r15,15l74,694r17,11l111,716r23,7l159,728r31,4l222,732r37,l293,728r14,-3l322,721r12,-3l345,714r21,-11l384,691r14,-13l413,664r10,-14l432,633r7,-16l445,601r5,-28l454,540r2,-39l456,455r,-306xm298,116l245,,122,,229,116r69,xe" stroked="f">
              <v:path arrowok="t"/>
              <o:lock v:ext="edit" verticies="t"/>
            </v:shape>
            <v:shape id="_x0000_s1386" style="position:absolute;left:6083;top:5976;width:219;height:287" coordsize="437,574" path="m437,574l437,,253,,205,1,166,3,135,5,116,9r-13,3l91,18,80,23,69,30r-9,7l50,46r-9,9l32,66,25,77,18,89r-6,13l9,114,5,128,2,145,,161r,16l2,202r3,23l10,247r9,19l28,282r13,16l53,311r15,11l82,331r14,9l112,345r14,4l150,352r28,4l210,357r38,l323,357r,217l437,574e" filled="f" strokecolor="#1f1a17" strokeweight="28e-5mm">
              <v:path arrowok="t"/>
            </v:shape>
            <v:shape id="_x0000_s1387" style="position:absolute;left:6143;top:6026;width:101;height:80" coordsize="204,161" path="m204,r,161l140,161r-31,l82,159,63,157,49,152,38,149r-9,-8l20,134r-7,-9l7,115,2,104,,93,,81,,64,4,52,9,39,18,29r9,-9l38,13,50,7,65,4,77,2,95,r23,l147,r57,e" filled="f" strokecolor="#1f1a17" strokeweight="28e-5mm">
              <v:path arrowok="t"/>
            </v:shape>
            <v:shape id="_x0000_s1388" style="position:absolute;left:5518;top:5976;width:218;height:287" coordsize="436,574" path="m436,574l436,,13,r,98l320,98r,127l34,225r,97l320,322r,155l,477r,97l436,574xe" filled="f" strokecolor="#1f1a17" strokeweight="28e-5mm">
              <v:path arrowok="t"/>
            </v:shape>
            <v:shape id="_x0000_s1389" style="position:absolute;left:4885;top:5976;width:257;height:287" coordsize="514,574" path="m514,574l514,,271,,228,1,193,5,162,9r-23,7l129,19r-11,6l109,30r-7,7l86,53,71,71,61,91r-7,21l48,136r-2,25l48,177r2,14l52,207r5,13l62,232r6,13l77,257r7,11l95,277r10,9l118,295r14,7l146,307r16,6l180,318r18,2l180,332r-16,11l148,356r-12,12l123,384r-16,22l89,431,70,461,,574r139,l221,449r22,-31l259,395r14,-18l282,365r9,-8l300,350r9,-5l318,341r10,-3l341,336r16,-2l377,334r23,l400,574r114,e" filled="f" strokecolor="#1f1a17" strokeweight="28e-5mm">
              <v:path arrowok="t"/>
            </v:shape>
            <v:shape id="_x0000_s1390" style="position:absolute;left:4968;top:6026;width:116;height:72" coordsize="234,145" path="m234,145r-86,l111,145,80,143,59,141,45,138,34,134r-9,-5l18,122r-7,-9l7,104,4,95,,82,,70,,57,4,45,9,34,16,23r7,-7l34,9,46,4,59,2,70,,87,r24,l143,r91,l234,145e" filled="f" strokecolor="#1f1a17" strokeweight="28e-5mm">
              <v:path arrowok="t"/>
            </v:shape>
            <v:shape id="_x0000_s1391" style="position:absolute;left:4383;top:5972;width:249;height:296" coordsize="498,592" path="m113,372l,408r7,23l14,451r11,19l34,490r12,16l57,520r14,15l86,547r16,11l118,567r18,7l154,581r19,6l193,590r21,2l237,592r29,l293,588r25,-7l341,572r23,-11l386,549r19,-16l425,515r18,-22l457,472r12,-25l480,422r7,-27l494,365r2,-31l498,300r-2,-34l494,234r-7,-30l480,173,469,146,457,123,441,100,425,78,405,61,384,44,362,30,339,19,314,10,287,5,261,1,230,,205,,180,3,157,9r-21,7l114,25,95,34,77,48,61,62,50,71,41,82,34,95r-7,12l20,120r-7,16l7,150,2,168r114,27l123,173r9,-18l137,146r6,-7l150,130r9,-5l166,118r9,-6l184,109r11,-4l214,100r22,-2l252,100r14,2l280,105r15,6l307,116r11,9l328,134r11,11l348,157r9,14l364,186r5,18l373,223r4,22l378,268r,25l378,318r-1,25l373,365r-4,21l364,404r-7,16l350,434r-9,13l330,458r-10,9l307,476r-12,7l282,486r-14,4l253,493r-14,l227,493r-11,-1l205,490r-9,-4l186,483r-9,-6l168,470r-9,-5l152,456r-7,-9l137,438r-7,-12l125,415r-5,-15l116,386r-3,-14xe" filled="f" strokecolor="#1f1a17" strokeweight="28e-5mm">
              <v:path arrowok="t"/>
            </v:shape>
            <v:shape id="_x0000_s1392" style="position:absolute;left:3833;top:5976;width:197;height:287" coordsize="392,574" path="m392,574l392,,,,,98r276,l276,232r-239,l37,331r239,l276,574r116,xe" filled="f" strokecolor="#1f1a17" strokeweight="28e-5mm">
              <v:path arrowok="t"/>
            </v:shape>
            <v:shape id="_x0000_s1393" style="position:absolute;left:3211;top:5976;width:276;height:287" coordsize="551,574" path="m551,574l551,,378,,275,391,173,,,,,574r107,l107,123,219,574r113,l444,123r,451l551,574xe" filled="f" strokecolor="#1f1a17" strokeweight="28e-5mm">
              <v:path arrowok="t"/>
            </v:shape>
            <v:shape id="_x0000_s1394" style="position:absolute;left:2127;top:5979;width:202;height:284" coordsize="403,569" path="m403,569l403,,287,r,472l,472r,97l403,569xe" filled="f" strokecolor="#1f1a17" strokeweight="28e-5mm">
              <v:path arrowok="t"/>
            </v:shape>
            <v:shape id="_x0000_s1395" style="position:absolute;left:1544;top:5976;width:266;height:287" coordsize="532,574" path="m327,574l532,,407,,263,425,122,,,,204,574r123,xe" filled="f" strokecolor="#1f1a17" strokeweight="28e-5mm">
              <v:path arrowok="t"/>
            </v:shape>
            <v:shape id="_x0000_s1396" style="position:absolute;left:962;top:5976;width:287;height:287" coordsize="574,574" path="m,574r127,l177,443r228,l451,574r123,l351,,230,,,574xe" filled="f" strokecolor="#1f1a17" strokeweight="28e-5mm">
              <v:path arrowok="t"/>
            </v:shape>
            <v:shape id="_x0000_s1397" style="position:absolute;left:1068;top:6043;width:79;height:107" coordsize="157,213" path="m,213l81,r76,213l,213xe" filled="f" strokecolor="#1f1a17" strokeweight="28e-5mm">
              <v:path arrowok="t"/>
            </v:shape>
            <v:shape id="_x0000_s1398" style="position:absolute;left:2679;top:5976;width:227;height:292" coordsize="456,583" path="m456,l341,r,311l340,345r,27l338,393r-2,13l331,424r-8,14l315,452r-15,11l286,472r-18,7l249,483r-24,1l202,483r-20,-4l174,477r-9,-3l157,468r-7,-3l140,454r-9,-12l124,429r-4,-14l118,399r-2,-24l116,349r,-31l116,,,,,302r,47l2,390r4,32l9,447r6,21l24,486r9,18l43,518r15,15l74,545r17,11l111,567r23,7l159,579r31,4l222,583r37,l293,579r14,-3l322,572r12,-3l345,565r21,-11l384,542r14,-13l413,515r10,-14l432,484r7,-16l445,452r5,-28l454,391r2,-39l456,306,456,e" filled="f" strokecolor="#1f1a17" strokeweight="28e-5mm">
              <v:path arrowok="t"/>
            </v:shape>
            <v:shape id="_x0000_s1399" style="position:absolute;left:2739;top:5902;width:89;height:58" coordsize="176,116" path="m176,116l123,,,,107,116r69,e" filled="f" strokecolor="#1f1a17" strokeweight="28e-5mm">
              <v:path arrowok="t"/>
            </v:shape>
            <v:shape id="_x0000_s1400" style="position:absolute;left:2581;top:7272;width:207;height:258" coordsize="412,517" path="m412,517l412,,307,r,204l103,204,103,,,,,517r103,l103,292r204,l307,517r105,xe" stroked="f">
              <v:path arrowok="t"/>
            </v:shape>
            <v:shape id="_x0000_s1401" style="position:absolute;left:2296;top:7205;width:258;height:325" coordsize="516,651" path="m,651r112,l157,533r207,l405,651r111,l316,134r-111,l,651xm191,447l262,256r70,191l191,447xm321,106l273,,162,r97,106l321,106xe" stroked="f">
              <v:path arrowok="t"/>
              <o:lock v:ext="edit" verticies="t"/>
            </v:shape>
            <v:shape id="_x0000_s1402" style="position:absolute;left:2064;top:7272;width:203;height:258" coordsize="407,517" path="m407,517l407,,307,,96,346,96,,,,,517r103,l310,181r,336l407,517xe" stroked="f">
              <v:path arrowok="t"/>
            </v:shape>
            <v:shape id="_x0000_s1403" style="position:absolute;left:1794;top:7272;width:241;height:258" coordsize="482,517" path="m293,517r,-218l482,,360,,239,204,119,,,,189,301r,216l293,517xe" stroked="f">
              <v:path arrowok="t"/>
            </v:shape>
            <v:shape id="_x0000_s1404" style="position:absolute;left:1529;top:7205;width:250;height:330" coordsize="500,660" path="m500,396r-2,-38l494,324r-3,-16l487,292r-5,-15l476,263r-9,-18l455,226,442,209,428,193,412,179,396,167,380,156r-18,-9l337,138r-27,-7l282,127r-31,-2l223,127r-27,4l171,136r-23,7l127,154r-22,13l87,181,69,197,53,215,39,236,27,258r-9,23l11,306,5,335,2,363,,394r2,30l5,453r6,27l18,505r9,23l39,551r14,20l68,589r18,18l105,621r22,11l148,642r23,8l196,655r25,4l250,660r28,-1l303,655r25,-5l353,642r22,-10l396,621r18,-14l432,589r16,-18l462,551r11,-21l483,506r8,-25l496,455r4,-29l500,396xm392,392r,21l391,433r-4,20l384,469r-8,16l369,501r-7,13l353,526r-11,11l330,546r-11,7l307,560r-13,4l280,567r-14,4l250,571r-15,l221,567r-14,-3l193,560r-13,-7l169,546r-10,-9l148,526r-9,-12l130,501r-7,-16l118,469r-4,-16l110,433r-1,-20l109,392r,-21l110,349r4,-18l118,313r5,-16l130,283r7,-13l146,260r11,-11l168,240r12,-7l193,226r12,-4l219,218r15,-1l250,215r16,2l280,218r14,4l309,226r12,7l332,240r10,9l353,260r9,12l371,285r7,14l384,315r3,18l391,351r1,20l392,392xm314,106l266,,155,r96,106l314,106xe" stroked="f">
              <v:path arrowok="t"/>
              <o:lock v:ext="edit" verticies="t"/>
            </v:shape>
            <v:shape id="_x0000_s1405" style="position:absolute;left:1258;top:7272;width:231;height:258" coordsize="463,517" path="m463,517l463,,243,,206,2,172,4,145,9r-22,6l106,24,90,34,75,49,65,65,54,83r-7,19l43,124r-2,21l41,160r2,14l47,186r3,13l56,210r5,12l68,231r7,11l84,251r11,7l106,267r12,5l131,278r14,5l161,287r16,1l161,299r-14,11l134,321r-12,12l109,347,97,365,81,389,63,417,,517r123,l198,405r20,-27l232,356r13,-16l254,330r7,-8l270,315r7,-3l286,308r9,-4l305,303r17,l338,301r21,l359,517r104,xm359,219r-77,l248,219r-26,-2l200,215r-12,-2l179,210r-7,-6l165,199r-6,-7l154,183r-2,-9l148,163r,-11l150,140r2,-11l156,118r7,-9l170,102r9,-5l189,93r13,-3l211,90r16,-2l248,88r29,l359,88r,131xe" stroked="f">
              <v:path arrowok="t"/>
              <o:lock v:ext="edit" verticies="t"/>
            </v:shape>
            <v:shape id="_x0000_s1406" style="position:absolute;left:998;top:7272;width:257;height:258" coordsize="516,517" path="m,517r114,l159,399r205,l407,517r109,l316,,207,,,517xm191,313l263,122r69,191l191,313xe" stroked="f">
              <v:path arrowok="t"/>
              <o:lock v:ext="edit" verticies="t"/>
            </v:shape>
            <v:shape id="_x0000_s1407" style="position:absolute;left:793;top:7269;width:185;height:261" coordsize="369,522" path="m142,388r90,l232,374r,-9l232,345r-4,-19l224,309r-7,-16l208,279,196,263,180,247,160,231,126,200,108,184r-5,-9l99,166,96,156r,-9l98,132r3,-12l108,107,119,97r13,-9l146,80r16,-3l180,77r18,l215,82r15,6l244,98r11,11l264,125r9,18l278,163r91,-11l367,136r-3,-14l360,107,353,93,346,80,337,68,326,55,315,45,303,34,289,25,273,18,258,12,240,7,223,4,205,2,185,,164,2,144,4,126,7r-18,5l92,18,76,25,62,34,50,45,37,57,28,68,19,80,12,93,7,107,3,120,,134r,14l,165r3,16l10,197r7,14l30,227r16,18l69,267r27,23l110,302r13,11l130,324r5,9l139,342r2,12l142,370r,18xm232,522r,-98l133,424r,98l232,522xe" stroked="f">
              <v:path arrowok="t"/>
              <o:lock v:ext="edit" verticies="t"/>
            </v:shape>
            <v:shape id="_x0000_s1408" style="position:absolute;left:2581;top:7272;width:207;height:258" coordsize="412,517" path="m412,517l412,,307,r,204l103,204,103,,,,,517r103,l103,292r204,l307,517r105,xe" filled="f" strokecolor="#1f1a17" strokeweight="28e-5mm">
              <v:path arrowok="t"/>
            </v:shape>
            <v:shape id="_x0000_s1409" style="position:absolute;left:2296;top:7272;width:258;height:258" coordsize="516,517" path="m,517r112,l157,399r207,l405,517r111,l316,,205,,,517xe" filled="f" strokecolor="#1f1a17" strokeweight="28e-5mm">
              <v:path arrowok="t"/>
            </v:shape>
            <v:shape id="_x0000_s1410" style="position:absolute;left:2391;top:7333;width:71;height:95" coordsize="141,191" path="m,191l71,r70,191l,191xe" filled="f" strokecolor="#1f1a17" strokeweight="28e-5mm">
              <v:path arrowok="t"/>
            </v:shape>
            <v:shape id="_x0000_s1411" style="position:absolute;left:2377;top:7205;width:80;height:52" coordsize="159,106" path="m159,106l111,,,,97,106r62,xe" filled="f" strokecolor="#1f1a17" strokeweight="28e-5mm">
              <v:path arrowok="t"/>
            </v:shape>
            <v:shape id="_x0000_s1412" style="position:absolute;left:2064;top:7272;width:203;height:258" coordsize="407,517" path="m407,517l407,,307,,96,346,96,,,,,517r103,l310,181r,336l407,517xe" filled="f" strokecolor="#1f1a17" strokeweight="28e-5mm">
              <v:path arrowok="t"/>
            </v:shape>
            <v:shape id="_x0000_s1413" style="position:absolute;left:1794;top:7272;width:241;height:258" coordsize="482,517" path="m293,517r,-218l482,,360,,239,204,119,,,,189,301r,216l293,517xe" filled="f" strokecolor="#1f1a17" strokeweight="28e-5mm">
              <v:path arrowok="t"/>
            </v:shape>
            <v:shape id="_x0000_s1414" style="position:absolute;left:1529;top:7267;width:250;height:268" coordsize="500,535" path="m500,271r-2,-38l494,199r-3,-16l487,167r-5,-15l476,138r-9,-18l455,101,442,84,428,68,412,54,396,42,380,31,362,22,337,13,310,6,282,2,251,,223,2,196,6r-25,5l148,18,127,29,105,42,87,56,69,72,53,90,39,111,27,133r-9,23l11,181,5,210,2,238,,269r2,30l5,328r6,27l18,380r9,23l39,426r14,20l68,464r18,18l105,496r22,11l148,517r23,8l196,530r25,4l250,535r28,-1l303,530r25,-5l353,517r22,-10l396,496r18,-14l432,464r16,-18l462,426r11,-21l483,381r8,-25l496,330r4,-29l500,271e" filled="f" strokecolor="#1f1a17" strokeweight="28e-5mm">
              <v:path arrowok="t"/>
            </v:shape>
            <v:shape id="_x0000_s1415" style="position:absolute;left:1584;top:7312;width:142;height:178" coordsize="283,356" path="m283,177r,21l282,218r-4,20l275,254r-8,16l260,286r-7,13l244,311r-11,11l221,331r-11,7l198,345r-13,4l171,352r-14,4l141,356r-15,l112,352,98,349,84,345,71,338,60,331,50,322,39,311,30,299,21,286,14,270,9,254,5,238,1,218,,198,,177,,156,1,134,5,116,9,98,14,82,21,68,28,55,37,45,48,34,59,25,71,18,84,11,96,7,110,3,125,2,141,r16,2l171,3r14,4l200,11r12,7l223,25r10,9l244,45r9,12l262,70r7,14l275,100r3,18l282,136r1,20l283,177e" filled="f" strokecolor="#1f1a17" strokeweight="28e-5mm">
              <v:path arrowok="t"/>
            </v:shape>
            <v:shape id="_x0000_s1416" style="position:absolute;left:1607;top:7205;width:79;height:52" coordsize="159,106" path="m159,106l111,,,,96,106r63,xe" filled="f" strokecolor="#1f1a17" strokeweight="28e-5mm">
              <v:path arrowok="t"/>
            </v:shape>
            <v:shape id="_x0000_s1417" style="position:absolute;left:1258;top:7272;width:231;height:258" coordsize="463,517" path="m463,517l463,,243,,206,2,172,4,145,9r-22,6l106,24,90,34,75,49,65,65,54,83r-7,19l43,124r-2,21l41,160r2,14l47,186r3,13l56,210r5,12l68,231r7,11l84,251r11,7l106,267r12,5l131,278r14,5l161,287r16,1l161,299r-14,11l134,321r-12,12l109,347,97,365,81,389,63,417,,517r123,l198,405r20,-27l232,356r13,-16l254,330r7,-8l270,315r7,-3l286,308r9,-4l305,303r17,l338,301r21,l359,517r104,e" filled="f" strokecolor="#1f1a17" strokeweight="28e-5mm">
              <v:path arrowok="t"/>
            </v:shape>
            <v:shape id="_x0000_s1418" style="position:absolute;left:1332;top:7316;width:106;height:65" coordsize="211,131" path="m211,131r-77,l100,131,74,129,52,127,40,125r-9,-3l24,116r-7,-5l11,104,6,95,4,86,,75,,64,2,52,4,41,8,30r7,-9l22,14,31,9,41,5,54,2r9,l79,r21,l129,r82,l211,131e" filled="f" strokecolor="#1f1a17" strokeweight="28e-5mm">
              <v:path arrowok="t"/>
            </v:shape>
            <v:shape id="_x0000_s1419" style="position:absolute;left:998;top:7272;width:257;height:258" coordsize="516,517" path="m,517r114,l159,399r205,l407,517r109,l316,,207,,,517xe" filled="f" strokecolor="#1f1a17" strokeweight="28e-5mm">
              <v:path arrowok="t"/>
            </v:shape>
            <v:shape id="_x0000_s1420" style="position:absolute;left:1093;top:7333;width:71;height:95" coordsize="141,191" path="m,191l72,r69,191l,191xe" filled="f" strokecolor="#1f1a17" strokeweight="28e-5mm">
              <v:path arrowok="t"/>
            </v:shape>
            <v:shape id="_x0000_s1421" style="position:absolute;left:793;top:7269;width:185;height:194" coordsize="369,388" path="m142,388r90,l232,374r,-9l232,345r-4,-19l224,309r-7,-16l208,279,196,263,180,247,160,231,126,200,108,184r-5,-9l99,166,96,156r,-9l98,132r3,-12l108,107,119,97r13,-9l146,80r16,-3l180,77r18,l215,82r15,6l244,98r11,11l264,125r9,18l278,163r91,-11l367,136r-3,-14l360,107,353,93,346,80,337,68,326,55,315,45,303,34,289,25,273,18,258,12,240,7,223,4,205,2,185,,164,2,144,4,126,7r-18,5l92,18,76,25,62,34,50,45,37,57,28,68,19,80,12,93,7,107,3,120,,134r,14l,165r3,16l10,197r7,14l30,227r16,18l69,267r27,23l110,302r13,11l130,324r5,9l139,342r2,12l142,370r,18e" filled="f" strokecolor="#1f1a17" strokeweight="28e-5mm">
              <v:path arrowok="t"/>
            </v:shape>
            <v:rect id="_x0000_s1422" style="position:absolute;left:860;top:7481;width:49;height:49" filled="f" strokecolor="#1f1a17" strokeweight="28e-5mm"/>
            <w10:anchorlock/>
          </v:group>
        </w:pict>
      </w:r>
      <w:r>
        <w:rPr>
          <w:noProof/>
          <w:lang w:eastAsia="hu-HU"/>
        </w:rPr>
        <w:pict>
          <v:rect id="_x0000_s1423" style="position:absolute;margin-left:389.6pt;margin-top:323.5pt;width:22.6pt;height:21.75pt;z-index:251658240;mso-position-horizontal-relative:text;mso-position-vertical-relative:text" fillcolor="black">
            <w10:anchorlock/>
          </v:rect>
        </w:pict>
      </w:r>
      <w:r>
        <w:rPr>
          <w:noProof/>
          <w:lang w:eastAsia="hu-HU"/>
        </w:rPr>
      </w:r>
      <w:r w:rsidRPr="008B7496">
        <w:rPr>
          <w:color w:val="000000"/>
        </w:rPr>
        <w:pict>
          <v:group id="_x0000_s1424" editas="canvas" style="width:361.25pt;height:421.1pt;mso-position-horizontal-relative:char;mso-position-vertical-relative:line" coordsize="7225,8422">
            <o:lock v:ext="edit" aspectratio="t"/>
            <v:shape id="_x0000_s1425" type="#_x0000_t75" style="position:absolute;width:7225;height:8422" o:preferrelative="f">
              <v:fill o:detectmouseclick="t"/>
              <v:path o:extrusionok="t" o:connecttype="none"/>
              <o:lock v:ext="edit" text="t"/>
            </v:shape>
            <v:rect id="_x0000_s1426" style="position:absolute;left:2;top:2;width:7223;height:8418" fillcolor="black" stroked="f"/>
            <v:rect id="_x0000_s1427" style="position:absolute;left:2;top:2;width:7223;height:8418" filled="f" strokecolor="#1f1a17" strokeweight="1e-4mm"/>
            <v:rect id="_x0000_s1428" style="position:absolute;left:807;top:687;width:5751;height:5736" fillcolor="black" stroked="f"/>
            <v:shape id="_x0000_s1429" style="position:absolute;left:786;top:667;width:5791;height:5776" coordsize="11582,11552" path="m41,11471r11501,l11542,11552r-11501,l41,11471xm11582,11511r,41l11542,11552r,-41l11582,11511xm11501,11511r,-11472l11582,39r,11472l11501,11511xm11542,r40,l11582,39r-40,l11542,xm11542,81l41,81,41,,11542,r,81xm,39l,,41,r,39l,39xm81,39r,11472l,11511,,39r81,xm41,11552r-41,l,11511r41,l41,11552xe" stroked="f">
              <v:path arrowok="t"/>
              <o:lock v:ext="edit" verticies="t"/>
            </v:shape>
            <v:shape id="_x0000_s1430" style="position:absolute;left:6137;top:846;width:232;height:289" coordsize="464,578" path="m464,578l464,,346,r,229l117,229,117,,,,,578r117,l117,326r229,l346,578r118,xe" stroked="f">
              <v:path arrowok="t"/>
            </v:shape>
            <v:shape id="_x0000_s1431" style="position:absolute;left:4949;top:846;width:260;height:289" coordsize="520,578" path="m520,578l520,,275,,231,2,195,6,165,9r-26,7l130,22r-11,3l110,33r-9,5l87,54,73,72,62,92r-9,24l49,139r-2,23l47,179r2,16l53,209r3,13l62,236r7,13l76,260r9,10l96,281r11,9l119,297r15,8l148,312r17,5l181,321r20,3l183,335r-18,13l150,360r-12,13l125,387r-16,22l91,434,71,467,,578r139,l224,454r22,-30l262,398r15,-18l286,368r9,-8l304,353r9,-5l322,344r11,-3l345,339r16,l381,337r24,l405,578r115,xm405,245r-87,l280,245r-30,-2l226,242r-14,-4l203,234r-9,-5l186,222r-7,-7l174,206r-4,-11l168,184r,-13l168,157r4,-13l177,134r6,-11l192,116r11,-8l213,105r15,-4l239,99r18,l280,99r33,l405,99r,146xe" stroked="f">
              <v:path arrowok="t"/>
              <o:lock v:ext="edit" verticies="t"/>
            </v:shape>
            <v:shape id="_x0000_s1432" style="position:absolute;left:4360;top:841;width:282;height:299" coordsize="563,598" path="m563,303r-1,-43l556,222r-3,-18l547,186r-5,-16l536,155,525,134,513,112,498,94,482,76,464,58,446,45,428,33,408,24,379,13,348,6,318,2,282,,251,2,222,6r-29,5l168,20,143,31,119,45,97,61,78,79,60,101,43,123,31,148,20,175r-9,27l5,233,2,265,,299r2,34l5,366r6,30l20,425r11,26l43,476r17,21l78,519r19,18l119,553r22,15l166,578r27,9l220,593r29,3l282,598r30,-2l343,593r27,-6l397,578r26,-10l446,553r20,-16l486,519r18,-20l520,476r13,-24l543,425r10,-27l558,368r4,-31l563,303xm442,299r,24l439,344r-4,22l432,386r-8,18l417,420r-9,14l397,447r-12,13l372,470r-13,9l345,485r-15,7l314,496r-16,1l282,497r-18,l247,496r-14,-4l218,487r-14,-8l191,470,179,460,166,449,155,434r-9,-14l139,404r-5,-18l128,366r-3,-22l123,321r-2,-24l123,274r2,-23l128,229r4,-18l139,193r7,-16l155,162r11,-12l177,137r13,-9l202,119r15,-7l231,107r16,-4l264,101r18,-2l300,101r16,2l332,107r15,5l361,119r13,9l386,137r11,13l408,162r9,15l424,193r8,18l435,231r4,21l442,274r,25xe" stroked="f">
              <v:path arrowok="t"/>
              <o:lock v:ext="edit" verticies="t"/>
            </v:shape>
            <v:shape id="_x0000_s1433" style="position:absolute;left:3801;top:846;width:280;height:289" coordsize="560,578" path="m560,578l560,,385,,280,395,175,,,,,578r109,l109,125,224,578r112,l452,125r,453l560,578xe" stroked="f">
              <v:path arrowok="t"/>
            </v:shape>
            <v:rect id="_x0000_s1434" style="position:absolute;left:3337;top:1002;width:109;height:56" stroked="f"/>
            <v:shape id="_x0000_s1435" style="position:absolute;left:2651;top:846;width:291;height:289" coordsize="581,578" path="m,578r126,l177,447r231,l457,578r124,l355,,231,,,578xm215,350l294,135r79,215l215,350xe" stroked="f">
              <v:path arrowok="t"/>
              <o:lock v:ext="edit" verticies="t"/>
            </v:shape>
            <v:shape id="_x0000_s1436" style="position:absolute;left:2109;top:846;width:199;height:289" coordsize="397,578" path="m397,578l397,,,,,99r280,l280,236r-242,l38,333r242,l280,578r117,xe" stroked="f">
              <v:path arrowok="t"/>
            </v:shape>
            <v:shape id="_x0000_s1437" style="position:absolute;left:970;top:848;width:204;height:287" coordsize="408,572" path="m408,572l408,,291,r,475l,475r,97l408,572xe" stroked="f">
              <v:path arrowok="t"/>
            </v:shape>
            <v:shape id="_x0000_s1438" style="position:absolute;left:5491;top:771;width:291;height:364" coordsize="581,727" path="m,727r126,l177,596r232,l456,727r125,l355,149r-124,l,727xm214,499l294,284r79,215l214,499xm363,117l307,,184,,292,117r71,xe" stroked="f">
              <v:path arrowok="t"/>
              <o:lock v:ext="edit" verticies="t"/>
            </v:shape>
            <v:shape id="_x0000_s1439" style="position:absolute;left:1540;top:771;width:221;height:364" coordsize="440,727" path="m440,727r,-578l12,149r,99l325,248r,128l34,376r,97l325,473r,157l,630r,97l440,727xm292,117l238,,113,,222,117r70,xe" stroked="f">
              <v:path arrowok="t"/>
              <o:lock v:ext="edit" verticies="t"/>
            </v:shape>
            <v:shape id="_x0000_s1440" style="position:absolute;left:6146;top:1421;width:230;height:289" coordsize="460,578" path="m460,578l460,,346,,110,386,110,,,,,578r119,l352,202r,376l460,578xe" stroked="f">
              <v:path arrowok="t"/>
            </v:shape>
            <v:shape id="_x0000_s1441" style="position:absolute;left:5561;top:1421;width:220;height:289" coordsize="440,578" path="m440,578l440,,10,r,97l323,97r,128l32,225r,98l323,323r,158l,481r,97l440,578xe" stroked="f">
              <v:path arrowok="t"/>
            </v:shape>
            <v:shape id="_x0000_s1442" style="position:absolute;left:4967;top:1417;width:271;height:298" coordsize="542,596" path="m253,375r,-97l,278,,508r20,16l46,540r28,17l107,569r34,13l177,591r35,4l248,596r23,l293,595r20,-4l333,587r20,-5l371,577r18,-10l407,558r16,-9l439,539r13,-13l466,513r13,-14l490,483r9,-16l508,450r9,-18l522,414r8,-19l533,377r4,-20l540,337r2,-20l542,296r,-22l540,252r-3,-21l533,211r-5,-20l520,171r-7,-18l504,135r-9,-16l483,103,472,88,457,74,443,61,428,49,410,38,394,29,380,22,363,16,347,11,331,7,313,4,295,2,275,,255,,228,,203,2,181,6r-23,5l138,16r-18,9l102,34,85,45,71,56,58,69,47,83,37,97r-9,17l18,132r-5,18l8,169r115,22l132,171r9,-18l154,137r16,-13l179,117r9,-3l197,108r11,-3l230,101r25,-2l273,99r18,4l307,106r17,6l338,117r15,9l365,137r11,11l387,160r9,15l405,191r5,16l416,227r3,20l421,269r,23l421,317r-2,24l416,362r-6,20l403,400r-7,16l387,432r-11,13l363,458r-12,10l338,477r-14,8l307,490r-16,4l273,497r-18,l237,497r-18,-3l201,488r-18,-5l165,476r-16,-9l132,458r-14,-9l118,375r135,xe" stroked="f">
              <v:path arrowok="t"/>
            </v:shape>
            <v:shape id="_x0000_s1443" style="position:absolute;left:4376;top:1421;width:271;height:289" coordsize="542,578" path="m331,578r,-243l542,,405,,270,229,136,,,,214,335r,243l331,578xe" stroked="f">
              <v:path arrowok="t"/>
            </v:shape>
            <v:shape id="_x0000_s1444" style="position:absolute;left:3832;top:1421;width:220;height:289" coordsize="440,578" path="m440,578l440,,10,r,97l323,97r,128l32,225r,98l323,323r,158l,481r,97l440,578xe" stroked="f">
              <v:path arrowok="t"/>
            </v:shape>
            <v:shape id="_x0000_s1445" style="position:absolute;left:3248;top:1421;width:243;height:289" coordsize="486,578" path="m486,l273,,239,,208,4,183,6r-20,5l138,20,114,33,94,47,74,65,58,85,42,106,29,132r-9,27l11,187,6,220,2,256,,296r2,34l6,360r5,31l18,418r13,31l45,474r8,12l62,499r9,11l80,519r16,14l116,546r22,11l163,566r20,5l208,575r27,2l266,578r220,l486,xm369,97r,384l282,481r-23,l240,479r-16,-2l212,476r-15,-6l184,465r-10,-6l165,450r-9,-9l147,429r-8,-16l134,395r-6,-20l125,350r-4,-29l121,290r,-32l125,231r3,-24l134,187r5,-18l148,155r8,-13l166,130r11,-9l190,114r14,-6l221,103r14,-2l257,99r27,l316,97r53,xe" stroked="f">
              <v:path arrowok="t"/>
              <o:lock v:ext="edit" verticies="t"/>
            </v:shape>
            <v:shape id="_x0000_s1446" style="position:absolute;left:2675;top:1421;width:269;height:289" coordsize="539,578" path="m539,578l340,276,520,,383,,268,186,154,,17,,197,281,,578r141,l269,378,398,578r141,xe" stroked="f">
              <v:path arrowok="t"/>
            </v:shape>
            <v:shape id="_x0000_s1447" style="position:absolute;left:2097;top:1421;width:232;height:289" coordsize="462,578" path="m462,578l462,,346,r,227l117,227,117,,,,,578r117,l117,326r229,l346,578r116,xe" stroked="f">
              <v:path arrowok="t"/>
            </v:shape>
            <v:shape id="_x0000_s1448" style="position:absolute;left:990;top:1421;width:231;height:289" coordsize="460,578" path="m289,578r,-481l460,97,460,,,,,97r171,l171,578r118,xe" stroked="f">
              <v:path arrowok="t"/>
            </v:shape>
            <v:shape id="_x0000_s1449" style="position:absolute;left:1553;top:1345;width:220;height:365" coordsize="440,729" path="m440,729r,-578l13,151r,97l325,248r,128l34,376r,98l325,474r,158l,632r,97l440,729xm292,119l238,,114,,222,119r70,xe" stroked="f">
              <v:path arrowok="t"/>
              <o:lock v:ext="edit" verticies="t"/>
            </v:shape>
            <v:shape id="_x0000_s1450" style="position:absolute;left:6141;top:1975;width:231;height:289" coordsize="460,578" path="m289,578r,-479l460,99,460,,,,,99r171,l171,578r118,xe" stroked="f">
              <v:path arrowok="t"/>
            </v:shape>
            <v:rect id="_x0000_s1451" style="position:absolute;left:5650;top:1975;width:59;height:289" stroked="f"/>
            <v:shape id="_x0000_s1452" style="position:absolute;left:4979;top:1975;width:236;height:289" coordsize="471,578" path="m471,578r,-104l166,99r271,l437,,12,r,92l328,481,,481r,97l471,578xe" stroked="f">
              <v:path arrowok="t"/>
            </v:shape>
            <v:shape id="_x0000_s1453" style="position:absolute;left:4427;top:1975;width:220;height:289" coordsize="440,578" path="m440,578l440,,10,r,99l323,99r,128l32,227r,97l323,324r,157l,481r,97l440,578xe" stroked="f">
              <v:path arrowok="t"/>
            </v:shape>
            <v:shape id="_x0000_s1454" style="position:absolute;left:3831;top:1975;width:229;height:289" coordsize="458,578" path="m458,578l458,,345,,108,387,108,,,,,578r117,l350,202r,376l458,578xe" stroked="f">
              <v:path arrowok="t"/>
            </v:shape>
            <v:rect id="_x0000_s1455" style="position:absolute;left:3339;top:2132;width:108;height:55" stroked="f"/>
            <v:shape id="_x0000_s1456" style="position:absolute;left:2679;top:1975;width:243;height:289" coordsize="485,578" path="m485,l252,,222,2r-29,l169,3,151,7r-18,4l119,14r-15,7l90,30,77,39,66,52,56,65,45,79,38,93r-6,17l29,128r,18l29,166r5,19l39,203r11,18l61,236r15,14l92,261r18,11l97,275r-12,6l74,286r-11,6l52,299r-9,7l36,315r-7,9l21,333r-5,11l10,353,7,364,3,374,1,387,,398r,12l,430r3,20l10,468r8,20l29,506r10,14l52,535r16,12l85,556r18,9l124,571r22,3l166,576r30,2l236,578r51,l485,578,485,xm368,97r,133l290,230r-30,l236,230r-18,-1l206,229r-15,-4l178,221r-10,-5l159,207r-8,-9l146,187r-4,-11l142,162r,-13l146,139r4,-11l157,119r7,-7l175,106r12,-5l200,99r13,-2l234,97r29,l301,97r67,xm368,326r,155l260,481r-29,l207,481r-16,-2l178,477r-10,-3l155,470r-9,-7l137,454r-7,-9l124,434r-3,-15l121,405r,-13l124,382r4,-11l133,362r8,-9l148,346r11,-6l169,335r17,-4l207,329r29,-1l274,326r94,xe" stroked="f">
              <v:path arrowok="t"/>
              <o:lock v:ext="edit" verticies="t"/>
            </v:shape>
            <v:shape id="_x0000_s1457" style="position:absolute;left:2124;top:1975;width:231;height:289" coordsize="460,578" path="m289,578r,-479l460,99,460,,,,,99r171,l171,578r118,xe" stroked="f">
              <v:path arrowok="t"/>
            </v:shape>
            <v:shape id="_x0000_s1458" style="position:absolute;left:971;top:1975;width:235;height:289" coordsize="471,578" path="m471,578r,-104l166,99r271,l437,,13,r,92l329,481,,481r,97l471,578xe" stroked="f">
              <v:path arrowok="t"/>
            </v:shape>
            <v:shape id="_x0000_s1459" style="position:absolute;left:1621;top:1900;width:90;height:364" coordsize="181,728" path="m166,728r,-578l49,150r,578l166,728xm181,117l125,,,,110,117r71,xe" stroked="f">
              <v:path arrowok="t"/>
              <o:lock v:ext="edit" verticies="t"/>
            </v:shape>
            <v:shape id="_x0000_s1460" style="position:absolute;left:6145;top:2558;width:231;height:289" coordsize="462,578" path="m462,578l462,,347,r,229l117,229,117,,,,,578r117,l117,326r230,l347,578r115,xe" stroked="f">
              <v:path arrowok="t"/>
            </v:shape>
            <v:shape id="_x0000_s1461" style="position:absolute;left:4952;top:2558;width:261;height:289" coordsize="521,578" path="m521,578l521,,274,,232,2,195,6,164,9r-24,7l130,22r-9,3l111,33r-9,5l86,54,72,72,61,92r-7,23l48,139r-2,23l48,178r2,17l52,209r5,13l63,236r5,13l77,260r9,10l95,281r13,9l121,297r12,8l148,312r16,5l182,321r18,3l182,335r-16,13l151,360r-14,13l124,387r-16,22l92,436,72,467,,578r140,l225,454r20,-31l263,398r13,-18l287,368r7,-8l303,353r9,-5l321,344r11,-3l346,339r16,l381,337r23,l404,578r117,xm404,245r-87,l279,245r-30,-2l227,242r-14,-4l202,234r-7,-5l186,222r-6,-8l175,205r-4,-10l169,184r-2,-13l169,157r2,-13l177,133r7,-10l193,115r9,-7l214,105r13,-4l238,99r18,l281,99r33,l404,99r,146xe" stroked="f">
              <v:path arrowok="t"/>
              <o:lock v:ext="edit" verticies="t"/>
            </v:shape>
            <v:shape id="_x0000_s1462" style="position:absolute;left:4373;top:2553;width:280;height:299" coordsize="562,598" path="m562,303r-2,-43l555,222r-4,-18l547,186r-5,-17l535,155r-9,-22l513,112,499,94,482,76,464,60,446,45,426,33,407,24,379,13,349,6,316,2,282,,251,2,221,6r-28,5l166,20,141,31,119,45,98,61,76,79,58,101,44,123,31,148,20,175r-9,27l6,232,2,265,,299r2,34l6,366r5,30l18,425r11,25l44,476r14,21l76,519r20,18l118,553r23,15l166,578r26,9l221,593r28,3l280,598r33,-2l342,593r28,-6l396,578r25,-10l444,553r22,-16l486,519r18,-20l518,476r15,-24l544,425r7,-27l558,368r2,-31l562,303xm441,299r,24l439,344r-4,22l430,386r-5,18l416,420r-9,14l396,447r-11,12l372,470r-14,9l345,485r-16,7l314,495r-16,2l280,497r-16,l248,495r-17,-3l217,486r-15,-7l190,470,177,459,166,449,156,434r-9,-14l139,404r-7,-18l127,366r-4,-22l121,321r,-24l121,274r2,-23l127,229r5,-18l137,193r8,-16l154,162r11,-12l175,137r13,-9l201,119r14,-7l230,106r16,-3l264,101r16,-2l298,101r16,2l331,106r14,6l360,119r14,9l387,137r11,13l408,162r9,15l425,193r5,18l435,231r4,21l441,274r,25xe" stroked="f">
              <v:path arrowok="t"/>
              <o:lock v:ext="edit" verticies="t"/>
            </v:shape>
            <v:shape id="_x0000_s1463" style="position:absolute;left:3797;top:2558;width:279;height:289" coordsize="560,578" path="m560,578l560,,385,,280,395,177,,,,,578r109,l109,124,224,578r114,l452,124r,454l560,578xe" stroked="f">
              <v:path arrowok="t"/>
            </v:shape>
            <v:shape id="_x0000_s1464" style="position:absolute;left:3247;top:2553;width:235;height:299" coordsize="472,598" path="m472,400l358,389r-4,15l351,416r-4,11l342,438r-6,11l331,458r-7,9l316,474r-9,5l298,485r-9,5l279,494r-11,1l257,497r-13,2l232,499r-27,l181,494r-9,-4l163,486r-9,-5l147,476,134,463r-9,-13l121,443r-1,-7l118,429r,-9l118,411r3,-9l125,393r5,-7l138,378r9,-7l158,366r14,-6l185,357r21,-7l232,344r34,-9l309,323r36,-15l362,301r12,-7l387,287r11,-9l410,265r11,-13l430,240r7,-15l443,211r5,-16l450,178r,-16l450,139r-5,-20l437,99,427,79,412,61,396,45,376,31,353,20,329,11,302,6,271,2,239,,214,,188,4,165,7r-22,6l123,18r-18,9l89,36,75,47,62,60,51,74,42,88r-9,15l26,121r-4,16l19,155r-2,20l134,180r6,-20l147,142r3,-7l156,128r5,-7l167,117r14,-9l197,101r20,-4l241,97r23,l286,103r18,5l320,117r9,7l335,133r3,9l338,153r,11l335,173r-6,7l322,189r-15,9l284,207r-31,11l214,227r-40,11l140,247r-29,11l87,269,69,281,51,294,37,310,24,328,13,348,6,369,2,393,,420r2,25l8,468r9,22l28,513r7,9l44,533r9,9l62,551r9,7l84,566r10,5l107,577r27,10l163,593r34,3l233,598r26,l284,595r23,-4l329,586r22,-8l369,569r16,-9l401,548r15,-13l428,519r11,-16l448,485r9,-18l463,445r5,-22l472,400xe" stroked="f">
              <v:path arrowok="t"/>
            </v:shape>
            <v:shape id="_x0000_s1465" style="position:absolute;left:2672;top:2558;width:230;height:289" coordsize="461,578" path="m461,578l461,,347,,109,387,109,,,,,578r118,l351,202r,376l461,578xe" stroked="f">
              <v:path arrowok="t"/>
            </v:shape>
            <v:shape id="_x0000_s1466" style="position:absolute;left:1537;top:2553;width:271;height:299" coordsize="542,598" path="m251,375r,-97l,278,,508r20,18l46,542r28,15l107,571r34,11l177,591r35,5l248,598r21,l291,596r22,-3l333,589r20,-5l371,577r18,-8l407,560r16,-11l437,539r15,-13l466,513r11,-14l490,485r9,-17l508,450r9,-18l522,414r7,-18l533,377r4,-18l540,339r2,-22l542,297r,-21l540,254r-3,-22l533,213r-5,-20l520,173r-7,-18l504,137,493,119,483,103,470,88,457,74,443,61,427,51,410,38,392,29,378,22,363,16,347,11,331,7,313,4,295,2,275,,255,,228,,203,4,179,7r-22,4l138,18r-18,7l102,34,85,45,71,58,58,70,46,85,37,99,27,115r-9,17l13,151,8,169r115,22l132,171r9,-18l154,139r16,-15l179,119r9,-5l197,110r11,-4l230,101r25,-2l273,101r18,2l307,106r17,6l338,119r15,9l365,137r11,11l387,160r9,15l403,191r7,18l416,227r3,20l421,269r,23l421,317r-2,24l416,362r-6,20l403,402r-7,16l387,432r-11,15l363,459r-12,9l338,477r-16,8l307,490r-16,5l273,497r-18,l237,497r-18,-3l201,490r-20,-7l165,476r-18,-8l132,459,118,449r,-74l251,375xe" stroked="f">
              <v:path arrowok="t"/>
            </v:shape>
            <v:shape id="_x0000_s1467" style="position:absolute;left:958;top:2558;width:272;height:289" coordsize="543,578" path="m330,578r,-243l543,,406,,269,229,135,,,,213,337r,241l330,578xe" stroked="f">
              <v:path arrowok="t"/>
            </v:shape>
            <v:shape id="_x0000_s1468" style="position:absolute;left:5552;top:2483;width:291;height:364" coordsize="581,727" path="m,727r128,l178,596r231,l456,727r125,l355,149r-123,l,727xm214,499l296,284r77,215l214,499xm363,117l308,,184,,292,117r71,xe" stroked="f">
              <v:path arrowok="t"/>
              <o:lock v:ext="edit" verticies="t"/>
            </v:shape>
            <v:shape id="_x0000_s1469" style="position:absolute;left:2106;top:2483;width:221;height:364" coordsize="440,727" path="m440,727r,-578l11,149r,99l323,248r,128l32,376r,97l323,473r,157l,630r,97l440,727xm291,117l236,,112,,222,117r69,xe" stroked="f">
              <v:path arrowok="t"/>
              <o:lock v:ext="edit" verticies="t"/>
            </v:shape>
            <v:shape id="_x0000_s1470" style="position:absolute;left:6130;top:3127;width:270;height:289" coordsize="540,579" path="m334,579l540,,414,,267,427,125,,,,208,579r126,xe" stroked="f">
              <v:path arrowok="t"/>
            </v:shape>
            <v:shape id="_x0000_s1471" style="position:absolute;left:5576;top:3127;width:220;height:289" coordsize="441,579" path="m441,579l441,,11,r,98l324,98r,128l33,226r,97l324,323r,158l,481r,98l441,579xe" stroked="f">
              <v:path arrowok="t"/>
            </v:shape>
            <v:shape id="_x0000_s1472" style="position:absolute;left:4958;top:3121;width:271;height:299" coordsize="544,598" path="m253,376r,-97l,279,,508r22,18l46,542r28,14l107,571r36,12l177,590r36,6l250,598r21,l293,596r22,-4l334,589r20,-6l372,576r18,-7l408,560r17,-11l439,538r15,-11l466,513r13,-13l490,484r11,-16l510,452r7,-18l524,414r5,-18l535,378r3,-20l540,338r2,-20l544,297r-2,-22l540,254r-2,-22l533,212r-5,-20l522,173r-7,-18l506,137,495,120,484,104,472,88,459,75,445,61,428,50,412,39,394,28,380,23,365,16,349,12,331,7,315,5,295,1r-20,l255,,230,1,204,3,181,7r-22,5l139,18r-19,7l103,34,87,45,73,57,60,70,47,84,36,99r-9,16l20,133r-7,18l9,171r116,21l132,171r11,-16l156,138r16,-14l179,119r9,-6l199,110r11,-4l232,101r23,l275,101r16,1l309,106r15,5l338,119r14,9l365,137r13,12l389,162r9,14l405,191r7,18l416,227r3,21l421,270r2,21l421,317r-2,23l416,362r-6,19l405,401r-7,17l387,434r-11,12l365,459r-13,11l338,479r-14,7l309,491r-18,4l275,497r-18,2l239,497r-20,-2l201,490r-18,-6l165,477r-17,-9l134,459,120,448r,-72l253,376xe" stroked="f">
              <v:path arrowok="t"/>
            </v:shape>
            <v:shape id="_x0000_s1473" style="position:absolute;left:4392;top:3127;width:271;height:289" coordsize="542,579" path="m329,579r,-244l542,,404,,267,229,134,,,,211,335r,244l329,579xe" stroked="f">
              <v:path arrowok="t"/>
            </v:shape>
            <v:shape id="_x0000_s1474" style="position:absolute;left:3837;top:3127;width:222;height:289" coordsize="445,579" path="m445,579l445,,257,,208,,168,2,139,4,118,9r-13,4l94,17,84,22,73,29,62,36r-9,9l44,54,35,65,28,76,20,89r-5,12l9,116,6,130,2,145r,16l,177r2,27l6,227r5,20l20,267r11,18l42,299r13,15l69,325r16,9l100,341r14,7l130,352r24,3l181,357r33,2l251,361r76,l327,579r118,xm327,98r,164l264,262r-32,l206,260r-20,-4l172,253r-11,-6l150,242r-9,-9l134,224r-5,-9l125,204r-2,-13l121,179r2,-15l127,150r5,-11l139,127r11,-9l161,110r13,-5l186,101r15,-1l219,100r23,-2l271,98r56,xe" stroked="f">
              <v:path arrowok="t"/>
              <o:lock v:ext="edit" verticies="t"/>
            </v:shape>
            <v:shape id="_x0000_s1475" style="position:absolute;left:3208;top:3127;width:261;height:289" coordsize="522,579" path="m522,579l522,,404,r,256l168,,11,,229,226,,579r152,l310,307r94,97l404,579r118,xe" stroked="f">
              <v:path arrowok="t"/>
            </v:shape>
            <v:shape id="_x0000_s1476" style="position:absolute;left:2686;top:3127;width:220;height:289" coordsize="441,579" path="m441,579l441,,11,r,98l323,98r,128l33,226r,97l323,323r,158l,481r,98l441,579xe" stroked="f">
              <v:path arrowok="t"/>
            </v:shape>
            <v:shape id="_x0000_s1477" style="position:absolute;left:2135;top:3127;width:231;height:289" coordsize="460,579" path="m289,579r,-481l460,98,460,,,,,98r171,l171,579r118,xe" stroked="f">
              <v:path arrowok="t"/>
            </v:shape>
            <v:shape id="_x0000_s1478" style="position:absolute;left:1557;top:3127;width:230;height:289" coordsize="461,579" path="m287,579r,-481l461,98,461,,,,,98r172,l172,579r115,xe" stroked="f">
              <v:path arrowok="t"/>
            </v:shape>
            <v:shape id="_x0000_s1479" style="position:absolute;left:945;top:3051;width:282;height:369" coordsize="563,739" path="m563,443r-2,-41l556,362r-4,-18l547,326r-6,-16l536,296,525,274,512,254,498,234,482,216,464,200,446,186,428,173r-20,-9l379,153r-31,-7l316,142r-35,-1l251,142r-29,4l193,151r-25,9l142,171r-23,15l97,202,77,220,59,242,43,263,30,288,19,315r-9,29l5,375,1,407,,441r1,35l5,506r5,31l19,566r11,27l43,616r16,24l77,659r20,20l119,694r21,14l166,719r27,9l220,733r29,4l281,739r31,-2l343,733r27,-5l397,719r25,-11l444,695r22,-16l485,659r18,-19l520,618r12,-25l543,568r9,-29l558,508r3,-31l563,443xm442,440r,23l438,486r-3,20l431,526r-7,18l417,560r-9,15l397,589r-13,11l372,611r-13,9l345,627r-15,5l314,636r-16,2l281,640r-18,-2l247,636r-14,-4l218,627r-14,-7l189,611,178,600,166,589,155,575r-9,-15l139,544r-6,-18l128,506r-4,-21l122,463r-1,-25l122,414r2,-23l128,371r3,-20l139,333r7,-16l155,303r11,-13l177,278r12,-9l202,260r14,-8l231,247r16,-4l263,242r18,l299,242r17,1l332,249r14,5l361,260r12,9l386,279r11,11l408,303r9,16l424,335r7,18l435,371r3,22l442,416r,24xm408,117l354,,236,,339,117r69,xm260,117l204,,90,r97,117l260,117xe" stroked="f">
              <v:path arrowok="t"/>
              <o:lock v:ext="edit" verticies="t"/>
            </v:shape>
            <v:shape id="_x0000_s1480" style="position:absolute;left:6121;top:3657;width:280;height:358" coordsize="562,715" path="m562,420r-2,-41l556,339r-3,-18l547,305r-5,-17l536,272,526,251,513,231,499,211,482,193,464,177,446,162,426,152,406,141r-27,-9l349,125r-33,-6l282,119r-31,l220,123r-27,7l166,139r-25,11l119,162,98,179,78,198,60,218,44,242,31,265,20,292r-9,29l6,352,2,384,,418r2,34l6,485r5,29l20,542r11,27l44,593r14,23l76,636r20,20l118,672r23,13l166,696r26,9l220,712r29,3l280,715r33,l341,712r29,-7l396,696r25,-11l444,672r22,-16l486,638r18,-22l520,595r13,-26l544,544r7,-29l558,487r4,-33l562,420xm443,416r-2,24l439,463r-4,20l430,503r-5,18l416,537r-10,14l396,566r-11,11l372,587r-12,9l345,604r-14,5l314,613r-16,3l280,616r-16,l248,613r-17,-4l217,604r-15,-8l190,587r-13,-9l166,566,155,553r-9,-16l139,521r-7,-18l128,483r-3,-20l121,440r,-25l121,391r4,-21l127,348r5,-20l137,310r9,-16l154,279r11,-12l175,256r13,-11l202,236r13,-5l231,225r15,-3l264,218r16,l298,218r16,4l331,225r16,6l360,238r14,7l387,256r10,11l408,281r9,15l425,312r5,18l435,350r4,20l441,393r2,23xm421,96l421,,325,r,96l421,96xm251,96l251,,155,r,96l251,96xe" stroked="f">
              <v:path arrowok="t"/>
              <o:lock v:ext="edit" verticies="t"/>
            </v:shape>
            <v:shape id="_x0000_s1481" style="position:absolute;left:5594;top:3721;width:230;height:289" coordsize="461,578" path="m289,578r,-481l461,97,461,,,,,97r172,l172,578r117,xe" stroked="f">
              <v:path arrowok="t"/>
            </v:shape>
            <v:shape id="_x0000_s1482" style="position:absolute;left:5009;top:3721;width:231;height:289" coordsize="463,578" path="m463,578l463,,347,r,227l118,227,118,,,,,578r118,l118,326r229,l347,578r116,xe" stroked="f">
              <v:path arrowok="t"/>
            </v:shape>
            <v:shape id="_x0000_s1483" style="position:absolute;left:4392;top:3721;width:290;height:289" coordsize="582,578" path="m,578r128,l179,447r231,l457,578r125,l356,,233,,,578xm215,350l296,135r78,215l215,350xe" stroked="f">
              <v:path arrowok="t"/>
              <o:lock v:ext="edit" verticies="t"/>
            </v:shape>
            <v:shape id="_x0000_s1484" style="position:absolute;left:3841;top:3721;width:230;height:289" coordsize="460,578" path="m289,578r,-481l460,97,460,,,,,97r171,l171,578r118,xe" stroked="f">
              <v:path arrowok="t"/>
            </v:shape>
            <v:shape id="_x0000_s1485" style="position:absolute;left:3258;top:3721;width:229;height:289" coordsize="459,578" path="m459,578l459,,345,,108,386,108,,,,,578r118,l350,202r,376l459,578xe" stroked="f">
              <v:path arrowok="t"/>
            </v:shape>
            <v:shape id="_x0000_s1486" style="position:absolute;left:2659;top:3721;width:271;height:289" coordsize="542,578" path="m330,578r,-243l542,,404,,269,229,135,,,,213,335r,243l330,578xe" stroked="f">
              <v:path arrowok="t"/>
            </v:shape>
            <v:shape id="_x0000_s1487" style="position:absolute;left:2078;top:3717;width:280;height:298" coordsize="562,596" path="m562,301r-2,-41l556,220r-3,-18l547,186r-5,-17l536,153,526,132,513,112,498,92,482,74,464,58,446,43,426,33,406,22,379,13,349,6,316,,282,,251,,220,4r-27,7l166,20,141,31,119,43,98,60,78,79,60,99,43,123,31,146,20,173r-9,29l5,233,2,265,,299r2,34l5,366r6,29l20,423r11,27l43,474r15,23l76,517r20,20l117,553r24,13l166,577r25,9l220,593r29,3l280,596r32,l341,593r29,-7l395,577r26,-11l444,553r22,-16l486,519r18,-22l520,476r13,-26l544,425r7,-29l558,368r4,-33l562,301xm442,297r-1,24l439,344r-4,20l430,384r-6,18l415,418r-9,14l395,447r-10,11l372,468r-13,9l345,485r-15,5l314,494r-16,3l280,497r-16,l247,494r-16,-4l217,485r-15,-8l190,468r-13,-9l166,447,155,434r-9,-16l139,402r-7,-18l126,364r-1,-20l121,321r,-25l121,272r4,-21l126,229r6,-20l137,191r9,-16l154,160r10,-12l175,137r13,-11l202,117r13,-5l231,106r15,-3l264,99r16,l298,99r16,4l330,106r17,6l359,119r15,7l386,137r11,11l408,162r9,15l424,193r6,18l435,231r4,20l441,274r1,23xe" stroked="f">
              <v:path arrowok="t"/>
              <o:lock v:ext="edit" verticies="t"/>
            </v:shape>
            <v:shape id="_x0000_s1488" style="position:absolute;left:1555;top:3724;width:204;height:286" coordsize="408,572" path="m408,572l408,,292,r,475l,475r,97l408,572xe" stroked="f">
              <v:path arrowok="t"/>
            </v:shape>
            <v:shape id="_x0000_s1489" style="position:absolute;left:968;top:3717;width:252;height:298" coordsize="504,596" path="m114,375l,411r7,23l14,454r9,20l34,494r11,16l58,524r14,15l86,551r17,11l119,571r18,7l155,586r20,5l195,595r23,1l240,596r29,l296,593r25,-7l345,577r23,-11l390,553r21,-16l430,519r18,-22l462,476r13,-26l486,425r9,-27l500,368r4,-31l504,303r,-34l500,234r-5,-30l486,175,475,148,462,123,448,99,430,79,410,60,390,43,366,31,343,20,318,11,290,4,263,,233,,207,,182,4,159,7r-22,8l115,24,95,34,77,47,61,61,50,72,41,83,34,94r-9,12l18,121r-6,14l7,151,2,168r115,29l123,175r10,-20l139,148r5,-9l151,132r9,-8l168,119r9,-5l186,110r11,-5l216,101r24,-2l254,99r15,2l283,105r15,5l310,117r11,7l334,135r9,11l354,157r7,14l368,188r6,18l377,225r4,22l383,270r1,24l383,321r-2,25l379,368r-5,21l368,407r-7,16l354,438r-9,12l334,461r-11,9l310,479r-10,7l285,490r-13,4l256,497r-14,l229,497r-11,-2l207,494r-9,-4l188,486r-9,-5l170,474r-10,-6l153,459r-7,-9l139,441r-7,-12l126,418r-5,-14l117,389r-3,-14xe" stroked="f">
              <v:path arrowok="t"/>
            </v:shape>
            <v:shape id="_x0000_s1490" style="position:absolute;left:6102;top:4263;width:261;height:289" coordsize="522,579" path="m522,579l522,,407,r,258l170,,13,,230,226,,579r152,l311,308r96,96l407,579r115,xe" stroked="f">
              <v:path arrowok="t"/>
            </v:shape>
            <v:rect id="_x0000_s1491" style="position:absolute;left:5655;top:4263;width:57;height:289" stroked="f"/>
            <v:shape id="_x0000_s1492" style="position:absolute;left:4997;top:4266;width:204;height:286" coordsize="408,573" path="m408,573l408,,291,r,475l,475r,98l408,573xe" stroked="f">
              <v:path arrowok="t"/>
            </v:shape>
            <v:shape id="_x0000_s1493" style="position:absolute;left:4439;top:4263;width:220;height:289" coordsize="441,579" path="m441,579l441,,13,r,100l325,100r,127l34,227r,98l325,325r,156l,481r,98l441,579xe" stroked="f">
              <v:path arrowok="t"/>
            </v:shape>
            <v:shape id="_x0000_s1494" style="position:absolute;left:3855;top:4263;width:231;height:289" coordsize="460,579" path="m460,579l460,,346,,108,388,108,,,,,579r117,l350,202r,377l460,579xe" stroked="f">
              <v:path arrowok="t"/>
            </v:shape>
            <v:shape id="_x0000_s1495" style="position:absolute;left:3256;top:4259;width:253;height:299" coordsize="505,598" path="m113,375l,411r7,24l16,456r9,20l34,494r12,16l59,526r13,13l86,552r16,10l119,571r18,9l155,586r20,5l196,595r22,2l240,598r29,-1l296,593r25,-7l346,579r22,-11l390,553r21,-16l429,519r18,-20l462,476r14,-23l485,426r9,-27l500,368r3,-31l505,305r-2,-36l500,236r-6,-30l485,175,474,148,462,123,447,101,429,80,409,62,390,45,368,31,343,20,317,11,292,6,263,,232,,207,,182,4,158,9r-21,6l115,24,97,35,77,47,61,63,50,73,43,83,34,96r-7,13l19,121r-7,16l7,152,1,170r116,27l124,175r9,-18l139,148r7,-9l153,132r7,-5l167,119r9,-5l186,110r10,-3l216,101r24,-1l254,101r16,2l285,107r12,5l310,118r13,9l334,136r10,10l353,159r8,14l368,188r5,18l379,226r2,21l382,271r2,25l382,321r-1,25l379,368r-6,21l368,408r-6,16l353,438r-9,13l334,462r-11,10l312,480r-13,7l285,492r-13,4l258,498r-16,l231,498r-11,-2l209,494r-11,-4l189,487r-11,-6l169,476r-7,-7l153,460r-7,-9l139,442r-6,-11l126,418r-4,-12l117,391r-4,-16xe" stroked="f">
              <v:path arrowok="t"/>
            </v:shape>
            <v:shape id="_x0000_s1496" style="position:absolute;left:2673;top:4259;width:271;height:299" coordsize="542,598" path="m253,375r,-97l,278,,508r20,17l45,541r29,16l106,571r36,11l177,591r36,6l247,598r24,-1l292,595r20,-2l334,588r18,-6l372,577r18,-9l406,561r16,-11l439,539r14,-13l466,514r12,-15l489,485r9,-16l507,451r9,-18l523,415r6,-18l534,377r4,-20l540,337r2,-20l542,298r,-24l540,253r-4,-20l533,211r-6,-20l520,173r-7,-19l504,136r-9,-17l484,103,471,89,457,74,442,62,428,49,412,38,393,29,379,22,363,17,347,11,330,8,312,4,294,2,274,,254,,227,,204,2,180,6r-21,5l137,18r-18,8l101,35,87,45,72,56,58,71,47,83,36,100r-9,16l20,132r-8,18l7,170r117,21l132,172r9,-18l155,137r15,-12l179,119r9,-5l198,109r9,-2l229,101r25,-1l272,101r19,2l307,107r16,5l338,119r14,8l365,137r10,11l386,161r9,14l404,191r6,17l415,227r4,20l421,269r,23l421,317r-2,24l415,362r-5,20l404,400r-9,18l386,433r-11,14l363,458r-13,11l338,478r-15,7l307,490r-16,4l274,498r-18,l236,498r-18,-4l200,490r-18,-7l164,476r-16,-9l132,458r-13,-9l119,375r134,xe" stroked="f">
              <v:path arrowok="t"/>
            </v:shape>
            <v:shape id="_x0000_s1497" style="position:absolute;left:1522;top:4263;width:260;height:289" coordsize="521,579" path="m521,579l521,,275,,232,2,194,4,163,9r-23,8l129,20r-9,6l111,31r-9,7l85,53,73,73,62,92r-9,22l49,137r-2,26l47,179r2,14l53,209r3,13l62,235r7,12l76,260r9,11l96,280r11,10l120,298r12,7l149,310r16,6l181,321r18,2l181,335r-16,11l150,359r-12,12l123,388r-14,21l91,435,71,467,,579r140,l224,453r20,-31l262,399r15,-19l286,368r9,-7l304,353r9,-5l322,344r11,-3l345,339r17,-2l380,337r23,l403,579r118,xm403,245r-86,l279,245r-29,-1l226,242r-14,-4l203,235r-9,-6l186,222r-7,-9l174,204r-4,-9l168,182r-1,-12l168,157r4,-12l176,134r7,-11l192,116r11,-7l214,103r14,-2l237,100r18,l280,100r33,l403,100r,145xe" stroked="f">
              <v:path arrowok="t"/>
              <o:lock v:ext="edit" verticies="t"/>
            </v:shape>
            <v:shape id="_x0000_s1498" style="position:absolute;left:934;top:4263;width:290;height:289" coordsize="582,579" path="m,579r128,l179,447r231,l457,579r125,l356,,231,,,579xm215,350l296,136r78,214l215,350xe" stroked="f">
              <v:path arrowok="t"/>
              <o:lock v:ext="edit" verticies="t"/>
            </v:shape>
            <v:shape id="_x0000_s1499" style="position:absolute;left:2067;top:4188;width:281;height:370" coordsize="564,740" path="m564,445r-2,-43l557,364r-4,-20l548,328r-6,-16l537,296,526,274,513,254,499,234,482,216,464,200,446,186,428,175,408,164r-28,-9l349,148r-31,-4l284,142r-33,l222,148r-28,5l168,162r-25,11l120,187,98,202,78,222,60,242,44,265,31,290,20,315r-9,29l6,375,2,407,,441r2,35l6,508r5,31l20,566r11,27l44,618r16,22l78,661r20,18l120,695r21,13l166,721r28,7l221,735r29,4l282,740r31,-1l343,735r28,-7l398,721r25,-11l446,695r20,-16l486,661r18,-20l520,618r13,-23l544,568r9,-29l558,510r4,-33l564,445xm443,440r,25l439,486r-3,22l432,526r-7,18l417,560r-9,17l398,589r-13,13l372,611r-12,9l345,627r-14,5l315,636r-17,4l282,640r-18,l248,636r-15,-4l219,627r-15,-7l192,613,179,602,166,589,156,577r-9,-15l139,544r-5,-18l129,508r-4,-22l123,463r-2,-23l123,414r2,-21l129,371r5,-20l139,335r8,-16l156,305r10,-15l177,279r13,-10l203,261r14,-7l231,249r17,-4l264,243r18,-1l300,243r16,2l333,249r14,5l362,261r12,9l387,279r11,13l408,305r9,14l425,335r7,18l437,373r2,22l443,416r,24xm354,119l300,,176,,284,119r70,xe" stroked="f">
              <v:path arrowok="t"/>
              <o:lock v:ext="edit" verticies="t"/>
            </v:shape>
            <v:shape id="_x0000_s1500" style="position:absolute;left:6117;top:4845;width:280;height:289" coordsize="560,578" path="m560,578l560,,385,,280,394,177,,,,,578r108,l108,122,224,578r114,l451,122r,456l560,578xe" stroked="f">
              <v:path arrowok="t"/>
            </v:shape>
            <v:shape id="_x0000_s1501" style="position:absolute;left:5006;top:4848;width:204;height:286" coordsize="408,573" path="m408,573l408,,292,r,476l,476r,97l408,573xe" stroked="f">
              <v:path arrowok="t"/>
            </v:shape>
            <v:shape id="_x0000_s1502" style="position:absolute;left:4425;top:4845;width:230;height:289" coordsize="460,578" path="m289,578r,-481l460,97,460,,,,,97r172,l172,578r117,xe" stroked="f">
              <v:path arrowok="t"/>
            </v:shape>
            <v:shape id="_x0000_s1503" style="position:absolute;left:3772;top:4845;width:380;height:289" coordsize="761,578" path="m623,578l761,,641,,555,396,448,,309,,208,403,118,,,,141,578r125,l381,146,495,578r128,xe" stroked="f">
              <v:path arrowok="t"/>
            </v:shape>
            <v:shape id="_x0000_s1504" style="position:absolute;left:3266;top:4848;width:204;height:286" coordsize="408,573" path="m408,573l408,,291,r,476l,476r,97l408,573xe" stroked="f">
              <v:path arrowok="t"/>
            </v:shape>
            <v:shape id="_x0000_s1505" style="position:absolute;left:2700;top:4845;width:221;height:289" coordsize="441,578" path="m441,578l441,,11,r,97l323,97r,128l33,225r,97l323,322r,159l,481r,97l441,578xe" stroked="f">
              <v:path arrowok="t"/>
            </v:shape>
            <v:shape id="_x0000_s1506" style="position:absolute;left:2122;top:4840;width:235;height:299" coordsize="471,598" path="m471,400l357,387r-2,15l352,414r-6,13l343,438r-6,9l330,457r-7,8l316,472r-8,7l299,484r-11,4l279,492r-10,3l256,497r-13,2l231,499r-26,-2l182,493r-11,-3l162,484r-9,-3l146,475,133,463r-9,-15l120,441r-1,-7l117,427r,-7l119,409r1,-9l124,393r6,-9l137,376r9,-5l158,364r13,-6l186,355r19,-6l232,342r33,-9l308,322r36,-14l361,301r14,-7l386,285r11,-8l409,265r11,-13l429,238r8,-15l444,209r3,-16l449,176r2,-16l449,139r-5,-22l437,97,426,77,411,59,395,43,375,31,353,20,328,11,301,4,272,,240,,213,,187,2,166,5r-22,6l124,18r-18,7l90,36,75,47,63,59,50,72,41,86r-9,17l27,119r-6,18l18,155r,20l133,180r6,-22l146,140r3,-7l155,126r5,-5l166,115r14,-9l196,101r20,-4l240,95r25,2l287,101r18,7l321,117r7,7l334,131r3,11l339,153r-2,9l334,171r-6,9l321,187r-15,9l283,207r-31,9l214,227r-39,9l140,247r-29,11l88,268,68,279,52,294,36,310,23,326r-9,20l7,367,1,393,,418r1,25l7,466r9,24l28,511r8,11l43,531r9,9l61,549r11,8l83,564r10,7l106,576r27,9l164,593r32,3l232,598r28,-2l285,594r23,-3l330,585r20,-7l368,569r18,-11l400,546r15,-13l427,519r11,-17l447,484r9,-19l464,445r3,-22l471,400xe" stroked="f">
              <v:path arrowok="t"/>
            </v:shape>
            <v:shape id="_x0000_s1507" style="position:absolute;left:1535;top:4845;width:236;height:289" coordsize="471,578" path="m471,578r,-106l166,97r271,l437,,12,r,90l330,481,,481r,97l471,578xe" stroked="f">
              <v:path arrowok="t"/>
            </v:shape>
            <v:shape id="_x0000_s1508" style="position:absolute;left:940;top:4845;width:262;height:289" coordsize="523,578" path="m523,578l523,,406,r,256l170,,12,,231,225,,578r151,l310,306r96,97l406,578r117,xe" stroked="f">
              <v:path arrowok="t"/>
            </v:shape>
            <v:shape id="_x0000_s1509" style="position:absolute;left:5582;top:4769;width:231;height:370" coordsize="462,738" path="m462,151r-117,l345,464r,35l345,526r-2,21l341,560r-5,18l329,592r-11,15l305,617r-16,9l271,634r-20,3l228,639r-24,-2l184,634r-9,-2l166,628r-7,-5l154,619,141,608r-9,-12l127,583r-4,-14l119,551r,-22l118,502r,-30l118,151,,151,,455r,47l2,544r4,32l9,601r6,22l24,641r9,18l45,675r13,13l74,700r18,11l112,722r24,7l163,735r29,3l224,738r40,l298,735r15,-4l327,727r13,-3l350,720r20,-11l388,699r17,-15l417,670r13,-15l439,639r7,-16l452,607r3,-29l459,544r3,-40l462,459r,-308xm304,119l249,,125,,233,119r71,xe" stroked="f">
              <v:path arrowok="t"/>
              <o:lock v:ext="edit" verticies="t"/>
            </v:shape>
            <v:shape id="_x0000_s1510" style="position:absolute;left:6121;top:5369;width:280;height:358" coordsize="562,715" path="m562,420r-2,-42l556,339r-3,-18l547,305r-5,-17l536,272,526,251,513,231,499,211,482,193,464,177,446,162,426,152,406,141r-27,-9l349,125r-33,-6l282,119r-31,l220,123r-27,7l166,139r-25,11l119,162,98,179,78,198,60,218,44,242,31,265,20,292r-9,29l6,351,2,384,,418r2,34l6,485r5,29l20,542r11,27l44,593r14,23l76,636r20,20l118,672r23,13l166,695r26,9l220,712r29,3l280,715r33,l341,712r29,-8l396,695r25,-10l444,672r22,-16l486,638r18,-22l520,595r13,-26l544,544r7,-29l558,487r4,-33l562,420xm443,416r-2,24l439,463r-4,20l430,503r-5,18l416,537r-10,14l396,566r-11,11l372,587r-12,9l345,604r-14,5l314,613r-16,3l280,616r-16,l248,613r-17,-4l217,604r-15,-8l190,587r-13,-9l166,566,155,553r-9,-16l139,521r-7,-18l127,483r-2,-20l121,440r,-26l121,391r4,-22l127,348r5,-20l137,310r9,-16l154,279r11,-12l175,256r13,-11l202,236r13,-5l231,225r15,-3l264,218r16,l298,218r16,4l331,225r16,6l360,238r14,7l387,256r10,11l408,281r9,15l425,312r5,18l435,350r4,19l441,393r2,23xm421,96l421,,325,r,96l421,96xm251,96l251,,155,r,96l251,96xe" stroked="f">
              <v:path arrowok="t"/>
              <o:lock v:ext="edit" verticies="t"/>
            </v:shape>
            <v:shape id="_x0000_s1511" style="position:absolute;left:5562;top:5433;width:230;height:289" coordsize="461,578" path="m289,578r,-481l461,97,461,,,,,97r172,l172,578r117,xe" stroked="f">
              <v:path arrowok="t"/>
            </v:shape>
            <v:shape id="_x0000_s1512" style="position:absolute;left:4951;top:5433;width:271;height:289" coordsize="541,578" path="m330,578r,-243l541,,404,,269,229,135,,,,213,335r,243l330,578xe" stroked="f">
              <v:path arrowok="t"/>
            </v:shape>
            <v:shape id="_x0000_s1513" style="position:absolute;left:4430;top:5433;width:221;height:289" coordsize="442,578" path="m442,578l442,,255,,206,,168,2,137,6,116,9r-11,4l92,16,81,24,70,29,60,36r-9,9l42,54,33,65,25,76,18,88r-5,13l7,115,4,130,2,144,,160r,18l,204r4,23l11,249r7,18l29,285r11,14l54,314r15,10l83,333r15,9l114,348r14,3l152,355r29,4l213,360r36,l327,360r,218l442,578xm327,97r,164l262,261r-31,l204,259r-20,-1l170,252r-11,-5l148,241r-7,-7l134,225r-8,-11l123,204r-2,-13l119,180r2,-16l125,151r5,-12l139,128r9,-9l159,110r13,-5l186,101r13,l217,99r23,-2l269,97r58,xe" stroked="f">
              <v:path arrowok="t"/>
              <o:lock v:ext="edit" verticies="t"/>
            </v:shape>
            <v:shape id="_x0000_s1514" style="position:absolute;left:3837;top:5433;width:221;height:289" coordsize="441,578" path="m441,578l441,,11,r,97l324,97r,128l33,225r,98l324,323r,158l,481r,97l441,578xe" stroked="f">
              <v:path arrowok="t"/>
            </v:shape>
            <v:shape id="_x0000_s1515" style="position:absolute;left:3219;top:5433;width:261;height:289" coordsize="522,578" path="m522,578l522,,275,,232,2,196,4,165,9r-24,7l131,20r-10,5l111,31r-8,7l87,52,73,70,62,92r-7,22l49,137r-2,25l49,178r2,15l53,207r5,15l64,234r5,13l78,259r9,11l96,279r11,9l120,297r14,7l149,310r16,5l183,319r18,4l183,335r-16,11l152,359r-14,12l125,387r-16,22l91,434,71,465,,578r141,l226,452r20,-30l264,398r13,-20l288,368r7,-9l304,353r9,-5l322,344r11,-3l347,339r15,-2l382,337r23,l405,578r117,xm405,245r-87,l280,243r-30,l228,240r-14,-2l203,232r-9,-5l186,222r-5,-9l176,204r-4,-11l168,182r,-13l170,155r2,-13l177,132r8,-9l192,114r11,-6l215,103r13,-4l239,99r18,l282,97r31,l405,97r,148xe" stroked="f">
              <v:path arrowok="t"/>
              <o:lock v:ext="edit" verticies="t"/>
            </v:shape>
            <v:shape id="_x0000_s1516" style="position:absolute;left:2686;top:5429;width:253;height:298" coordsize="506,596" path="m114,375l,411r7,23l16,454r9,20l34,494r13,16l60,524r12,15l87,551r16,11l119,571r18,7l155,585r20,6l197,594r22,2l242,596r27,l296,593r26,-8l347,576r21,-10l392,553r20,-16l432,519r16,-22l464,476r13,-26l486,425r9,-27l500,368r4,-31l506,303r-2,-35l500,234r-5,-30l486,175r-9,-27l462,123,448,99,430,79,412,60,390,43,368,31,343,20,318,11,293,4,264,,235,,208,,182,4,159,7r-22,8l117,24,98,34,78,47,62,61,52,72,43,83,34,94r-7,12l20,121r-7,14l7,151,2,168r115,28l125,175r9,-20l139,148r7,-9l154,132r7,-8l170,119r7,-5l188,110r9,-5l217,101r23,-2l257,99r14,2l285,105r13,5l311,117r12,7l334,135r11,11l354,157r7,14l368,187r6,18l379,225r4,22l385,270r,24l385,321r-2,25l379,368r-5,21l368,407r-5,16l354,438r-9,12l334,461r-11,9l313,479r-13,7l287,490r-14,4l258,497r-16,l231,497r-11,-2l210,494r-11,-4l190,486r-11,-5l170,474r-7,-6l154,459r-8,-9l139,441r-5,-12l128,418r-5,-14l117,389r-3,-14xe" stroked="f">
              <v:path arrowok="t"/>
            </v:shape>
            <v:shape id="_x0000_s1517" style="position:absolute;left:2131;top:5429;width:253;height:298" coordsize="505,596" path="m113,375l,411r7,23l14,454r11,20l34,494r13,16l57,524r15,15l86,551r16,11l119,571r18,7l155,585r20,6l196,594r22,2l240,596r29,l296,593r25,-8l346,576r22,-10l390,553r21,-16l429,519r18,-22l462,476r12,-26l485,425r9,-27l500,368r3,-31l505,303r-2,-35l500,234r-6,-30l485,175,474,148,462,123,447,99,429,79,409,60,390,43,366,31,343,20,317,11,290,4,263,,233,,207,,182,4,158,7r-21,8l115,24,97,34,77,47,61,61,50,72,41,83,34,94r-7,12l19,121r-7,14l7,151,1,168r116,28l124,175r9,-20l139,148r7,-9l151,132r9,-8l168,119r9,-5l186,110r10,-5l216,101r24,-2l254,99r16,2l285,105r13,5l310,117r13,7l334,135r10,11l353,157r8,14l368,187r5,18l379,225r2,22l382,270r2,24l382,321r-1,25l379,368r-6,21l368,407r-7,16l353,438r-9,12l334,461r-11,9l312,479r-13,7l285,490r-13,4l258,497r-16,l231,497r-11,-2l209,494r-11,-4l189,486r-11,-5l169,474r-7,-6l153,459r-7,-9l139,441r-6,-12l126,418r-4,-14l117,389r-4,-14xe" stroked="f">
              <v:path arrowok="t"/>
            </v:shape>
            <v:shape id="_x0000_s1518" style="position:absolute;left:1569;top:5433;width:220;height:289" coordsize="441,578" path="m441,578l441,,11,r,97l324,97r,128l33,225r,98l324,323r,158l,481r,97l441,578xe" stroked="f">
              <v:path arrowok="t"/>
            </v:shape>
            <v:shape id="_x0000_s1519" style="position:absolute;left:1006;top:5436;width:204;height:286" coordsize="408,572" path="m408,572l408,,290,r,475l,475r,97l408,572xe" stroked="f">
              <v:path arrowok="t"/>
            </v:shape>
            <v:shape id="_x0000_s1520" style="position:absolute;left:6141;top:6008;width:222;height:289" coordsize="444,578" path="m444,578l444,,256,,207,2,168,4,139,6,117,9r-13,4l94,18,83,24,72,31,61,38r-9,9l43,56,34,67,27,78,20,90r-6,13l9,115,5,130,2,146r,16l,179r2,25l5,227r6,22l20,269r10,16l41,301r13,13l68,326r17,9l99,342r14,6l130,353r23,4l180,359r33,1l251,360r76,l327,578r117,xm327,99r,164l263,263r-32,-2l206,261r-20,-3l171,254r-11,-5l150,242r-9,-8l133,225r-5,-10l124,204r-1,-11l121,180r2,-14l126,152r6,-13l139,128r11,-9l160,112r13,-6l186,103r14,-2l218,99r24,l271,99r56,xe" stroked="f">
              <v:path arrowok="t"/>
              <o:lock v:ext="edit" verticies="t"/>
            </v:shape>
            <v:shape id="_x0000_s1521" style="position:absolute;left:5570;top:6008;width:220;height:289" coordsize="440,578" path="m440,578l440,,11,r,99l323,99r,128l32,227r,97l323,324r,157l,481r,97l440,578xe" stroked="f">
              <v:path arrowok="t"/>
            </v:shape>
            <v:shape id="_x0000_s1522" style="position:absolute;left:4928;top:6008;width:260;height:289" coordsize="520,578" path="m520,578l520,,274,,231,2,193,6,162,9r-23,7l128,22r-9,3l110,33r-9,5l85,54,72,72,59,92r-7,23l47,139r,23l47,179r2,16l52,209r4,13l61,236r7,13l76,260r9,10l94,281r12,9l119,297r13,8l148,312r16,5l180,321r18,3l180,335r-16,13l150,360r-13,13l123,387r-15,22l90,434,70,467,,578r139,l224,454r20,-31l262,398r12,-18l285,368r9,-8l301,353r9,-5l321,344r9,-3l345,339r16,l379,337r23,l402,578r118,xm402,245r-86,l278,245r-31,-2l226,242r-15,-4l202,234r-9,-5l186,222r-7,-7l173,206r-3,-11l168,184r-2,-13l168,157r3,-13l175,134r7,-11l191,115r9,-7l213,105r13,-4l236,99r18,l280,99r32,l402,99r,146xe" stroked="f">
              <v:path arrowok="t"/>
              <o:lock v:ext="edit" verticies="t"/>
            </v:shape>
            <v:shape id="_x0000_s1523" style="position:absolute;left:4419;top:6003;width:252;height:299" coordsize="506,598" path="m114,375l,411r8,23l17,456r9,20l36,494r11,16l60,526r13,15l87,551r16,11l120,573r18,7l157,586r18,5l197,595r22,1l242,598r27,-2l296,593r26,-6l347,578r24,-10l392,553r20,-16l432,519r16,-20l464,476r13,-24l488,425r7,-27l501,369r3,-32l506,305r-2,-36l501,236r-6,-30l488,177,477,150,464,124,448,101,432,79,412,61,390,45,369,31,345,20,320,11,293,6,264,2,235,,208,2,185,4,161,9r-23,7l118,25,98,36,80,49,62,63r-9,9l44,83,35,96r-8,12l20,123r-7,14l8,153,2,170r116,27l125,175r9,-18l139,148r8,-7l154,133r7,-7l170,119r9,-5l188,110r9,-4l219,101r22,-2l257,101r14,2l286,106r12,6l311,117r13,9l334,135r11,11l354,159r9,14l369,189r7,18l380,225r3,22l385,270r,26l385,323r-2,23l380,369r-4,20l371,407r-8,18l354,440r-9,12l336,463r-12,9l313,479r-13,8l287,492r-14,4l259,497r-17,l231,497r-10,-1l210,494r-11,-4l190,487r-9,-6l172,476r-9,-7l154,461r-7,-9l139,441r-5,-10l129,418r-6,-13l118,391r-4,-16xe" stroked="f">
              <v:path arrowok="t"/>
            </v:shape>
            <v:shape id="_x0000_s1524" style="position:absolute;left:3862;top:6008;width:199;height:289" coordsize="397,578" path="m397,578l397,,,,,99r280,l280,236r-242,l38,333r242,l280,578r117,xe" stroked="f">
              <v:path arrowok="t"/>
            </v:shape>
            <v:shape id="_x0000_s1525" style="position:absolute;left:3231;top:6008;width:280;height:289" coordsize="560,578" path="m560,578l560,,384,,280,395,175,,,,,578r108,l108,124,224,578r112,l451,124r,454l560,578xe" stroked="f">
              <v:path arrowok="t"/>
            </v:shape>
            <v:shape id="_x0000_s1526" style="position:absolute;left:2133;top:6010;width:204;height:287" coordsize="408,572" path="m408,572l408,,293,r,475l,475r,97l408,572xe" stroked="f">
              <v:path arrowok="t"/>
            </v:shape>
            <v:shape id="_x0000_s1527" style="position:absolute;left:1541;top:6008;width:270;height:289" coordsize="540,578" path="m333,578l540,,412,,266,429,125,,,,208,578r125,xe" stroked="f">
              <v:path arrowok="t"/>
            </v:shape>
            <v:shape id="_x0000_s1528" style="position:absolute;left:953;top:6008;width:290;height:289" coordsize="582,578" path="m,578r126,l177,447r231,l457,578r125,l356,,231,,,578xm215,350l294,135r80,215l215,350xe" stroked="f">
              <v:path arrowok="t"/>
              <o:lock v:ext="edit" verticies="t"/>
            </v:shape>
            <v:shape id="_x0000_s1529" style="position:absolute;left:2691;top:5933;width:232;height:369" coordsize="462,738" path="m462,149r-117,l345,463r,34l345,524r-2,21l341,560r-5,16l329,592r-11,13l305,618r-16,9l273,632r-22,5l227,637r-23,l184,634r-9,-4l166,627r-7,-4l153,618,141,607r-9,-11l126,581r-3,-12l121,551r-2,-22l117,502r,-32l117,149,,149,,454r2,48l2,542r3,34l9,601r7,20l23,641r9,16l45,673r13,15l74,700r18,11l114,720r21,7l162,733r29,3l224,738r40,-2l298,733r14,-2l327,727r12,-3l350,718r20,-9l388,697r16,-13l419,670r11,-16l439,637r7,-16l451,605r4,-27l459,544r3,-40l462,459r,-310xm303,117l249,,125,,233,117r70,xe" stroked="f">
              <v:path arrowok="t"/>
              <o:lock v:ext="edit" verticies="t"/>
            </v:shape>
            <v:shape id="_x0000_s1530" style="position:absolute;left:2593;top:7314;width:209;height:261" coordsize="417,520" path="m417,520l417,,313,r,203l105,203,105,,,,,520r105,l105,291r208,l313,520r104,xe" stroked="f">
              <v:path arrowok="t"/>
            </v:shape>
            <v:shape id="_x0000_s1531" style="position:absolute;left:2303;top:7246;width:262;height:329" coordsize="524,657" path="m,657r116,l161,538r210,l412,657r112,l322,137r-112,l,657xm195,450l268,257r70,193l195,450xm327,106l279,,167,r97,106l327,106xe" stroked="f">
              <v:path arrowok="t"/>
              <o:lock v:ext="edit" verticies="t"/>
            </v:shape>
            <v:shape id="_x0000_s1532" style="position:absolute;left:2068;top:7314;width:207;height:261" coordsize="413,520" path="m413,520l413,,311,,97,347,97,,,,,520r105,l316,180r,340l413,520xe" stroked="f">
              <v:path arrowok="t"/>
            </v:shape>
            <v:shape id="_x0000_s1533" style="position:absolute;left:1796;top:7314;width:244;height:261" coordsize="487,520" path="m296,520r,-220l487,,364,,242,205,121,,,,191,300r,220l296,520xe" stroked="f">
              <v:path arrowok="t"/>
            </v:shape>
            <v:shape id="_x0000_s1534" style="position:absolute;left:1528;top:7246;width:252;height:333" coordsize="506,666" path="m506,400r-2,-38l501,326r-4,-16l491,295r-3,-14l482,266,472,247,461,228,448,210,434,194,417,180,401,167,383,156r-18,-9l340,138r-27,-5l284,129r-31,-1l226,128r-27,3l174,137r-24,9l127,155r-20,12l87,182,69,198,53,218,38,237,27,259,17,284,9,310,4,337,,365r,33l,428r4,29l9,484r8,25l27,533r11,21l53,576r16,18l87,610r18,15l127,637r21,11l172,655r25,6l224,664r27,2l280,664r27,-3l333,655r23,-7l380,637r19,-12l419,610r18,-16l454,576r14,-20l479,535r9,-26l497,486r5,-27l504,430r2,-30xm398,396r-2,22l394,437r-2,18l387,473r-6,17l374,504r-9,14l356,529r-11,11l334,549r-12,9l309,563r-13,6l282,573r-14,1l253,576r-16,-2l222,573r-14,-4l195,563r-12,-5l170,551,159,540r-11,-9l139,518r-7,-14l125,490r-5,-17l114,455r-4,-18l109,416r,-22l109,373r1,-20l114,335r6,-18l125,301r5,-15l139,274r9,-13l157,250r13,-9l181,234r13,-6l208,223r13,-4l237,218r16,l268,218r16,1l298,223r13,5l324,234r12,9l347,252r11,9l367,274r7,12l381,301r6,16l392,335r2,20l396,374r2,22xm318,106l268,,156,r99,106l318,106xe" stroked="f">
              <v:path arrowok="t"/>
              <o:lock v:ext="edit" verticies="t"/>
            </v:shape>
            <v:shape id="_x0000_s1535" style="position:absolute;left:1251;top:7314;width:235;height:261" coordsize="469,520" path="m469,520l469,,247,,209,,175,3,148,7r-22,7l108,21,92,32,77,46,65,63,56,82r-7,20l45,122r-2,24l43,160r2,13l49,187r3,11l56,210r7,11l70,232r7,9l86,250r11,9l108,266r13,7l133,279r15,3l164,286r16,4l164,300r-14,11l135,322r-11,11l112,347,97,367,83,390,65,417,,520r126,l202,407r20,-29l236,356r13,-16l258,329r7,-7l274,317r7,-6l290,308r10,-2l312,304r15,-2l343,302r22,l365,520r104,xm365,219r-78,l253,219r-28,-1l204,216r-13,-4l182,209r-7,-4l168,198r-6,-7l157,183r-4,-10l151,164r,-13l151,140r4,-12l159,119r7,-9l173,102r9,-5l193,91r13,-1l215,88r16,l253,88r28,l365,88r,131xe" stroked="f">
              <v:path arrowok="t"/>
              <o:lock v:ext="edit" verticies="t"/>
            </v:shape>
            <v:shape id="_x0000_s1536" style="position:absolute;left:988;top:7314;width:262;height:261" coordsize="524,520" path="m,520r116,l161,401r210,l412,520r112,l322,,210,,,520xm196,313l268,120r70,193l196,313xe" stroked="f">
              <v:path arrowok="t"/>
              <o:lock v:ext="edit" verticies="t"/>
            </v:shape>
            <v:shape id="_x0000_s1537" style="position:absolute;left:781;top:7312;width:187;height:263" coordsize="374,526" path="m144,391r91,l235,375r,-7l235,346r-4,-18l227,310r-7,-14l211,281,199,265,182,249,162,231,128,202,110,184r-5,-9l101,166r-4,-9l97,146r2,-14l103,119r7,-11l121,96r13,-9l148,81r16,-3l182,76r20,2l218,81r15,7l247,97r11,13l269,125r7,18l282,164r92,-12l372,137r-4,-16l365,106,358,94,350,79,341,67,332,56,320,43,307,34,293,25,278,16,262,11,244,6,226,2,208,,188,,166,,146,2,128,6r-18,5l94,18,78,25,63,34,51,45,38,56,29,69,20,81,13,94,7,106,4,121,,135r,15l,166r4,16l11,197r7,14l31,227r16,20l70,269r27,23l112,305r13,10l132,326r5,7l141,344r2,13l144,373r,18xm235,526r,-101l135,425r,101l235,526xe" stroked="f">
              <v:path arrowok="t"/>
              <o:lock v:ext="edit" verticies="t"/>
            </v:shape>
            <v:shape id="_x0000_s1538" style="position:absolute;left:2593;top:7314;width:209;height:261" coordsize="417,520" path="m417,520l417,,313,r,203l105,203,105,,,,,520r105,l105,291r208,l313,520r104,xe" filled="f" strokecolor="#1f1a17" strokeweight="1e-4mm">
              <v:path arrowok="t"/>
            </v:shape>
            <v:shape id="_x0000_s1539" style="position:absolute;left:2303;top:7314;width:262;height:261" coordsize="524,520" path="m,520r116,l161,401r210,l412,520r112,l322,,210,,,520xe" filled="f" strokecolor="#1f1a17" strokeweight="1e-4mm">
              <v:path arrowok="t"/>
            </v:shape>
            <v:shape id="_x0000_s1540" style="position:absolute;left:2401;top:7375;width:71;height:96" coordsize="143,193" path="m,193l73,r70,193l,193xe" filled="f" strokecolor="#1f1a17" strokeweight="1e-4mm">
              <v:path arrowok="t"/>
            </v:shape>
            <v:shape id="_x0000_s1541" style="position:absolute;left:2386;top:7246;width:81;height:53" coordsize="160,106" path="m160,106l112,,,,97,106r63,xe" filled="f" strokecolor="#1f1a17" strokeweight="1e-4mm">
              <v:path arrowok="t"/>
            </v:shape>
            <v:shape id="_x0000_s1542" style="position:absolute;left:2068;top:7314;width:207;height:261" coordsize="413,520" path="m413,520l413,,311,,97,347,97,,,,,520r105,l316,180r,340l413,520xe" filled="f" strokecolor="#1f1a17" strokeweight="1e-4mm">
              <v:path arrowok="t"/>
            </v:shape>
            <v:shape id="_x0000_s1543" style="position:absolute;left:1796;top:7314;width:244;height:261" coordsize="487,520" path="m296,520r,-220l487,,364,,242,205,121,,,,191,300r,220l296,520xe" filled="f" strokecolor="#1f1a17" strokeweight="1e-4mm">
              <v:path arrowok="t"/>
            </v:shape>
            <v:shape id="_x0000_s1544" style="position:absolute;left:1528;top:7310;width:252;height:269" coordsize="506,538" path="m506,272r-2,-38l501,198r-4,-16l491,167r-3,-14l482,138,472,119,461,100,448,82,434,66,417,52,401,39,383,28,365,19,340,10,313,5,284,1,253,,226,,199,3,174,9r-24,9l127,27,107,39,87,54,69,70,53,90,38,109,27,131,17,156,9,182,4,209,,237r,33l,300r4,29l9,356r8,25l27,405r11,21l53,448r16,18l87,482r18,15l127,509r21,11l172,527r25,6l224,536r27,2l280,536r27,-3l333,527r23,-7l380,509r19,-12l419,482r18,-16l454,448r14,-20l479,407r9,-26l497,358r5,-27l504,302r2,-30e" filled="f" strokecolor="#1f1a17" strokeweight="1e-4mm">
              <v:path arrowok="t"/>
            </v:shape>
            <v:shape id="_x0000_s1545" style="position:absolute;left:1582;top:7355;width:144;height:179" coordsize="289,358" path="m289,178r-2,22l285,219r-2,18l278,255r-6,17l265,286r-9,14l247,311r-11,11l225,331r-12,9l200,345r-13,6l173,355r-14,1l144,358r-16,-2l113,355,99,351,86,345,74,340,61,333,50,322,39,313,30,300,23,286,16,272,11,255,5,237,1,219,,198,,176,,155,1,135,5,117,11,99,16,83,21,68,30,56,39,43,48,32,61,23,72,16,85,10,99,5,112,1,128,r16,l159,r16,1l189,5r13,5l215,16r12,9l238,34r11,9l258,56r7,12l272,83r6,16l283,117r2,20l287,156r2,22e" filled="f" strokecolor="#1f1a17" strokeweight="1e-4mm">
              <v:path arrowok="t"/>
            </v:shape>
            <v:shape id="_x0000_s1546" style="position:absolute;left:1605;top:7246;width:82;height:53" coordsize="162,106" path="m162,106l112,,,,99,106r63,xe" filled="f" strokecolor="#1f1a17" strokeweight="1e-4mm">
              <v:path arrowok="t"/>
            </v:shape>
            <v:shape id="_x0000_s1547" style="position:absolute;left:1251;top:7314;width:235;height:261" coordsize="469,520" path="m469,520l469,,247,,209,,175,3,148,7r-22,7l108,21,92,32,77,46,65,63,56,82r-7,20l45,122r-2,24l43,160r2,13l49,187r3,11l56,210r7,11l70,232r7,9l86,250r11,9l108,266r13,7l133,279r15,3l164,286r16,4l164,300r-14,11l135,322r-11,11l112,347,97,367,83,390,65,417,,520r126,l202,407r20,-29l236,356r13,-16l258,329r7,-7l274,317r7,-6l290,308r10,-2l312,304r15,-2l343,302r22,l365,520r104,e" filled="f" strokecolor="#1f1a17" strokeweight="1e-4mm">
              <v:path arrowok="t"/>
            </v:shape>
            <v:shape id="_x0000_s1548" style="position:absolute;left:1327;top:7358;width:107;height:66" coordsize="214,131" path="m214,131r-78,l102,131,74,130,53,128,40,124r-9,-3l24,117r-7,-7l11,103,6,95,2,85,,76,,63,,52,4,40,8,31r7,-9l22,14,31,9,42,3,55,2,64,,80,r22,l130,r84,l214,131e" filled="f" strokecolor="#1f1a17" strokeweight="1e-4mm">
              <v:path arrowok="t"/>
            </v:shape>
            <v:shape id="_x0000_s1549" style="position:absolute;left:988;top:7314;width:262;height:261" coordsize="524,520" path="m,520r116,l161,401r210,l412,520r112,l322,,210,,,520xe" filled="f" strokecolor="#1f1a17" strokeweight="1e-4mm">
              <v:path arrowok="t"/>
            </v:shape>
            <v:shape id="_x0000_s1550" style="position:absolute;left:1085;top:7375;width:72;height:96" coordsize="142,193" path="m,193l72,r70,193l,193xe" filled="f" strokecolor="#1f1a17" strokeweight="1e-4mm">
              <v:path arrowok="t"/>
            </v:shape>
            <v:shape id="_x0000_s1551" style="position:absolute;left:781;top:7312;width:187;height:195" coordsize="374,391" path="m144,391r91,l235,375r,-7l235,346r-4,-18l227,310r-7,-14l211,281,199,265,182,249,162,231,128,202,110,184r-5,-9l101,166r-4,-9l97,146r2,-14l103,119r7,-11l121,96r13,-9l148,81r16,-3l182,76r20,2l218,81r15,7l247,97r11,13l269,125r7,18l282,164r92,-12l372,137r-4,-16l365,106,358,94,350,79,341,67,332,56,320,43,307,34,293,25,278,16,262,11,244,6,226,2,208,,188,,166,,146,2,128,6r-18,5l94,18,78,25,63,34,51,45,38,56,29,69,20,81,13,94,7,106,4,121,,135r,15l,166r4,16l11,197r7,14l31,227r16,20l70,269r27,23l112,305r13,10l132,326r5,7l141,344r2,13l144,373r,18e" filled="f" strokecolor="#1f1a17" strokeweight="1e-4mm">
              <v:path arrowok="t"/>
            </v:shape>
            <v:rect id="_x0000_s1552" style="position:absolute;left:849;top:7524;width:49;height:51" filled="f" strokecolor="#1f1a17" strokeweight="1e-4mm"/>
            <v:rect id="_x0000_s1553" style="position:absolute;left:3729;top:5906;width:452;height:435" fillcolor="black"/>
            <v:rect id="_x0000_s1554" style="position:absolute;left:4877;top:5349;width:452;height:435" fillcolor="black"/>
            <v:rect id="_x0000_s1555" style="position:absolute;left:2566;top:4210;width:452;height:435" fillcolor="black"/>
            <v:rect id="_x0000_s1556" style="position:absolute;left:6015;top:3055;width:452;height:435" fillcolor="black"/>
            <v:rect id="_x0000_s1557" style="position:absolute;left:3705;top:3055;width:452;height:435" fillcolor="black"/>
            <v:rect id="_x0000_s1558" style="position:absolute;left:2567;top:761;width:452;height:435" fillcolor="black"/>
            <v:rect id="_x0000_s1559" style="position:absolute;left:2566;top:1381;width:452;height:435" fillcolor="black"/>
            <v:rect id="_x0000_s1560" style="position:absolute;left:2550;top:1917;width:452;height:435" fillcolor="black"/>
            <v:rect id="_x0000_s1561" style="position:absolute;left:3119;top:2486;width:452;height:435" fillcolor="black"/>
            <v:rect id="_x0000_s1562" style="position:absolute;left:3739;top:4763;width:452;height:435" fillcolor="black"/>
            <v:rect id="_x0000_s1563" style="position:absolute;left:875;top:4780;width:452;height:435" fillcolor="black"/>
            <w10:anchorlock/>
          </v:group>
        </w:pict>
      </w:r>
    </w:p>
    <w:sectPr w:rsidR="00704CCD" w:rsidSect="0075438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4388"/>
    <w:rsid w:val="000058AD"/>
    <w:rsid w:val="00007768"/>
    <w:rsid w:val="0000776C"/>
    <w:rsid w:val="00013514"/>
    <w:rsid w:val="000149C3"/>
    <w:rsid w:val="00014F69"/>
    <w:rsid w:val="000161E0"/>
    <w:rsid w:val="00017495"/>
    <w:rsid w:val="0002208A"/>
    <w:rsid w:val="00023DF4"/>
    <w:rsid w:val="00030209"/>
    <w:rsid w:val="00041FBC"/>
    <w:rsid w:val="000430E2"/>
    <w:rsid w:val="000510AC"/>
    <w:rsid w:val="00052717"/>
    <w:rsid w:val="00056290"/>
    <w:rsid w:val="00056C9F"/>
    <w:rsid w:val="0006177B"/>
    <w:rsid w:val="00061DA5"/>
    <w:rsid w:val="00062CAC"/>
    <w:rsid w:val="000634B6"/>
    <w:rsid w:val="00063F47"/>
    <w:rsid w:val="00065162"/>
    <w:rsid w:val="00066B8D"/>
    <w:rsid w:val="000720B4"/>
    <w:rsid w:val="0008278D"/>
    <w:rsid w:val="00083FAF"/>
    <w:rsid w:val="000862F6"/>
    <w:rsid w:val="00090CC9"/>
    <w:rsid w:val="0009167B"/>
    <w:rsid w:val="00092276"/>
    <w:rsid w:val="000977EC"/>
    <w:rsid w:val="000A4A89"/>
    <w:rsid w:val="000A70D2"/>
    <w:rsid w:val="000A7586"/>
    <w:rsid w:val="000B14EE"/>
    <w:rsid w:val="000B2F48"/>
    <w:rsid w:val="000B35FB"/>
    <w:rsid w:val="000B79B4"/>
    <w:rsid w:val="000C04CD"/>
    <w:rsid w:val="000C4737"/>
    <w:rsid w:val="000C5E6D"/>
    <w:rsid w:val="000C615C"/>
    <w:rsid w:val="000C73FE"/>
    <w:rsid w:val="000D1111"/>
    <w:rsid w:val="000D7C06"/>
    <w:rsid w:val="000E5744"/>
    <w:rsid w:val="000E638D"/>
    <w:rsid w:val="00102A50"/>
    <w:rsid w:val="00102D96"/>
    <w:rsid w:val="00113019"/>
    <w:rsid w:val="00113635"/>
    <w:rsid w:val="00113B4A"/>
    <w:rsid w:val="00115010"/>
    <w:rsid w:val="0012020D"/>
    <w:rsid w:val="00120436"/>
    <w:rsid w:val="0012135B"/>
    <w:rsid w:val="001370E9"/>
    <w:rsid w:val="001421BB"/>
    <w:rsid w:val="00142552"/>
    <w:rsid w:val="00142E8B"/>
    <w:rsid w:val="00152D4C"/>
    <w:rsid w:val="0015301B"/>
    <w:rsid w:val="0015556C"/>
    <w:rsid w:val="0016175A"/>
    <w:rsid w:val="00164F74"/>
    <w:rsid w:val="00166305"/>
    <w:rsid w:val="00166317"/>
    <w:rsid w:val="001671B4"/>
    <w:rsid w:val="0017058A"/>
    <w:rsid w:val="00171C98"/>
    <w:rsid w:val="00172026"/>
    <w:rsid w:val="0017319B"/>
    <w:rsid w:val="00173265"/>
    <w:rsid w:val="001741E1"/>
    <w:rsid w:val="001811DC"/>
    <w:rsid w:val="001A2C4A"/>
    <w:rsid w:val="001A2D07"/>
    <w:rsid w:val="001A3FCB"/>
    <w:rsid w:val="001A6857"/>
    <w:rsid w:val="001A6B8A"/>
    <w:rsid w:val="001A6CAD"/>
    <w:rsid w:val="001A753C"/>
    <w:rsid w:val="001B2421"/>
    <w:rsid w:val="001B3453"/>
    <w:rsid w:val="001B4B5A"/>
    <w:rsid w:val="001B5A32"/>
    <w:rsid w:val="001B66D7"/>
    <w:rsid w:val="001B727B"/>
    <w:rsid w:val="001C261A"/>
    <w:rsid w:val="001C31B4"/>
    <w:rsid w:val="001C431F"/>
    <w:rsid w:val="001D2EB9"/>
    <w:rsid w:val="001E18A4"/>
    <w:rsid w:val="001E2352"/>
    <w:rsid w:val="001E3ED5"/>
    <w:rsid w:val="001E4818"/>
    <w:rsid w:val="001E4FE0"/>
    <w:rsid w:val="001E5BA3"/>
    <w:rsid w:val="001E5EED"/>
    <w:rsid w:val="001E75DE"/>
    <w:rsid w:val="00203203"/>
    <w:rsid w:val="00214EE2"/>
    <w:rsid w:val="00224FB5"/>
    <w:rsid w:val="00230DAA"/>
    <w:rsid w:val="002313BC"/>
    <w:rsid w:val="00237B35"/>
    <w:rsid w:val="00240B17"/>
    <w:rsid w:val="00243440"/>
    <w:rsid w:val="00243A14"/>
    <w:rsid w:val="00244C7D"/>
    <w:rsid w:val="0024678B"/>
    <w:rsid w:val="00250419"/>
    <w:rsid w:val="00252463"/>
    <w:rsid w:val="00254F85"/>
    <w:rsid w:val="00261EEE"/>
    <w:rsid w:val="002655E1"/>
    <w:rsid w:val="0026780C"/>
    <w:rsid w:val="0027070C"/>
    <w:rsid w:val="00275074"/>
    <w:rsid w:val="002773E4"/>
    <w:rsid w:val="0028054A"/>
    <w:rsid w:val="00286A05"/>
    <w:rsid w:val="00290507"/>
    <w:rsid w:val="00293614"/>
    <w:rsid w:val="00293F20"/>
    <w:rsid w:val="00295989"/>
    <w:rsid w:val="00295D05"/>
    <w:rsid w:val="002A00B7"/>
    <w:rsid w:val="002A12D6"/>
    <w:rsid w:val="002A43CE"/>
    <w:rsid w:val="002A4E62"/>
    <w:rsid w:val="002A5D0F"/>
    <w:rsid w:val="002A767E"/>
    <w:rsid w:val="002B08DD"/>
    <w:rsid w:val="002B09BA"/>
    <w:rsid w:val="002B4105"/>
    <w:rsid w:val="002B66ED"/>
    <w:rsid w:val="002B78AF"/>
    <w:rsid w:val="002C0253"/>
    <w:rsid w:val="002C57C1"/>
    <w:rsid w:val="002E4F8A"/>
    <w:rsid w:val="002E70B8"/>
    <w:rsid w:val="002F2120"/>
    <w:rsid w:val="002F2195"/>
    <w:rsid w:val="002F26B4"/>
    <w:rsid w:val="00300E94"/>
    <w:rsid w:val="00303BEA"/>
    <w:rsid w:val="0031202E"/>
    <w:rsid w:val="00313290"/>
    <w:rsid w:val="00313C9D"/>
    <w:rsid w:val="00327553"/>
    <w:rsid w:val="003378CE"/>
    <w:rsid w:val="0034273A"/>
    <w:rsid w:val="0034646F"/>
    <w:rsid w:val="00346D4B"/>
    <w:rsid w:val="003503CA"/>
    <w:rsid w:val="00355988"/>
    <w:rsid w:val="00355B25"/>
    <w:rsid w:val="00357020"/>
    <w:rsid w:val="00360251"/>
    <w:rsid w:val="00367539"/>
    <w:rsid w:val="00370E7D"/>
    <w:rsid w:val="003726FD"/>
    <w:rsid w:val="00372D63"/>
    <w:rsid w:val="0037308E"/>
    <w:rsid w:val="00374438"/>
    <w:rsid w:val="0037477D"/>
    <w:rsid w:val="0037556D"/>
    <w:rsid w:val="003812B1"/>
    <w:rsid w:val="00384917"/>
    <w:rsid w:val="00386670"/>
    <w:rsid w:val="00390A07"/>
    <w:rsid w:val="0039135B"/>
    <w:rsid w:val="003927DA"/>
    <w:rsid w:val="003930F2"/>
    <w:rsid w:val="0039572A"/>
    <w:rsid w:val="003A514A"/>
    <w:rsid w:val="003A5F1C"/>
    <w:rsid w:val="003B09D4"/>
    <w:rsid w:val="003B279A"/>
    <w:rsid w:val="003B4D4F"/>
    <w:rsid w:val="003D08D5"/>
    <w:rsid w:val="003D2776"/>
    <w:rsid w:val="003D4185"/>
    <w:rsid w:val="003D5970"/>
    <w:rsid w:val="003D73B5"/>
    <w:rsid w:val="003E31BB"/>
    <w:rsid w:val="003E51B7"/>
    <w:rsid w:val="003E7336"/>
    <w:rsid w:val="003F2F35"/>
    <w:rsid w:val="003F30A9"/>
    <w:rsid w:val="003F4A87"/>
    <w:rsid w:val="003F52EF"/>
    <w:rsid w:val="003F56C0"/>
    <w:rsid w:val="00403C97"/>
    <w:rsid w:val="00405248"/>
    <w:rsid w:val="004077B9"/>
    <w:rsid w:val="0041192E"/>
    <w:rsid w:val="00414933"/>
    <w:rsid w:val="00415C90"/>
    <w:rsid w:val="00420487"/>
    <w:rsid w:val="0042599C"/>
    <w:rsid w:val="00426038"/>
    <w:rsid w:val="004261E2"/>
    <w:rsid w:val="00427980"/>
    <w:rsid w:val="00431EBC"/>
    <w:rsid w:val="004369B5"/>
    <w:rsid w:val="00444BEE"/>
    <w:rsid w:val="00447620"/>
    <w:rsid w:val="00450323"/>
    <w:rsid w:val="00451A8C"/>
    <w:rsid w:val="0045711E"/>
    <w:rsid w:val="00457D2E"/>
    <w:rsid w:val="00462B7B"/>
    <w:rsid w:val="00470E34"/>
    <w:rsid w:val="004772A1"/>
    <w:rsid w:val="00480DC9"/>
    <w:rsid w:val="00484680"/>
    <w:rsid w:val="00485FCA"/>
    <w:rsid w:val="0048727A"/>
    <w:rsid w:val="00490110"/>
    <w:rsid w:val="004A2AD7"/>
    <w:rsid w:val="004A4716"/>
    <w:rsid w:val="004A76D9"/>
    <w:rsid w:val="004B2E66"/>
    <w:rsid w:val="004B398F"/>
    <w:rsid w:val="004C0096"/>
    <w:rsid w:val="004C05E8"/>
    <w:rsid w:val="004C7783"/>
    <w:rsid w:val="004D0413"/>
    <w:rsid w:val="004D21B1"/>
    <w:rsid w:val="004D6A7C"/>
    <w:rsid w:val="004D6E84"/>
    <w:rsid w:val="004D7764"/>
    <w:rsid w:val="004E52E9"/>
    <w:rsid w:val="004E623F"/>
    <w:rsid w:val="004E6E9F"/>
    <w:rsid w:val="004E7061"/>
    <w:rsid w:val="00507095"/>
    <w:rsid w:val="00514FAE"/>
    <w:rsid w:val="005165B2"/>
    <w:rsid w:val="005169A9"/>
    <w:rsid w:val="0051757B"/>
    <w:rsid w:val="00526536"/>
    <w:rsid w:val="00526B58"/>
    <w:rsid w:val="0052726A"/>
    <w:rsid w:val="00533BE9"/>
    <w:rsid w:val="00534766"/>
    <w:rsid w:val="0053488A"/>
    <w:rsid w:val="00542F21"/>
    <w:rsid w:val="005443A4"/>
    <w:rsid w:val="00544E08"/>
    <w:rsid w:val="00562804"/>
    <w:rsid w:val="00565228"/>
    <w:rsid w:val="005663A2"/>
    <w:rsid w:val="00567086"/>
    <w:rsid w:val="00567DEF"/>
    <w:rsid w:val="00570350"/>
    <w:rsid w:val="00570778"/>
    <w:rsid w:val="00570B7C"/>
    <w:rsid w:val="0057203B"/>
    <w:rsid w:val="00573610"/>
    <w:rsid w:val="00573ED0"/>
    <w:rsid w:val="00574B9C"/>
    <w:rsid w:val="005751B1"/>
    <w:rsid w:val="005753EE"/>
    <w:rsid w:val="00580486"/>
    <w:rsid w:val="00580BAA"/>
    <w:rsid w:val="0058492F"/>
    <w:rsid w:val="005A0A55"/>
    <w:rsid w:val="005A1A33"/>
    <w:rsid w:val="005A3292"/>
    <w:rsid w:val="005A4689"/>
    <w:rsid w:val="005A49C3"/>
    <w:rsid w:val="005A5EF0"/>
    <w:rsid w:val="005A787C"/>
    <w:rsid w:val="005A7FC4"/>
    <w:rsid w:val="005B03DC"/>
    <w:rsid w:val="005B0D01"/>
    <w:rsid w:val="005B7A34"/>
    <w:rsid w:val="005C1DB7"/>
    <w:rsid w:val="005C1E28"/>
    <w:rsid w:val="005C35F4"/>
    <w:rsid w:val="005C382A"/>
    <w:rsid w:val="005C5375"/>
    <w:rsid w:val="005C5B9F"/>
    <w:rsid w:val="005D1245"/>
    <w:rsid w:val="005D797E"/>
    <w:rsid w:val="005E1DA0"/>
    <w:rsid w:val="005E1E3A"/>
    <w:rsid w:val="005E3C09"/>
    <w:rsid w:val="005E4A72"/>
    <w:rsid w:val="005E61D7"/>
    <w:rsid w:val="005F1B55"/>
    <w:rsid w:val="005F2D7B"/>
    <w:rsid w:val="005F361F"/>
    <w:rsid w:val="005F5957"/>
    <w:rsid w:val="005F5B11"/>
    <w:rsid w:val="005F727B"/>
    <w:rsid w:val="00600511"/>
    <w:rsid w:val="0060239E"/>
    <w:rsid w:val="00602C99"/>
    <w:rsid w:val="006036CE"/>
    <w:rsid w:val="006128C5"/>
    <w:rsid w:val="006138CB"/>
    <w:rsid w:val="00621DE5"/>
    <w:rsid w:val="00622DDD"/>
    <w:rsid w:val="00623A8C"/>
    <w:rsid w:val="00625B5C"/>
    <w:rsid w:val="00625E65"/>
    <w:rsid w:val="00627185"/>
    <w:rsid w:val="00630957"/>
    <w:rsid w:val="00632DFA"/>
    <w:rsid w:val="00633DC9"/>
    <w:rsid w:val="00635C25"/>
    <w:rsid w:val="006360D1"/>
    <w:rsid w:val="00643FC3"/>
    <w:rsid w:val="0064628D"/>
    <w:rsid w:val="0064758F"/>
    <w:rsid w:val="006479EE"/>
    <w:rsid w:val="00650129"/>
    <w:rsid w:val="00654231"/>
    <w:rsid w:val="00654E46"/>
    <w:rsid w:val="00666431"/>
    <w:rsid w:val="00666760"/>
    <w:rsid w:val="00667DCC"/>
    <w:rsid w:val="00670FED"/>
    <w:rsid w:val="006728A8"/>
    <w:rsid w:val="00674978"/>
    <w:rsid w:val="00674C46"/>
    <w:rsid w:val="006847A3"/>
    <w:rsid w:val="00685E53"/>
    <w:rsid w:val="00690108"/>
    <w:rsid w:val="00690530"/>
    <w:rsid w:val="006908EA"/>
    <w:rsid w:val="00692615"/>
    <w:rsid w:val="00697653"/>
    <w:rsid w:val="006A18C5"/>
    <w:rsid w:val="006A25EF"/>
    <w:rsid w:val="006A38B2"/>
    <w:rsid w:val="006A482D"/>
    <w:rsid w:val="006B0047"/>
    <w:rsid w:val="006B2862"/>
    <w:rsid w:val="006B3799"/>
    <w:rsid w:val="006B5186"/>
    <w:rsid w:val="006B7350"/>
    <w:rsid w:val="006B7F1F"/>
    <w:rsid w:val="006D4894"/>
    <w:rsid w:val="006D48E4"/>
    <w:rsid w:val="006D5746"/>
    <w:rsid w:val="006D575F"/>
    <w:rsid w:val="006D7CD0"/>
    <w:rsid w:val="006E4A57"/>
    <w:rsid w:val="006E6B81"/>
    <w:rsid w:val="006F0525"/>
    <w:rsid w:val="006F1835"/>
    <w:rsid w:val="006F1BAE"/>
    <w:rsid w:val="006F37FD"/>
    <w:rsid w:val="006F3AA2"/>
    <w:rsid w:val="006F599C"/>
    <w:rsid w:val="006F6316"/>
    <w:rsid w:val="00702BED"/>
    <w:rsid w:val="00704204"/>
    <w:rsid w:val="00704CCD"/>
    <w:rsid w:val="00710B13"/>
    <w:rsid w:val="00712890"/>
    <w:rsid w:val="00717EE2"/>
    <w:rsid w:val="00722183"/>
    <w:rsid w:val="00724A3B"/>
    <w:rsid w:val="00731BF4"/>
    <w:rsid w:val="0074074C"/>
    <w:rsid w:val="00742320"/>
    <w:rsid w:val="0074658A"/>
    <w:rsid w:val="007538FB"/>
    <w:rsid w:val="00753E3C"/>
    <w:rsid w:val="00754388"/>
    <w:rsid w:val="00756AEC"/>
    <w:rsid w:val="007579E1"/>
    <w:rsid w:val="007606D2"/>
    <w:rsid w:val="00772B50"/>
    <w:rsid w:val="00774988"/>
    <w:rsid w:val="0078011E"/>
    <w:rsid w:val="00780F50"/>
    <w:rsid w:val="00782525"/>
    <w:rsid w:val="00787285"/>
    <w:rsid w:val="007927F0"/>
    <w:rsid w:val="00792D1A"/>
    <w:rsid w:val="0079434B"/>
    <w:rsid w:val="00794526"/>
    <w:rsid w:val="0079615D"/>
    <w:rsid w:val="00796D06"/>
    <w:rsid w:val="00797AE1"/>
    <w:rsid w:val="007A65A4"/>
    <w:rsid w:val="007A6BCD"/>
    <w:rsid w:val="007C4632"/>
    <w:rsid w:val="007C4CD2"/>
    <w:rsid w:val="007C5648"/>
    <w:rsid w:val="007D1900"/>
    <w:rsid w:val="007D2DB4"/>
    <w:rsid w:val="007D348E"/>
    <w:rsid w:val="007E14C1"/>
    <w:rsid w:val="007E495B"/>
    <w:rsid w:val="007F4458"/>
    <w:rsid w:val="007F7379"/>
    <w:rsid w:val="007F780E"/>
    <w:rsid w:val="0080014C"/>
    <w:rsid w:val="008037A2"/>
    <w:rsid w:val="00810F59"/>
    <w:rsid w:val="00810FEE"/>
    <w:rsid w:val="0081686C"/>
    <w:rsid w:val="008170D4"/>
    <w:rsid w:val="0082132E"/>
    <w:rsid w:val="0082404B"/>
    <w:rsid w:val="00836CBA"/>
    <w:rsid w:val="008404F4"/>
    <w:rsid w:val="0084180D"/>
    <w:rsid w:val="00844E81"/>
    <w:rsid w:val="00845133"/>
    <w:rsid w:val="008475D9"/>
    <w:rsid w:val="008567F0"/>
    <w:rsid w:val="008573A0"/>
    <w:rsid w:val="008606EF"/>
    <w:rsid w:val="00860B27"/>
    <w:rsid w:val="0086155E"/>
    <w:rsid w:val="00861840"/>
    <w:rsid w:val="008621F8"/>
    <w:rsid w:val="008633AC"/>
    <w:rsid w:val="00863C1F"/>
    <w:rsid w:val="00871664"/>
    <w:rsid w:val="00881F9F"/>
    <w:rsid w:val="00882300"/>
    <w:rsid w:val="00887D7B"/>
    <w:rsid w:val="00895368"/>
    <w:rsid w:val="00895ECF"/>
    <w:rsid w:val="00896851"/>
    <w:rsid w:val="008A1D64"/>
    <w:rsid w:val="008B030D"/>
    <w:rsid w:val="008B3569"/>
    <w:rsid w:val="008B4EF7"/>
    <w:rsid w:val="008B7496"/>
    <w:rsid w:val="008C0EB8"/>
    <w:rsid w:val="008C3AC6"/>
    <w:rsid w:val="008C42BA"/>
    <w:rsid w:val="008D1656"/>
    <w:rsid w:val="008D48BA"/>
    <w:rsid w:val="008D4D6F"/>
    <w:rsid w:val="008D4E6D"/>
    <w:rsid w:val="008D7FCF"/>
    <w:rsid w:val="008E2BAC"/>
    <w:rsid w:val="008F0BF4"/>
    <w:rsid w:val="00903680"/>
    <w:rsid w:val="00904977"/>
    <w:rsid w:val="009060DD"/>
    <w:rsid w:val="00906F2B"/>
    <w:rsid w:val="009174A5"/>
    <w:rsid w:val="00921853"/>
    <w:rsid w:val="0092276F"/>
    <w:rsid w:val="0092318F"/>
    <w:rsid w:val="00927329"/>
    <w:rsid w:val="00935349"/>
    <w:rsid w:val="00941D27"/>
    <w:rsid w:val="00942E46"/>
    <w:rsid w:val="00954E78"/>
    <w:rsid w:val="00955DC0"/>
    <w:rsid w:val="0096598A"/>
    <w:rsid w:val="0097047F"/>
    <w:rsid w:val="00973A69"/>
    <w:rsid w:val="009750AD"/>
    <w:rsid w:val="00976A79"/>
    <w:rsid w:val="00983273"/>
    <w:rsid w:val="00983F4F"/>
    <w:rsid w:val="00993EBB"/>
    <w:rsid w:val="0099434B"/>
    <w:rsid w:val="0099553F"/>
    <w:rsid w:val="00995654"/>
    <w:rsid w:val="009B005F"/>
    <w:rsid w:val="009B0B63"/>
    <w:rsid w:val="009B3055"/>
    <w:rsid w:val="009B4D7B"/>
    <w:rsid w:val="009B5D81"/>
    <w:rsid w:val="009B79A1"/>
    <w:rsid w:val="009C5CE1"/>
    <w:rsid w:val="009C63A3"/>
    <w:rsid w:val="009E0B7B"/>
    <w:rsid w:val="009E3215"/>
    <w:rsid w:val="009E3B17"/>
    <w:rsid w:val="009E59B4"/>
    <w:rsid w:val="009F0AEF"/>
    <w:rsid w:val="009F0C1C"/>
    <w:rsid w:val="00A02486"/>
    <w:rsid w:val="00A049BA"/>
    <w:rsid w:val="00A0755C"/>
    <w:rsid w:val="00A14C45"/>
    <w:rsid w:val="00A1686D"/>
    <w:rsid w:val="00A168D4"/>
    <w:rsid w:val="00A21D3A"/>
    <w:rsid w:val="00A22B1B"/>
    <w:rsid w:val="00A2317F"/>
    <w:rsid w:val="00A24258"/>
    <w:rsid w:val="00A249C5"/>
    <w:rsid w:val="00A32C3E"/>
    <w:rsid w:val="00A36827"/>
    <w:rsid w:val="00A3776A"/>
    <w:rsid w:val="00A42B3C"/>
    <w:rsid w:val="00A445E2"/>
    <w:rsid w:val="00A46C6A"/>
    <w:rsid w:val="00A5526D"/>
    <w:rsid w:val="00A5595A"/>
    <w:rsid w:val="00A63D16"/>
    <w:rsid w:val="00A64B84"/>
    <w:rsid w:val="00A676F7"/>
    <w:rsid w:val="00A7202D"/>
    <w:rsid w:val="00A7250A"/>
    <w:rsid w:val="00A73DC9"/>
    <w:rsid w:val="00A80575"/>
    <w:rsid w:val="00A82E76"/>
    <w:rsid w:val="00A8731F"/>
    <w:rsid w:val="00A916BA"/>
    <w:rsid w:val="00A91CC7"/>
    <w:rsid w:val="00A9349D"/>
    <w:rsid w:val="00A94AF8"/>
    <w:rsid w:val="00A95A56"/>
    <w:rsid w:val="00A96EAE"/>
    <w:rsid w:val="00AA03A8"/>
    <w:rsid w:val="00AA0F14"/>
    <w:rsid w:val="00AA398A"/>
    <w:rsid w:val="00AA455C"/>
    <w:rsid w:val="00AA4920"/>
    <w:rsid w:val="00AB111E"/>
    <w:rsid w:val="00AB270A"/>
    <w:rsid w:val="00AB3585"/>
    <w:rsid w:val="00AB5A8A"/>
    <w:rsid w:val="00AB63C0"/>
    <w:rsid w:val="00AB6A54"/>
    <w:rsid w:val="00AB7549"/>
    <w:rsid w:val="00AC0131"/>
    <w:rsid w:val="00AD2042"/>
    <w:rsid w:val="00AE16E4"/>
    <w:rsid w:val="00AE6F0C"/>
    <w:rsid w:val="00AE7C79"/>
    <w:rsid w:val="00AE7D01"/>
    <w:rsid w:val="00AF1023"/>
    <w:rsid w:val="00AF2E7A"/>
    <w:rsid w:val="00AF3A89"/>
    <w:rsid w:val="00AF58F4"/>
    <w:rsid w:val="00AF6A81"/>
    <w:rsid w:val="00B02476"/>
    <w:rsid w:val="00B02F81"/>
    <w:rsid w:val="00B0387D"/>
    <w:rsid w:val="00B04490"/>
    <w:rsid w:val="00B06DFF"/>
    <w:rsid w:val="00B06F41"/>
    <w:rsid w:val="00B1048C"/>
    <w:rsid w:val="00B11D58"/>
    <w:rsid w:val="00B1482F"/>
    <w:rsid w:val="00B167FA"/>
    <w:rsid w:val="00B23C3A"/>
    <w:rsid w:val="00B2645C"/>
    <w:rsid w:val="00B31DB4"/>
    <w:rsid w:val="00B31F9F"/>
    <w:rsid w:val="00B33C45"/>
    <w:rsid w:val="00B43947"/>
    <w:rsid w:val="00B43DA1"/>
    <w:rsid w:val="00B44B71"/>
    <w:rsid w:val="00B45FBD"/>
    <w:rsid w:val="00B52E2E"/>
    <w:rsid w:val="00B53BB9"/>
    <w:rsid w:val="00B60129"/>
    <w:rsid w:val="00B65050"/>
    <w:rsid w:val="00B65A9B"/>
    <w:rsid w:val="00B66773"/>
    <w:rsid w:val="00B80CC1"/>
    <w:rsid w:val="00B839DA"/>
    <w:rsid w:val="00B84807"/>
    <w:rsid w:val="00B87D03"/>
    <w:rsid w:val="00B92A9B"/>
    <w:rsid w:val="00B974F8"/>
    <w:rsid w:val="00B97E62"/>
    <w:rsid w:val="00BA0BA1"/>
    <w:rsid w:val="00BA1CB8"/>
    <w:rsid w:val="00BA29E9"/>
    <w:rsid w:val="00BA333D"/>
    <w:rsid w:val="00BA67D1"/>
    <w:rsid w:val="00BA6F53"/>
    <w:rsid w:val="00BB4E5F"/>
    <w:rsid w:val="00BB5F1D"/>
    <w:rsid w:val="00BB750F"/>
    <w:rsid w:val="00BC0824"/>
    <w:rsid w:val="00BC48F4"/>
    <w:rsid w:val="00BC525D"/>
    <w:rsid w:val="00BC54E1"/>
    <w:rsid w:val="00BC64A9"/>
    <w:rsid w:val="00BC7620"/>
    <w:rsid w:val="00BC789C"/>
    <w:rsid w:val="00BD1B4D"/>
    <w:rsid w:val="00BD21DF"/>
    <w:rsid w:val="00BD3823"/>
    <w:rsid w:val="00BD758A"/>
    <w:rsid w:val="00BE0C75"/>
    <w:rsid w:val="00BE2458"/>
    <w:rsid w:val="00BE24FB"/>
    <w:rsid w:val="00BE3743"/>
    <w:rsid w:val="00BE5992"/>
    <w:rsid w:val="00BF3DCE"/>
    <w:rsid w:val="00BF753E"/>
    <w:rsid w:val="00C037DB"/>
    <w:rsid w:val="00C04D24"/>
    <w:rsid w:val="00C05E37"/>
    <w:rsid w:val="00C06E01"/>
    <w:rsid w:val="00C105BC"/>
    <w:rsid w:val="00C11242"/>
    <w:rsid w:val="00C1173C"/>
    <w:rsid w:val="00C124BD"/>
    <w:rsid w:val="00C17A63"/>
    <w:rsid w:val="00C17B60"/>
    <w:rsid w:val="00C208AF"/>
    <w:rsid w:val="00C221B7"/>
    <w:rsid w:val="00C24CEC"/>
    <w:rsid w:val="00C2672C"/>
    <w:rsid w:val="00C30E92"/>
    <w:rsid w:val="00C3111B"/>
    <w:rsid w:val="00C31E4D"/>
    <w:rsid w:val="00C33330"/>
    <w:rsid w:val="00C33403"/>
    <w:rsid w:val="00C34386"/>
    <w:rsid w:val="00C36551"/>
    <w:rsid w:val="00C4588A"/>
    <w:rsid w:val="00C50A21"/>
    <w:rsid w:val="00C54A04"/>
    <w:rsid w:val="00C61B5F"/>
    <w:rsid w:val="00C63188"/>
    <w:rsid w:val="00C66E33"/>
    <w:rsid w:val="00C67181"/>
    <w:rsid w:val="00C715F3"/>
    <w:rsid w:val="00C73C07"/>
    <w:rsid w:val="00C83A36"/>
    <w:rsid w:val="00C94385"/>
    <w:rsid w:val="00C94961"/>
    <w:rsid w:val="00C96B17"/>
    <w:rsid w:val="00CA3977"/>
    <w:rsid w:val="00CB15F2"/>
    <w:rsid w:val="00CC08A3"/>
    <w:rsid w:val="00CC26CC"/>
    <w:rsid w:val="00CC6744"/>
    <w:rsid w:val="00CD0AC5"/>
    <w:rsid w:val="00CD5259"/>
    <w:rsid w:val="00CD795F"/>
    <w:rsid w:val="00CE0001"/>
    <w:rsid w:val="00CE1D8C"/>
    <w:rsid w:val="00CE3E30"/>
    <w:rsid w:val="00CE52E3"/>
    <w:rsid w:val="00CE77F4"/>
    <w:rsid w:val="00CF4892"/>
    <w:rsid w:val="00CF4B5D"/>
    <w:rsid w:val="00CF5B35"/>
    <w:rsid w:val="00D00A99"/>
    <w:rsid w:val="00D0788B"/>
    <w:rsid w:val="00D20469"/>
    <w:rsid w:val="00D20542"/>
    <w:rsid w:val="00D21037"/>
    <w:rsid w:val="00D24373"/>
    <w:rsid w:val="00D2460D"/>
    <w:rsid w:val="00D30155"/>
    <w:rsid w:val="00D370AF"/>
    <w:rsid w:val="00D50F13"/>
    <w:rsid w:val="00D52D45"/>
    <w:rsid w:val="00D54DC0"/>
    <w:rsid w:val="00D57899"/>
    <w:rsid w:val="00D619E4"/>
    <w:rsid w:val="00D61FB9"/>
    <w:rsid w:val="00D637E9"/>
    <w:rsid w:val="00D6394E"/>
    <w:rsid w:val="00D73C2F"/>
    <w:rsid w:val="00D762C7"/>
    <w:rsid w:val="00D84DAF"/>
    <w:rsid w:val="00D85230"/>
    <w:rsid w:val="00D85930"/>
    <w:rsid w:val="00D85BDF"/>
    <w:rsid w:val="00D8602C"/>
    <w:rsid w:val="00D944C1"/>
    <w:rsid w:val="00D9628F"/>
    <w:rsid w:val="00D97342"/>
    <w:rsid w:val="00DA737A"/>
    <w:rsid w:val="00DA76D2"/>
    <w:rsid w:val="00DA7AC5"/>
    <w:rsid w:val="00DB1987"/>
    <w:rsid w:val="00DB1FF1"/>
    <w:rsid w:val="00DB2BD3"/>
    <w:rsid w:val="00DB7ACF"/>
    <w:rsid w:val="00DC0C81"/>
    <w:rsid w:val="00DC2E76"/>
    <w:rsid w:val="00DC460A"/>
    <w:rsid w:val="00DD3500"/>
    <w:rsid w:val="00DD7C1E"/>
    <w:rsid w:val="00DE29EF"/>
    <w:rsid w:val="00DE2DDC"/>
    <w:rsid w:val="00DE5AE4"/>
    <w:rsid w:val="00DF3DFC"/>
    <w:rsid w:val="00DF687F"/>
    <w:rsid w:val="00DF6923"/>
    <w:rsid w:val="00DF6F1C"/>
    <w:rsid w:val="00DF73B8"/>
    <w:rsid w:val="00E0180F"/>
    <w:rsid w:val="00E07D40"/>
    <w:rsid w:val="00E1084A"/>
    <w:rsid w:val="00E1688A"/>
    <w:rsid w:val="00E2200E"/>
    <w:rsid w:val="00E25244"/>
    <w:rsid w:val="00E2790F"/>
    <w:rsid w:val="00E30211"/>
    <w:rsid w:val="00E302A8"/>
    <w:rsid w:val="00E32236"/>
    <w:rsid w:val="00E35275"/>
    <w:rsid w:val="00E35BF2"/>
    <w:rsid w:val="00E36227"/>
    <w:rsid w:val="00E4118C"/>
    <w:rsid w:val="00E465B6"/>
    <w:rsid w:val="00E52E42"/>
    <w:rsid w:val="00E52FB9"/>
    <w:rsid w:val="00E538AC"/>
    <w:rsid w:val="00E62D96"/>
    <w:rsid w:val="00E72409"/>
    <w:rsid w:val="00E853BA"/>
    <w:rsid w:val="00E90D36"/>
    <w:rsid w:val="00E92E62"/>
    <w:rsid w:val="00E9618C"/>
    <w:rsid w:val="00EA0DD6"/>
    <w:rsid w:val="00EA3640"/>
    <w:rsid w:val="00EA3E4E"/>
    <w:rsid w:val="00EB0881"/>
    <w:rsid w:val="00EB196D"/>
    <w:rsid w:val="00EB45B9"/>
    <w:rsid w:val="00EB5169"/>
    <w:rsid w:val="00EC0DE4"/>
    <w:rsid w:val="00EC2B8F"/>
    <w:rsid w:val="00EC3130"/>
    <w:rsid w:val="00EC3303"/>
    <w:rsid w:val="00EC571C"/>
    <w:rsid w:val="00EC5E5D"/>
    <w:rsid w:val="00EC7749"/>
    <w:rsid w:val="00ED3438"/>
    <w:rsid w:val="00EE013F"/>
    <w:rsid w:val="00EE0F01"/>
    <w:rsid w:val="00EE1DB4"/>
    <w:rsid w:val="00EE25FC"/>
    <w:rsid w:val="00EE62B3"/>
    <w:rsid w:val="00EF0157"/>
    <w:rsid w:val="00EF233F"/>
    <w:rsid w:val="00F00185"/>
    <w:rsid w:val="00F01189"/>
    <w:rsid w:val="00F053D9"/>
    <w:rsid w:val="00F12F4B"/>
    <w:rsid w:val="00F14135"/>
    <w:rsid w:val="00F14942"/>
    <w:rsid w:val="00F160B8"/>
    <w:rsid w:val="00F24CE2"/>
    <w:rsid w:val="00F24EA9"/>
    <w:rsid w:val="00F25463"/>
    <w:rsid w:val="00F25972"/>
    <w:rsid w:val="00F30D1E"/>
    <w:rsid w:val="00F322B1"/>
    <w:rsid w:val="00F36843"/>
    <w:rsid w:val="00F42FF1"/>
    <w:rsid w:val="00F535EF"/>
    <w:rsid w:val="00F53C83"/>
    <w:rsid w:val="00F56082"/>
    <w:rsid w:val="00F57296"/>
    <w:rsid w:val="00F62C38"/>
    <w:rsid w:val="00F64DD3"/>
    <w:rsid w:val="00F64E4F"/>
    <w:rsid w:val="00F669A4"/>
    <w:rsid w:val="00F712C9"/>
    <w:rsid w:val="00F84776"/>
    <w:rsid w:val="00F8569D"/>
    <w:rsid w:val="00F870EC"/>
    <w:rsid w:val="00F87E28"/>
    <w:rsid w:val="00F9127D"/>
    <w:rsid w:val="00FA58E9"/>
    <w:rsid w:val="00FB2E99"/>
    <w:rsid w:val="00FB440C"/>
    <w:rsid w:val="00FB53B5"/>
    <w:rsid w:val="00FB583E"/>
    <w:rsid w:val="00FC4220"/>
    <w:rsid w:val="00FC55BE"/>
    <w:rsid w:val="00FD1863"/>
    <w:rsid w:val="00FD32C4"/>
    <w:rsid w:val="00FE1B5A"/>
    <w:rsid w:val="00FE272A"/>
    <w:rsid w:val="00FE27E5"/>
    <w:rsid w:val="00FE2C64"/>
    <w:rsid w:val="00FE500C"/>
    <w:rsid w:val="00FE7CD1"/>
    <w:rsid w:val="00FF6C11"/>
    <w:rsid w:val="00FF7298"/>
    <w:rsid w:val="00FF7B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6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552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543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543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572</TotalTime>
  <Pages>3</Pages>
  <Words>10</Words>
  <Characters>76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kormos</dc:creator>
  <cp:keywords/>
  <dc:description/>
  <cp:lastModifiedBy>Kormi</cp:lastModifiedBy>
  <cp:revision>4</cp:revision>
  <cp:lastPrinted>2010-08-01T05:08:00Z</cp:lastPrinted>
  <dcterms:created xsi:type="dcterms:W3CDTF">2010-08-01T05:09:00Z</dcterms:created>
  <dcterms:modified xsi:type="dcterms:W3CDTF">2010-08-29T15:00:00Z</dcterms:modified>
</cp:coreProperties>
</file>